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F6978" w14:textId="77777777" w:rsidR="00A26219" w:rsidRDefault="000805DE" w:rsidP="00A26219">
      <w:pPr>
        <w:spacing w:before="0" w:after="0"/>
        <w:ind w:left="103"/>
        <w:rPr>
          <w:rFonts w:ascii="Arial" w:eastAsia="Arial" w:hAnsi="Arial" w:cs="Arial"/>
          <w:sz w:val="97"/>
          <w:szCs w:val="97"/>
        </w:rPr>
      </w:pPr>
      <w:r w:rsidRPr="000805DE">
        <w:rPr>
          <w:rFonts w:ascii="Arial" w:hAnsi="Arial" w:cs="Arial"/>
          <w:noProof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1502072" wp14:editId="75BEF258">
                <wp:simplePos x="0" y="0"/>
                <wp:positionH relativeFrom="page">
                  <wp:posOffset>751205</wp:posOffset>
                </wp:positionH>
                <wp:positionV relativeFrom="page">
                  <wp:posOffset>952501</wp:posOffset>
                </wp:positionV>
                <wp:extent cx="13926185" cy="2106930"/>
                <wp:effectExtent l="0" t="0" r="0" b="13970"/>
                <wp:wrapNone/>
                <wp:docPr id="356" name="Group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26185" cy="2106930"/>
                          <a:chOff x="1173" y="2793"/>
                          <a:chExt cx="21931" cy="2015"/>
                        </a:xfrm>
                      </wpg:grpSpPr>
                      <wps:wsp>
                        <wps:cNvPr id="357" name="Freeform 3"/>
                        <wps:cNvSpPr>
                          <a:spLocks/>
                        </wps:cNvSpPr>
                        <wps:spPr bwMode="auto">
                          <a:xfrm>
                            <a:off x="4702" y="2813"/>
                            <a:ext cx="0" cy="830"/>
                          </a:xfrm>
                          <a:custGeom>
                            <a:avLst/>
                            <a:gdLst>
                              <a:gd name="T0" fmla="+- 0 2813 2813"/>
                              <a:gd name="T1" fmla="*/ 2813 h 830"/>
                              <a:gd name="T2" fmla="+- 0 3644 2813"/>
                              <a:gd name="T3" fmla="*/ 3644 h 83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830">
                                <a:moveTo>
                                  <a:pt x="0" y="0"/>
                                </a:moveTo>
                                <a:lnTo>
                                  <a:pt x="0" y="831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Freeform 4"/>
                        <wps:cNvSpPr>
                          <a:spLocks/>
                        </wps:cNvSpPr>
                        <wps:spPr bwMode="auto">
                          <a:xfrm>
                            <a:off x="4702" y="3623"/>
                            <a:ext cx="0" cy="425"/>
                          </a:xfrm>
                          <a:custGeom>
                            <a:avLst/>
                            <a:gdLst>
                              <a:gd name="T0" fmla="+- 0 3623 3623"/>
                              <a:gd name="T1" fmla="*/ 3623 h 425"/>
                              <a:gd name="T2" fmla="+- 0 4049 3623"/>
                              <a:gd name="T3" fmla="*/ 4049 h 42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425">
                                <a:moveTo>
                                  <a:pt x="0" y="0"/>
                                </a:moveTo>
                                <a:lnTo>
                                  <a:pt x="0" y="426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Freeform 5"/>
                        <wps:cNvSpPr>
                          <a:spLocks/>
                        </wps:cNvSpPr>
                        <wps:spPr bwMode="auto">
                          <a:xfrm>
                            <a:off x="1193" y="4767"/>
                            <a:ext cx="3530" cy="0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T0 w 3530"/>
                              <a:gd name="T2" fmla="+- 0 4723 1193"/>
                              <a:gd name="T3" fmla="*/ T2 w 35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30">
                                <a:moveTo>
                                  <a:pt x="0" y="0"/>
                                </a:moveTo>
                                <a:lnTo>
                                  <a:pt x="3530" y="0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Freeform 6"/>
                        <wps:cNvSpPr>
                          <a:spLocks/>
                        </wps:cNvSpPr>
                        <wps:spPr bwMode="auto">
                          <a:xfrm>
                            <a:off x="4702" y="4028"/>
                            <a:ext cx="0" cy="759"/>
                          </a:xfrm>
                          <a:custGeom>
                            <a:avLst/>
                            <a:gdLst>
                              <a:gd name="T0" fmla="+- 0 4028 4028"/>
                              <a:gd name="T1" fmla="*/ 4028 h 759"/>
                              <a:gd name="T2" fmla="+- 0 4788 4028"/>
                              <a:gd name="T3" fmla="*/ 4788 h 75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59">
                                <a:moveTo>
                                  <a:pt x="0" y="0"/>
                                </a:moveTo>
                                <a:lnTo>
                                  <a:pt x="0" y="760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Freeform 7"/>
                        <wps:cNvSpPr>
                          <a:spLocks/>
                        </wps:cNvSpPr>
                        <wps:spPr bwMode="auto">
                          <a:xfrm>
                            <a:off x="4692" y="4768"/>
                            <a:ext cx="14892" cy="0"/>
                          </a:xfrm>
                          <a:custGeom>
                            <a:avLst/>
                            <a:gdLst>
                              <a:gd name="T0" fmla="+- 0 4692 4692"/>
                              <a:gd name="T1" fmla="*/ T0 w 14892"/>
                              <a:gd name="T2" fmla="+- 0 19584 4692"/>
                              <a:gd name="T3" fmla="*/ T2 w 1489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892">
                                <a:moveTo>
                                  <a:pt x="0" y="0"/>
                                </a:moveTo>
                                <a:lnTo>
                                  <a:pt x="14892" y="0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Freeform 8"/>
                        <wps:cNvSpPr>
                          <a:spLocks/>
                        </wps:cNvSpPr>
                        <wps:spPr bwMode="auto">
                          <a:xfrm>
                            <a:off x="19554" y="4767"/>
                            <a:ext cx="3530" cy="0"/>
                          </a:xfrm>
                          <a:custGeom>
                            <a:avLst/>
                            <a:gdLst>
                              <a:gd name="T0" fmla="+- 0 19554 19554"/>
                              <a:gd name="T1" fmla="*/ T0 w 3530"/>
                              <a:gd name="T2" fmla="+- 0 23083 19554"/>
                              <a:gd name="T3" fmla="*/ T2 w 35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30">
                                <a:moveTo>
                                  <a:pt x="0" y="0"/>
                                </a:moveTo>
                                <a:lnTo>
                                  <a:pt x="3529" y="0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Freeform 9"/>
                        <wps:cNvSpPr>
                          <a:spLocks/>
                        </wps:cNvSpPr>
                        <wps:spPr bwMode="auto">
                          <a:xfrm>
                            <a:off x="19574" y="2813"/>
                            <a:ext cx="0" cy="1974"/>
                          </a:xfrm>
                          <a:custGeom>
                            <a:avLst/>
                            <a:gdLst>
                              <a:gd name="T0" fmla="+- 0 2813 2813"/>
                              <a:gd name="T1" fmla="*/ 2813 h 1974"/>
                              <a:gd name="T2" fmla="+- 0 4788 2813"/>
                              <a:gd name="T3" fmla="*/ 4788 h 197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974">
                                <a:moveTo>
                                  <a:pt x="0" y="0"/>
                                </a:moveTo>
                                <a:lnTo>
                                  <a:pt x="0" y="1975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D2ABCF" id="Group 356" o:spid="_x0000_s1026" style="position:absolute;margin-left:59.15pt;margin-top:75pt;width:1096.55pt;height:165.9pt;z-index:-251658240;mso-position-horizontal-relative:page;mso-position-vertical-relative:page" coordorigin="1173,2793" coordsize="21931,2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">
                <v:shape id="Freeform 3" o:spid="_x0000_s1027" style="position:absolute;left:4702;top:2813;width:0;height:830;visibility:visible;mso-wrap-style:square;v-text-anchor:top" coordsize="0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" path="m,l,831e" filled="f" strokeweight=".71439mm">
                  <v:path arrowok="t" o:connecttype="custom" o:connectlocs="0,2813;0,3644" o:connectangles="0,0"/>
                </v:shape>
                <v:shape id="Freeform 4" o:spid="_x0000_s1028" style="position:absolute;left:4702;top:3623;width:0;height:425;visibility:visible;mso-wrap-style:square;v-text-anchor:top" coordsize="0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" path="m,l,426e" filled="f" strokeweight=".71439mm">
                  <v:path arrowok="t" o:connecttype="custom" o:connectlocs="0,3623;0,4049" o:connectangles="0,0"/>
                </v:shape>
                <v:shape id="Freeform 5" o:spid="_x0000_s1029" style="position:absolute;left:1193;top:4767;width:3530;height:0;visibility:visible;mso-wrap-style:square;v-text-anchor:top" coordsize="35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" path="m,l3530,e" filled="f" strokeweight=".71439mm">
                  <v:path arrowok="t" o:connecttype="custom" o:connectlocs="0,0;3530,0" o:connectangles="0,0"/>
                </v:shape>
                <v:shape id="Freeform 6" o:spid="_x0000_s1030" style="position:absolute;left:4702;top:4028;width:0;height:759;visibility:visible;mso-wrap-style:square;v-text-anchor:top" coordsize="0,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" path="m,l,760e" filled="f" strokeweight=".71439mm">
                  <v:path arrowok="t" o:connecttype="custom" o:connectlocs="0,4028;0,4788" o:connectangles="0,0"/>
                </v:shape>
                <v:shape id="Freeform 7" o:spid="_x0000_s1031" style="position:absolute;left:4692;top:4768;width:14892;height:0;visibility:visible;mso-wrap-style:square;v-text-anchor:top" coordsize="1489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" path="m,l14892,e" filled="f" strokeweight=".71439mm">
                  <v:path arrowok="t" o:connecttype="custom" o:connectlocs="0,0;14892,0" o:connectangles="0,0"/>
                </v:shape>
                <v:shape id="Freeform 8" o:spid="_x0000_s1032" style="position:absolute;left:19554;top:4767;width:3530;height:0;visibility:visible;mso-wrap-style:square;v-text-anchor:top" coordsize="35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" path="m,l3529,e" filled="f" strokeweight=".71439mm">
                  <v:path arrowok="t" o:connecttype="custom" o:connectlocs="0,0;3529,0" o:connectangles="0,0"/>
                </v:shape>
                <v:shape id="Freeform 9" o:spid="_x0000_s1033" style="position:absolute;left:19574;top:2813;width:0;height:1974;visibility:visible;mso-wrap-style:square;v-text-anchor:top" coordsize="0,1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" path="m,l,1975e" filled="f" strokeweight=".71439mm">
                  <v:path arrowok="t" o:connecttype="custom" o:connectlocs="0,2813;0,4788" o:connectangles="0,0"/>
                </v:shape>
                <w10:wrap anchorx="page" anchory="page"/>
              </v:group>
            </w:pict>
          </mc:Fallback>
        </mc:AlternateContent>
      </w:r>
      <w:proofErr w:type="gramStart"/>
      <w:r w:rsidR="00A26219" w:rsidRPr="000805DE">
        <w:rPr>
          <w:rFonts w:ascii="Arial" w:eastAsia="Arial" w:hAnsi="Arial" w:cs="Arial"/>
          <w:position w:val="-2"/>
          <w:sz w:val="48"/>
          <w:szCs w:val="48"/>
        </w:rPr>
        <w:t>Form</w:t>
      </w:r>
      <w:r w:rsidR="00A26219">
        <w:rPr>
          <w:rFonts w:ascii="Arial" w:eastAsia="Arial" w:hAnsi="Arial" w:cs="Arial"/>
          <w:position w:val="-2"/>
          <w:sz w:val="28"/>
          <w:szCs w:val="28"/>
        </w:rPr>
        <w:t xml:space="preserve"> </w:t>
      </w:r>
      <w:r w:rsidR="00A26219">
        <w:rPr>
          <w:rFonts w:ascii="Arial" w:eastAsia="Arial" w:hAnsi="Arial" w:cs="Arial"/>
          <w:spacing w:val="10"/>
          <w:position w:val="-2"/>
          <w:sz w:val="28"/>
          <w:szCs w:val="28"/>
        </w:rPr>
        <w:t xml:space="preserve"> </w:t>
      </w:r>
      <w:r w:rsidR="00A26219" w:rsidRPr="00A26219">
        <w:rPr>
          <w:rStyle w:val="Heading1Char"/>
          <w:rFonts w:ascii="Arial" w:hAnsi="Arial" w:cs="Arial"/>
        </w:rPr>
        <w:t>8857</w:t>
      </w:r>
      <w:proofErr w:type="gramEnd"/>
    </w:p>
    <w:p w14:paraId="0D9E0C1F" w14:textId="77777777" w:rsidR="000805DE" w:rsidRDefault="000805DE" w:rsidP="00A26219">
      <w:pPr>
        <w:spacing w:before="0" w:after="0"/>
        <w:ind w:left="103"/>
        <w:rPr>
          <w:rFonts w:ascii="Arial" w:eastAsia="Arial" w:hAnsi="Arial" w:cs="Arial"/>
          <w:w w:val="92"/>
          <w:position w:val="-1"/>
          <w:sz w:val="36"/>
          <w:szCs w:val="36"/>
        </w:rPr>
      </w:pPr>
    </w:p>
    <w:p w14:paraId="0343A77B" w14:textId="77777777" w:rsidR="000805DE" w:rsidRDefault="000805DE" w:rsidP="00A26219">
      <w:pPr>
        <w:spacing w:before="0" w:after="0"/>
        <w:ind w:left="103"/>
        <w:rPr>
          <w:rFonts w:ascii="Arial" w:eastAsia="Arial" w:hAnsi="Arial" w:cs="Arial"/>
          <w:w w:val="92"/>
          <w:position w:val="-1"/>
          <w:sz w:val="36"/>
          <w:szCs w:val="36"/>
        </w:rPr>
      </w:pPr>
    </w:p>
    <w:p w14:paraId="557CBF39" w14:textId="77777777" w:rsidR="00A26219" w:rsidRPr="0099047E" w:rsidRDefault="00A26219" w:rsidP="00A26219">
      <w:pPr>
        <w:spacing w:before="0" w:after="0"/>
        <w:ind w:left="103"/>
        <w:rPr>
          <w:rFonts w:ascii="Arial" w:eastAsia="Arial" w:hAnsi="Arial" w:cs="Arial"/>
          <w:sz w:val="36"/>
          <w:szCs w:val="36"/>
        </w:rPr>
      </w:pPr>
      <w:r w:rsidRPr="0099047E">
        <w:rPr>
          <w:rFonts w:ascii="Arial" w:eastAsia="Arial" w:hAnsi="Arial" w:cs="Arial"/>
          <w:w w:val="92"/>
          <w:position w:val="-1"/>
          <w:sz w:val="36"/>
          <w:szCs w:val="36"/>
        </w:rPr>
        <w:t>Department</w:t>
      </w:r>
      <w:r w:rsidRPr="0099047E">
        <w:rPr>
          <w:rFonts w:ascii="Arial" w:eastAsia="Arial" w:hAnsi="Arial" w:cs="Arial"/>
          <w:spacing w:val="-1"/>
          <w:w w:val="92"/>
          <w:position w:val="-1"/>
          <w:sz w:val="36"/>
          <w:szCs w:val="36"/>
        </w:rPr>
        <w:t xml:space="preserve"> </w:t>
      </w:r>
      <w:r w:rsidRPr="0099047E">
        <w:rPr>
          <w:rFonts w:ascii="Arial" w:eastAsia="Arial" w:hAnsi="Arial" w:cs="Arial"/>
          <w:position w:val="-1"/>
          <w:sz w:val="36"/>
          <w:szCs w:val="36"/>
        </w:rPr>
        <w:t>of</w:t>
      </w:r>
      <w:r w:rsidRPr="0099047E">
        <w:rPr>
          <w:rFonts w:ascii="Arial" w:eastAsia="Arial" w:hAnsi="Arial" w:cs="Arial"/>
          <w:spacing w:val="-19"/>
          <w:position w:val="-1"/>
          <w:sz w:val="36"/>
          <w:szCs w:val="36"/>
        </w:rPr>
        <w:t xml:space="preserve"> </w:t>
      </w:r>
      <w:r w:rsidRPr="0099047E">
        <w:rPr>
          <w:rFonts w:ascii="Arial" w:eastAsia="Arial" w:hAnsi="Arial" w:cs="Arial"/>
          <w:w w:val="92"/>
          <w:position w:val="-1"/>
          <w:sz w:val="36"/>
          <w:szCs w:val="36"/>
        </w:rPr>
        <w:t>the</w:t>
      </w:r>
      <w:r w:rsidRPr="0099047E">
        <w:rPr>
          <w:rFonts w:ascii="Arial" w:eastAsia="Arial" w:hAnsi="Arial" w:cs="Arial"/>
          <w:spacing w:val="-1"/>
          <w:w w:val="92"/>
          <w:position w:val="-1"/>
          <w:sz w:val="36"/>
          <w:szCs w:val="36"/>
        </w:rPr>
        <w:t xml:space="preserve"> </w:t>
      </w:r>
      <w:r w:rsidRPr="0099047E">
        <w:rPr>
          <w:rFonts w:ascii="Arial" w:eastAsia="Arial" w:hAnsi="Arial" w:cs="Arial"/>
          <w:position w:val="-1"/>
          <w:sz w:val="36"/>
          <w:szCs w:val="36"/>
        </w:rPr>
        <w:t>Treasury</w:t>
      </w:r>
    </w:p>
    <w:p w14:paraId="2DC0C7A0" w14:textId="77777777" w:rsidR="00A26219" w:rsidRPr="0099047E" w:rsidRDefault="00A26219" w:rsidP="00A26219">
      <w:pPr>
        <w:spacing w:before="0" w:after="0"/>
        <w:ind w:left="103" w:right="-63"/>
        <w:rPr>
          <w:rFonts w:ascii="Arial" w:eastAsia="Arial" w:hAnsi="Arial" w:cs="Arial"/>
          <w:sz w:val="36"/>
          <w:szCs w:val="36"/>
        </w:rPr>
      </w:pPr>
      <w:r w:rsidRPr="0099047E">
        <w:rPr>
          <w:rFonts w:ascii="Arial" w:eastAsia="Arial" w:hAnsi="Arial" w:cs="Arial"/>
          <w:w w:val="89"/>
          <w:sz w:val="36"/>
          <w:szCs w:val="36"/>
        </w:rPr>
        <w:t>Internal</w:t>
      </w:r>
      <w:r w:rsidRPr="0099047E">
        <w:rPr>
          <w:rFonts w:ascii="Arial" w:eastAsia="Arial" w:hAnsi="Arial" w:cs="Arial"/>
          <w:spacing w:val="11"/>
          <w:w w:val="89"/>
          <w:sz w:val="36"/>
          <w:szCs w:val="36"/>
        </w:rPr>
        <w:t xml:space="preserve"> </w:t>
      </w:r>
      <w:r w:rsidRPr="0099047E">
        <w:rPr>
          <w:rFonts w:ascii="Arial" w:eastAsia="Arial" w:hAnsi="Arial" w:cs="Arial"/>
          <w:w w:val="89"/>
          <w:sz w:val="36"/>
          <w:szCs w:val="36"/>
        </w:rPr>
        <w:t>Revenue</w:t>
      </w:r>
      <w:r w:rsidRPr="0099047E">
        <w:rPr>
          <w:rFonts w:ascii="Arial" w:eastAsia="Arial" w:hAnsi="Arial" w:cs="Arial"/>
          <w:spacing w:val="-10"/>
          <w:w w:val="89"/>
          <w:sz w:val="36"/>
          <w:szCs w:val="36"/>
        </w:rPr>
        <w:t xml:space="preserve"> </w:t>
      </w:r>
      <w:r w:rsidRPr="0099047E">
        <w:rPr>
          <w:rFonts w:ascii="Arial" w:eastAsia="Arial" w:hAnsi="Arial" w:cs="Arial"/>
          <w:sz w:val="36"/>
          <w:szCs w:val="36"/>
        </w:rPr>
        <w:t>Service</w:t>
      </w:r>
      <w:r w:rsidRPr="0099047E">
        <w:rPr>
          <w:rFonts w:ascii="Arial" w:eastAsia="Arial" w:hAnsi="Arial" w:cs="Arial"/>
          <w:spacing w:val="-29"/>
          <w:sz w:val="36"/>
          <w:szCs w:val="36"/>
        </w:rPr>
        <w:t xml:space="preserve"> </w:t>
      </w:r>
      <w:r w:rsidRPr="0099047E">
        <w:rPr>
          <w:rFonts w:ascii="Arial" w:eastAsia="Arial" w:hAnsi="Arial" w:cs="Arial"/>
          <w:w w:val="83"/>
          <w:sz w:val="36"/>
          <w:szCs w:val="36"/>
        </w:rPr>
        <w:t>(99)</w:t>
      </w:r>
    </w:p>
    <w:p w14:paraId="57B70E67" w14:textId="77777777" w:rsidR="000805DE" w:rsidRDefault="000805DE" w:rsidP="000805DE">
      <w:pPr>
        <w:rPr>
          <w:rFonts w:ascii="Arial" w:hAnsi="Arial" w:cs="Arial"/>
        </w:rPr>
      </w:pPr>
    </w:p>
    <w:p w14:paraId="24B077FC" w14:textId="77777777" w:rsidR="000805DE" w:rsidRDefault="000805DE" w:rsidP="000805DE">
      <w:pPr>
        <w:rPr>
          <w:rFonts w:ascii="Arial" w:hAnsi="Arial" w:cs="Arial"/>
        </w:rPr>
      </w:pPr>
    </w:p>
    <w:p w14:paraId="20F7CDF9" w14:textId="77777777" w:rsidR="000805DE" w:rsidRDefault="000805DE" w:rsidP="000805DE">
      <w:pPr>
        <w:rPr>
          <w:rFonts w:ascii="Arial" w:hAnsi="Arial" w:cs="Arial"/>
        </w:rPr>
      </w:pPr>
    </w:p>
    <w:p w14:paraId="5DA5919D" w14:textId="77777777" w:rsidR="000805DE" w:rsidRDefault="000805DE" w:rsidP="000805DE">
      <w:pPr>
        <w:rPr>
          <w:rFonts w:ascii="Arial" w:hAnsi="Arial" w:cs="Arial"/>
        </w:rPr>
      </w:pPr>
    </w:p>
    <w:p w14:paraId="33D00ACE" w14:textId="77777777" w:rsidR="000805DE" w:rsidRDefault="000805DE" w:rsidP="000805DE">
      <w:pPr>
        <w:rPr>
          <w:rFonts w:ascii="Arial" w:hAnsi="Arial" w:cs="Arial"/>
        </w:rPr>
      </w:pPr>
    </w:p>
    <w:p w14:paraId="4F3B4159" w14:textId="77777777" w:rsidR="000805DE" w:rsidRDefault="000805DE" w:rsidP="000805DE">
      <w:pPr>
        <w:rPr>
          <w:rFonts w:ascii="Arial" w:hAnsi="Arial" w:cs="Arial"/>
        </w:rPr>
      </w:pPr>
    </w:p>
    <w:p w14:paraId="2F46DC3C" w14:textId="77777777" w:rsidR="000805DE" w:rsidRDefault="000805DE" w:rsidP="000805DE">
      <w:pPr>
        <w:rPr>
          <w:rFonts w:ascii="Arial" w:hAnsi="Arial" w:cs="Arial"/>
        </w:rPr>
      </w:pPr>
    </w:p>
    <w:p w14:paraId="4C7BA8A9" w14:textId="77777777" w:rsidR="000805DE" w:rsidRDefault="000805DE" w:rsidP="000805DE">
      <w:pPr>
        <w:rPr>
          <w:rFonts w:ascii="Arial" w:hAnsi="Arial" w:cs="Arial"/>
        </w:rPr>
      </w:pPr>
    </w:p>
    <w:p w14:paraId="3F024472" w14:textId="77777777" w:rsidR="000805DE" w:rsidRDefault="000805DE" w:rsidP="000805DE">
      <w:pPr>
        <w:rPr>
          <w:rFonts w:ascii="Arial" w:hAnsi="Arial" w:cs="Arial"/>
        </w:rPr>
      </w:pPr>
    </w:p>
    <w:p w14:paraId="55089637" w14:textId="77777777" w:rsidR="000805DE" w:rsidRDefault="000805DE" w:rsidP="000805DE">
      <w:pPr>
        <w:rPr>
          <w:rFonts w:ascii="Arial" w:hAnsi="Arial" w:cs="Arial"/>
        </w:rPr>
      </w:pPr>
    </w:p>
    <w:p w14:paraId="45779CCA" w14:textId="77777777" w:rsidR="000805DE" w:rsidRDefault="000805DE" w:rsidP="000805DE">
      <w:pPr>
        <w:rPr>
          <w:rFonts w:ascii="Arial" w:hAnsi="Arial" w:cs="Arial"/>
        </w:rPr>
      </w:pPr>
    </w:p>
    <w:p w14:paraId="18C6BEF0" w14:textId="77777777" w:rsidR="000805DE" w:rsidRDefault="000805DE" w:rsidP="000805DE">
      <w:pPr>
        <w:rPr>
          <w:rFonts w:ascii="Arial" w:hAnsi="Arial" w:cs="Arial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91360" behindDoc="1" locked="0" layoutInCell="1" allowOverlap="1" wp14:anchorId="26C878FA" wp14:editId="73D5CC09">
            <wp:simplePos x="0" y="0"/>
            <wp:positionH relativeFrom="margin">
              <wp:align>left</wp:align>
            </wp:positionH>
            <wp:positionV relativeFrom="margin">
              <wp:posOffset>5575300</wp:posOffset>
            </wp:positionV>
            <wp:extent cx="1341120" cy="1974850"/>
            <wp:effectExtent l="0" t="0" r="0" b="6350"/>
            <wp:wrapSquare wrapText="bothSides"/>
            <wp:docPr id="364" name="Picture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197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97B097" w14:textId="77777777" w:rsidR="000805DE" w:rsidRDefault="000805DE" w:rsidP="000805DE">
      <w:pPr>
        <w:rPr>
          <w:rFonts w:ascii="Arial" w:hAnsi="Arial" w:cs="Arial"/>
        </w:rPr>
      </w:pPr>
    </w:p>
    <w:p w14:paraId="255E5B90" w14:textId="77777777" w:rsidR="000805DE" w:rsidRDefault="000805DE" w:rsidP="000805DE">
      <w:pPr>
        <w:rPr>
          <w:rFonts w:ascii="Arial" w:hAnsi="Arial" w:cs="Arial"/>
        </w:rPr>
      </w:pPr>
    </w:p>
    <w:p w14:paraId="2FEB5A76" w14:textId="77777777" w:rsidR="000805DE" w:rsidRDefault="000805DE" w:rsidP="000805DE">
      <w:pPr>
        <w:rPr>
          <w:rFonts w:ascii="Arial" w:hAnsi="Arial" w:cs="Arial"/>
        </w:rPr>
      </w:pPr>
    </w:p>
    <w:p w14:paraId="72FA2EB7" w14:textId="77777777" w:rsidR="000805DE" w:rsidRDefault="000805DE" w:rsidP="000805DE">
      <w:pPr>
        <w:rPr>
          <w:rFonts w:ascii="Arial" w:hAnsi="Arial" w:cs="Arial"/>
        </w:rPr>
      </w:pPr>
    </w:p>
    <w:p w14:paraId="02DF181F" w14:textId="77777777" w:rsidR="000805DE" w:rsidRDefault="000805DE" w:rsidP="000805DE">
      <w:pPr>
        <w:rPr>
          <w:rFonts w:ascii="Arial" w:hAnsi="Arial" w:cs="Arial"/>
        </w:rPr>
      </w:pPr>
    </w:p>
    <w:p w14:paraId="43AD17A2" w14:textId="77777777" w:rsidR="000805DE" w:rsidRDefault="000805DE" w:rsidP="000805DE">
      <w:pPr>
        <w:rPr>
          <w:rFonts w:ascii="Arial" w:hAnsi="Arial" w:cs="Arial"/>
        </w:rPr>
      </w:pPr>
    </w:p>
    <w:p w14:paraId="6270686F" w14:textId="77777777" w:rsidR="000805DE" w:rsidRPr="000805DE" w:rsidRDefault="00486E8C" w:rsidP="000805DE">
      <w:pPr>
        <w:spacing w:before="3" w:line="180" w:lineRule="exact"/>
        <w:rPr>
          <w:rFonts w:ascii="Arial" w:eastAsia="Times New Roman" w:hAnsi="Arial" w:cs="Arial"/>
          <w:w w:val="116"/>
          <w:sz w:val="16"/>
          <w:szCs w:val="16"/>
        </w:rPr>
      </w:pPr>
      <w:r w:rsidRPr="000805DE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95456" behindDoc="1" locked="0" layoutInCell="1" allowOverlap="1" wp14:anchorId="6C015E77" wp14:editId="0B91FC56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7226300" cy="626110"/>
                <wp:effectExtent l="0" t="0" r="0" b="2540"/>
                <wp:wrapNone/>
                <wp:docPr id="36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26300" cy="626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CE8E1B" w14:textId="77777777" w:rsidR="000805DE" w:rsidRPr="000805DE" w:rsidRDefault="000805DE" w:rsidP="000805DE">
                            <w:pPr>
                              <w:spacing w:before="0" w:after="0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0805DE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Form 8857 (Rev. 6-2021) Catalo</w:t>
                            </w: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g</w:t>
                            </w:r>
                            <w:r w:rsidRPr="000805DE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Number 72321Y</w:t>
                            </w:r>
                          </w:p>
                          <w:p w14:paraId="1E2E84DE" w14:textId="77777777" w:rsidR="000805DE" w:rsidRPr="000805DE" w:rsidRDefault="000805DE" w:rsidP="000805DE">
                            <w:pPr>
                              <w:pStyle w:val="Body"/>
                              <w:spacing w:before="0" w:after="0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0805DE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Department of the Treasury </w:t>
                            </w:r>
                            <w:r w:rsidRPr="000805DE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>Internal Revenue Service</w:t>
                            </w:r>
                            <w:r w:rsidRPr="000805DE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www.irs.gov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C015E7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569pt;height:49.3pt;z-index:-25152102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bottom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" filled="f" stroked="f">
                <v:textbox style="mso-fit-shape-to-text:t">
                  <w:txbxContent>
                    <w:p w14:paraId="5BCE8E1B" w14:textId="77777777" w:rsidR="000805DE" w:rsidRPr="000805DE" w:rsidRDefault="000805DE" w:rsidP="000805DE">
                      <w:pPr>
                        <w:spacing w:before="0" w:after="0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0805DE">
                        <w:rPr>
                          <w:rFonts w:ascii="Arial" w:hAnsi="Arial" w:cs="Arial"/>
                          <w:sz w:val="36"/>
                          <w:szCs w:val="36"/>
                        </w:rPr>
                        <w:t>Form 8857 (Rev. 6-2021) Catalo</w:t>
                      </w: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g</w:t>
                      </w:r>
                      <w:r w:rsidRPr="000805DE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Number 72321Y</w:t>
                      </w:r>
                    </w:p>
                    <w:p w14:paraId="1E2E84DE" w14:textId="77777777" w:rsidR="000805DE" w:rsidRPr="000805DE" w:rsidRDefault="000805DE" w:rsidP="000805DE">
                      <w:pPr>
                        <w:pStyle w:val="Body"/>
                        <w:spacing w:before="0" w:after="0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0805DE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Department of the Treasury </w:t>
                      </w:r>
                      <w:r w:rsidRPr="000805DE"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t>Internal Revenue Service</w:t>
                      </w:r>
                      <w:r w:rsidRPr="000805DE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www.irs.gov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0D635F37" w14:textId="77777777" w:rsidR="00486E8C" w:rsidRPr="00486E8C" w:rsidRDefault="00486E8C" w:rsidP="00A26219">
      <w:pPr>
        <w:pStyle w:val="Heading1"/>
        <w:rPr>
          <w:rFonts w:ascii="Arial" w:eastAsia="Times New Roman" w:hAnsi="Arial" w:cs="Arial"/>
          <w:w w:val="116"/>
          <w:sz w:val="16"/>
          <w:szCs w:val="16"/>
        </w:rPr>
      </w:pPr>
    </w:p>
    <w:p w14:paraId="3848823E" w14:textId="77777777" w:rsidR="00A26219" w:rsidRDefault="00A26219" w:rsidP="00A26219">
      <w:pPr>
        <w:pStyle w:val="Heading1"/>
        <w:rPr>
          <w:rFonts w:ascii="Arial" w:eastAsia="Times New Roman" w:hAnsi="Arial" w:cs="Arial"/>
          <w:w w:val="106"/>
        </w:rPr>
      </w:pPr>
      <w:r w:rsidRPr="00A26219">
        <w:rPr>
          <w:rFonts w:ascii="Arial" w:eastAsia="Times New Roman" w:hAnsi="Arial" w:cs="Arial"/>
          <w:w w:val="116"/>
        </w:rPr>
        <w:t>Request</w:t>
      </w:r>
      <w:r w:rsidRPr="00A26219">
        <w:rPr>
          <w:rFonts w:ascii="Arial" w:eastAsia="Times New Roman" w:hAnsi="Arial" w:cs="Arial"/>
          <w:spacing w:val="8"/>
          <w:w w:val="116"/>
        </w:rPr>
        <w:t xml:space="preserve"> </w:t>
      </w:r>
      <w:r w:rsidRPr="00A26219">
        <w:rPr>
          <w:rFonts w:ascii="Arial" w:eastAsia="Times New Roman" w:hAnsi="Arial" w:cs="Arial"/>
        </w:rPr>
        <w:t>for</w:t>
      </w:r>
      <w:r w:rsidRPr="00A26219">
        <w:rPr>
          <w:rFonts w:ascii="Arial" w:eastAsia="Times New Roman" w:hAnsi="Arial" w:cs="Arial"/>
          <w:spacing w:val="43"/>
        </w:rPr>
        <w:t xml:space="preserve"> </w:t>
      </w:r>
      <w:proofErr w:type="gramStart"/>
      <w:r w:rsidRPr="00A26219">
        <w:rPr>
          <w:rFonts w:ascii="Arial" w:eastAsia="Times New Roman" w:hAnsi="Arial" w:cs="Arial"/>
          <w:w w:val="106"/>
        </w:rPr>
        <w:t xml:space="preserve">Innocent </w:t>
      </w:r>
      <w:r w:rsidRPr="00A26219">
        <w:rPr>
          <w:rFonts w:ascii="Arial" w:eastAsia="Times New Roman" w:hAnsi="Arial" w:cs="Arial"/>
          <w:spacing w:val="10"/>
          <w:w w:val="106"/>
        </w:rPr>
        <w:t xml:space="preserve"> </w:t>
      </w:r>
      <w:r w:rsidRPr="00A26219">
        <w:rPr>
          <w:rFonts w:ascii="Arial" w:eastAsia="Times New Roman" w:hAnsi="Arial" w:cs="Arial"/>
          <w:w w:val="106"/>
        </w:rPr>
        <w:t>Spouse</w:t>
      </w:r>
      <w:proofErr w:type="gramEnd"/>
      <w:r w:rsidRPr="00A26219">
        <w:rPr>
          <w:rFonts w:ascii="Arial" w:eastAsia="Times New Roman" w:hAnsi="Arial" w:cs="Arial"/>
          <w:w w:val="106"/>
        </w:rPr>
        <w:t xml:space="preserve"> </w:t>
      </w:r>
      <w:r w:rsidRPr="00A26219">
        <w:rPr>
          <w:rFonts w:ascii="Arial" w:eastAsia="Times New Roman" w:hAnsi="Arial" w:cs="Arial"/>
          <w:spacing w:val="3"/>
          <w:w w:val="106"/>
        </w:rPr>
        <w:t xml:space="preserve"> </w:t>
      </w:r>
      <w:r w:rsidRPr="00A26219">
        <w:rPr>
          <w:rFonts w:ascii="Arial" w:eastAsia="Times New Roman" w:hAnsi="Arial" w:cs="Arial"/>
          <w:w w:val="106"/>
        </w:rPr>
        <w:t>Relief</w:t>
      </w:r>
    </w:p>
    <w:p w14:paraId="50B96661" w14:textId="77777777" w:rsidR="000805DE" w:rsidRDefault="000805DE" w:rsidP="000805DE">
      <w:pPr>
        <w:pStyle w:val="Heading1"/>
        <w:jc w:val="center"/>
        <w:rPr>
          <w:rFonts w:ascii="Arial" w:eastAsia="Arial" w:hAnsi="Arial" w:cs="Arial"/>
          <w:sz w:val="36"/>
          <w:szCs w:val="36"/>
        </w:rPr>
      </w:pPr>
    </w:p>
    <w:p w14:paraId="7399799E" w14:textId="77777777" w:rsidR="00A26219" w:rsidRPr="00A26219" w:rsidRDefault="00A26219" w:rsidP="000805DE">
      <w:pPr>
        <w:pStyle w:val="Heading1"/>
        <w:jc w:val="center"/>
        <w:rPr>
          <w:rFonts w:ascii="Arial" w:eastAsia="Times New Roman" w:hAnsi="Arial" w:cs="Arial"/>
          <w:w w:val="106"/>
        </w:rPr>
      </w:pPr>
      <w:r w:rsidRPr="00A26219">
        <w:rPr>
          <w:rFonts w:ascii="Arial" w:eastAsia="Arial" w:hAnsi="Arial" w:cs="Arial"/>
          <w:sz w:val="36"/>
          <w:szCs w:val="36"/>
        </w:rPr>
        <w:t>Go</w:t>
      </w:r>
      <w:r w:rsidRPr="00A26219">
        <w:rPr>
          <w:rFonts w:ascii="Arial" w:eastAsia="Arial" w:hAnsi="Arial" w:cs="Arial"/>
          <w:spacing w:val="1"/>
          <w:sz w:val="36"/>
          <w:szCs w:val="36"/>
        </w:rPr>
        <w:t xml:space="preserve"> </w:t>
      </w:r>
      <w:r w:rsidRPr="00A26219">
        <w:rPr>
          <w:rFonts w:ascii="Arial" w:eastAsia="Arial" w:hAnsi="Arial" w:cs="Arial"/>
          <w:sz w:val="36"/>
          <w:szCs w:val="36"/>
        </w:rPr>
        <w:t>to</w:t>
      </w:r>
      <w:r w:rsidRPr="00A26219">
        <w:rPr>
          <w:rFonts w:ascii="Arial" w:eastAsia="Arial" w:hAnsi="Arial" w:cs="Arial"/>
          <w:spacing w:val="10"/>
          <w:sz w:val="36"/>
          <w:szCs w:val="36"/>
        </w:rPr>
        <w:t xml:space="preserve"> </w:t>
      </w:r>
      <w:hyperlink r:id="rId9">
        <w:r w:rsidRPr="00A26219">
          <w:rPr>
            <w:rFonts w:ascii="Arial" w:eastAsia="Arial" w:hAnsi="Arial" w:cs="Arial"/>
            <w:i/>
            <w:sz w:val="36"/>
            <w:szCs w:val="36"/>
          </w:rPr>
          <w:t>www.irs.gov/Form8857</w:t>
        </w:r>
        <w:r w:rsidRPr="00A26219">
          <w:rPr>
            <w:rFonts w:ascii="Arial" w:eastAsia="Arial" w:hAnsi="Arial" w:cs="Arial"/>
            <w:i/>
            <w:spacing w:val="71"/>
            <w:sz w:val="36"/>
            <w:szCs w:val="36"/>
          </w:rPr>
          <w:t xml:space="preserve"> </w:t>
        </w:r>
        <w:r w:rsidRPr="00A26219">
          <w:rPr>
            <w:rFonts w:ascii="Arial" w:eastAsia="Arial" w:hAnsi="Arial" w:cs="Arial"/>
            <w:sz w:val="36"/>
            <w:szCs w:val="36"/>
          </w:rPr>
          <w:t>for</w:t>
        </w:r>
        <w:r w:rsidRPr="00A26219">
          <w:rPr>
            <w:rFonts w:ascii="Arial" w:eastAsia="Arial" w:hAnsi="Arial" w:cs="Arial"/>
            <w:spacing w:val="5"/>
            <w:sz w:val="36"/>
            <w:szCs w:val="36"/>
          </w:rPr>
          <w:t xml:space="preserve"> </w:t>
        </w:r>
        <w:r w:rsidRPr="00A26219">
          <w:rPr>
            <w:rFonts w:ascii="Arial" w:eastAsia="Arial" w:hAnsi="Arial" w:cs="Arial"/>
            <w:sz w:val="36"/>
            <w:szCs w:val="36"/>
          </w:rPr>
          <w:t>instructions</w:t>
        </w:r>
        <w:r w:rsidRPr="00A26219">
          <w:rPr>
            <w:rFonts w:ascii="Arial" w:eastAsia="Arial" w:hAnsi="Arial" w:cs="Arial"/>
            <w:spacing w:val="1"/>
            <w:sz w:val="36"/>
            <w:szCs w:val="36"/>
          </w:rPr>
          <w:t xml:space="preserve"> </w:t>
        </w:r>
        <w:r w:rsidRPr="00A26219">
          <w:rPr>
            <w:rFonts w:ascii="Arial" w:eastAsia="Arial" w:hAnsi="Arial" w:cs="Arial"/>
            <w:sz w:val="36"/>
            <w:szCs w:val="36"/>
          </w:rPr>
          <w:t>and</w:t>
        </w:r>
        <w:r w:rsidRPr="00A26219">
          <w:rPr>
            <w:rFonts w:ascii="Arial" w:eastAsia="Arial" w:hAnsi="Arial" w:cs="Arial"/>
            <w:spacing w:val="7"/>
            <w:sz w:val="36"/>
            <w:szCs w:val="36"/>
          </w:rPr>
          <w:t xml:space="preserve"> </w:t>
        </w:r>
        <w:r w:rsidRPr="00A26219">
          <w:rPr>
            <w:rFonts w:ascii="Arial" w:eastAsia="Arial" w:hAnsi="Arial" w:cs="Arial"/>
            <w:sz w:val="36"/>
            <w:szCs w:val="36"/>
          </w:rPr>
          <w:t>the</w:t>
        </w:r>
        <w:r w:rsidRPr="00A26219">
          <w:rPr>
            <w:rFonts w:ascii="Arial" w:eastAsia="Arial" w:hAnsi="Arial" w:cs="Arial"/>
            <w:spacing w:val="11"/>
            <w:sz w:val="36"/>
            <w:szCs w:val="36"/>
          </w:rPr>
          <w:t xml:space="preserve"> </w:t>
        </w:r>
        <w:r w:rsidRPr="00A26219">
          <w:rPr>
            <w:rFonts w:ascii="Arial" w:eastAsia="Arial" w:hAnsi="Arial" w:cs="Arial"/>
            <w:sz w:val="36"/>
            <w:szCs w:val="36"/>
          </w:rPr>
          <w:t>latest</w:t>
        </w:r>
        <w:r w:rsidRPr="00A26219">
          <w:rPr>
            <w:rFonts w:ascii="Arial" w:eastAsia="Arial" w:hAnsi="Arial" w:cs="Arial"/>
            <w:spacing w:val="18"/>
            <w:sz w:val="36"/>
            <w:szCs w:val="36"/>
          </w:rPr>
          <w:t xml:space="preserve"> </w:t>
        </w:r>
        <w:r w:rsidRPr="00A26219">
          <w:rPr>
            <w:rFonts w:ascii="Arial" w:eastAsia="Arial" w:hAnsi="Arial" w:cs="Arial"/>
            <w:sz w:val="36"/>
            <w:szCs w:val="36"/>
          </w:rPr>
          <w:t>information</w:t>
        </w:r>
        <w:r w:rsidRPr="00A26219">
          <w:rPr>
            <w:rFonts w:ascii="Arial" w:eastAsia="Arial" w:hAnsi="Arial" w:cs="Arial"/>
            <w:i/>
            <w:w w:val="101"/>
            <w:sz w:val="36"/>
            <w:szCs w:val="36"/>
          </w:rPr>
          <w:t>.</w:t>
        </w:r>
      </w:hyperlink>
    </w:p>
    <w:p w14:paraId="61DB8F31" w14:textId="77777777" w:rsidR="00A26219" w:rsidRDefault="00A26219" w:rsidP="00A26219">
      <w:pPr>
        <w:spacing w:line="200" w:lineRule="exact"/>
      </w:pPr>
      <w:r>
        <w:br w:type="column"/>
      </w:r>
    </w:p>
    <w:p w14:paraId="3F11411D" w14:textId="77777777" w:rsidR="00A26219" w:rsidRDefault="00A26219" w:rsidP="00A26219">
      <w:pPr>
        <w:spacing w:line="200" w:lineRule="exact"/>
      </w:pPr>
    </w:p>
    <w:p w14:paraId="13FBC81C" w14:textId="77777777" w:rsidR="00A26219" w:rsidRDefault="00A26219" w:rsidP="00A26219">
      <w:pPr>
        <w:spacing w:line="200" w:lineRule="exact"/>
      </w:pPr>
    </w:p>
    <w:p w14:paraId="3D389418" w14:textId="77777777" w:rsidR="000805DE" w:rsidRDefault="00A26219" w:rsidP="000805DE">
      <w:pPr>
        <w:spacing w:before="0" w:after="0"/>
        <w:rPr>
          <w:rFonts w:ascii="Arial" w:eastAsia="Arial" w:hAnsi="Arial" w:cs="Arial"/>
          <w:spacing w:val="10"/>
          <w:sz w:val="36"/>
          <w:szCs w:val="36"/>
        </w:rPr>
      </w:pPr>
      <w:r w:rsidRPr="00A26219">
        <w:rPr>
          <w:rFonts w:ascii="Arial" w:eastAsia="Arial" w:hAnsi="Arial" w:cs="Arial"/>
          <w:sz w:val="36"/>
          <w:szCs w:val="36"/>
        </w:rPr>
        <w:t>OMB</w:t>
      </w:r>
      <w:r w:rsidRPr="00A26219">
        <w:rPr>
          <w:rFonts w:ascii="Arial" w:eastAsia="Arial" w:hAnsi="Arial" w:cs="Arial"/>
          <w:spacing w:val="20"/>
          <w:sz w:val="36"/>
          <w:szCs w:val="36"/>
        </w:rPr>
        <w:t xml:space="preserve"> </w:t>
      </w:r>
      <w:r w:rsidRPr="00A26219">
        <w:rPr>
          <w:rFonts w:ascii="Arial" w:eastAsia="Arial" w:hAnsi="Arial" w:cs="Arial"/>
          <w:sz w:val="36"/>
          <w:szCs w:val="36"/>
        </w:rPr>
        <w:t>No.</w:t>
      </w:r>
      <w:r w:rsidRPr="00A26219">
        <w:rPr>
          <w:rFonts w:ascii="Arial" w:eastAsia="Arial" w:hAnsi="Arial" w:cs="Arial"/>
          <w:spacing w:val="10"/>
          <w:sz w:val="36"/>
          <w:szCs w:val="36"/>
        </w:rPr>
        <w:t xml:space="preserve"> </w:t>
      </w:r>
    </w:p>
    <w:p w14:paraId="3E961FDB" w14:textId="77777777" w:rsidR="000805DE" w:rsidRDefault="00A26219" w:rsidP="000805DE">
      <w:pPr>
        <w:rPr>
          <w:rFonts w:ascii="Arial" w:eastAsia="Arial" w:hAnsi="Arial" w:cs="Arial"/>
          <w:w w:val="102"/>
          <w:sz w:val="36"/>
          <w:szCs w:val="36"/>
        </w:rPr>
      </w:pPr>
      <w:r w:rsidRPr="00A26219">
        <w:rPr>
          <w:rFonts w:ascii="Arial" w:eastAsia="Arial" w:hAnsi="Arial" w:cs="Arial"/>
          <w:w w:val="102"/>
          <w:sz w:val="36"/>
          <w:szCs w:val="36"/>
        </w:rPr>
        <w:t>1545-</w:t>
      </w:r>
      <w:r w:rsidRPr="000805DE">
        <w:rPr>
          <w:rFonts w:ascii="Arial" w:eastAsia="Arial" w:hAnsi="Arial" w:cs="Arial"/>
          <w:w w:val="102"/>
          <w:sz w:val="36"/>
          <w:szCs w:val="36"/>
        </w:rPr>
        <w:t>1596</w:t>
      </w:r>
    </w:p>
    <w:p w14:paraId="2050E4CF" w14:textId="77777777" w:rsidR="000805DE" w:rsidRDefault="000805DE" w:rsidP="000805DE">
      <w:pPr>
        <w:rPr>
          <w:rFonts w:ascii="Arial" w:eastAsia="Arial" w:hAnsi="Arial" w:cs="Arial"/>
          <w:w w:val="102"/>
          <w:sz w:val="36"/>
          <w:szCs w:val="36"/>
        </w:rPr>
      </w:pPr>
    </w:p>
    <w:p w14:paraId="5A66A147" w14:textId="77777777" w:rsidR="000805DE" w:rsidRDefault="000805DE" w:rsidP="000805DE">
      <w:pPr>
        <w:rPr>
          <w:rFonts w:ascii="Arial" w:eastAsia="Arial" w:hAnsi="Arial" w:cs="Arial"/>
          <w:w w:val="102"/>
          <w:sz w:val="36"/>
          <w:szCs w:val="36"/>
        </w:rPr>
      </w:pPr>
    </w:p>
    <w:p w14:paraId="2E4616F5" w14:textId="77777777" w:rsidR="000805DE" w:rsidRDefault="000805DE" w:rsidP="000805DE">
      <w:pPr>
        <w:rPr>
          <w:rFonts w:ascii="Arial" w:eastAsia="Arial" w:hAnsi="Arial" w:cs="Arial"/>
          <w:w w:val="102"/>
          <w:sz w:val="36"/>
          <w:szCs w:val="36"/>
        </w:rPr>
      </w:pPr>
    </w:p>
    <w:p w14:paraId="51EB79A3" w14:textId="77777777" w:rsidR="000805DE" w:rsidRDefault="000805DE" w:rsidP="000805DE">
      <w:pPr>
        <w:rPr>
          <w:rFonts w:ascii="Arial" w:eastAsia="Arial" w:hAnsi="Arial" w:cs="Arial"/>
          <w:w w:val="102"/>
          <w:sz w:val="36"/>
          <w:szCs w:val="36"/>
        </w:rPr>
      </w:pPr>
    </w:p>
    <w:p w14:paraId="51A64ABD" w14:textId="77777777" w:rsidR="000805DE" w:rsidRDefault="000805DE" w:rsidP="000805DE">
      <w:pPr>
        <w:rPr>
          <w:rFonts w:ascii="Arial" w:eastAsia="Arial" w:hAnsi="Arial" w:cs="Arial"/>
          <w:w w:val="102"/>
          <w:sz w:val="36"/>
          <w:szCs w:val="36"/>
        </w:rPr>
      </w:pPr>
    </w:p>
    <w:p w14:paraId="738E1D68" w14:textId="77777777" w:rsidR="000805DE" w:rsidRDefault="000805DE" w:rsidP="000805DE">
      <w:pPr>
        <w:rPr>
          <w:rFonts w:ascii="Arial" w:eastAsia="Arial" w:hAnsi="Arial" w:cs="Arial"/>
          <w:w w:val="102"/>
          <w:sz w:val="36"/>
          <w:szCs w:val="36"/>
        </w:rPr>
      </w:pPr>
    </w:p>
    <w:p w14:paraId="2E0B1C70" w14:textId="77777777" w:rsidR="00C96D9B" w:rsidRDefault="00C96D9B" w:rsidP="00C96D9B">
      <w:pPr>
        <w:pStyle w:val="Body"/>
      </w:pPr>
    </w:p>
    <w:p w14:paraId="7B4EBFB0" w14:textId="77777777" w:rsidR="00C96D9B" w:rsidRDefault="00C96D9B" w:rsidP="00C96D9B">
      <w:pPr>
        <w:pStyle w:val="Body"/>
      </w:pPr>
    </w:p>
    <w:p w14:paraId="171CBC53" w14:textId="77777777" w:rsidR="00C96D9B" w:rsidRDefault="00C96D9B" w:rsidP="00C96D9B">
      <w:pPr>
        <w:pStyle w:val="Body"/>
      </w:pPr>
    </w:p>
    <w:p w14:paraId="44717985" w14:textId="77777777" w:rsidR="00C96D9B" w:rsidRPr="00C96D9B" w:rsidRDefault="00C96D9B" w:rsidP="00C96D9B">
      <w:pPr>
        <w:pStyle w:val="Body"/>
      </w:pPr>
    </w:p>
    <w:p w14:paraId="504FB417" w14:textId="77777777" w:rsidR="000805DE" w:rsidRDefault="000805DE" w:rsidP="000805DE">
      <w:pPr>
        <w:rPr>
          <w:rFonts w:ascii="Arial" w:eastAsia="Arial" w:hAnsi="Arial" w:cs="Arial"/>
          <w:w w:val="102"/>
          <w:sz w:val="36"/>
          <w:szCs w:val="36"/>
        </w:rPr>
      </w:pPr>
    </w:p>
    <w:p w14:paraId="1CBCA8DB" w14:textId="77777777" w:rsidR="000805DE" w:rsidRDefault="00C96D9B" w:rsidP="000805DE">
      <w:pPr>
        <w:rPr>
          <w:rFonts w:ascii="Arial" w:eastAsia="Arial" w:hAnsi="Arial" w:cs="Arial"/>
          <w:w w:val="102"/>
          <w:sz w:val="36"/>
          <w:szCs w:val="36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96480" behindDoc="1" locked="0" layoutInCell="1" allowOverlap="1" wp14:anchorId="7A8A2184" wp14:editId="2034C096">
            <wp:simplePos x="0" y="0"/>
            <wp:positionH relativeFrom="margin">
              <wp:posOffset>11974830</wp:posOffset>
            </wp:positionH>
            <wp:positionV relativeFrom="paragraph">
              <wp:posOffset>210185</wp:posOffset>
            </wp:positionV>
            <wp:extent cx="902335" cy="902335"/>
            <wp:effectExtent l="0" t="0" r="0" b="0"/>
            <wp:wrapTight wrapText="bothSides">
              <wp:wrapPolygon edited="0">
                <wp:start x="0" y="0"/>
                <wp:lineTo x="0" y="20977"/>
                <wp:lineTo x="20977" y="20977"/>
                <wp:lineTo x="20977" y="0"/>
                <wp:lineTo x="0" y="0"/>
              </wp:wrapPolygon>
            </wp:wrapTight>
            <wp:docPr id="368" name="Picture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A68C83" w14:textId="77777777" w:rsidR="000805DE" w:rsidRDefault="00C96D9B" w:rsidP="000805DE">
      <w:pPr>
        <w:rPr>
          <w:rFonts w:ascii="Arial" w:eastAsia="Arial" w:hAnsi="Arial" w:cs="Arial"/>
          <w:w w:val="102"/>
          <w:sz w:val="36"/>
          <w:szCs w:val="36"/>
        </w:rPr>
      </w:pPr>
      <w:r w:rsidRPr="00486E8C">
        <w:rPr>
          <w:rFonts w:ascii="Arial" w:eastAsia="Arial" w:hAnsi="Arial" w:cs="Arial"/>
          <w:noProof/>
          <w:w w:val="102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798528" behindDoc="0" locked="0" layoutInCell="1" allowOverlap="1" wp14:anchorId="22CD093E" wp14:editId="2EE865B1">
                <wp:simplePos x="0" y="0"/>
                <wp:positionH relativeFrom="margin">
                  <wp:align>right</wp:align>
                </wp:positionH>
                <wp:positionV relativeFrom="paragraph">
                  <wp:posOffset>661670</wp:posOffset>
                </wp:positionV>
                <wp:extent cx="2946400" cy="1404620"/>
                <wp:effectExtent l="0" t="0" r="0" b="6350"/>
                <wp:wrapSquare wrapText="bothSides"/>
                <wp:docPr id="3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6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C10C3" w14:textId="77777777" w:rsidR="00486E8C" w:rsidRDefault="00486E8C" w:rsidP="00486E8C">
                            <w:pPr>
                              <w:pStyle w:val="Body"/>
                              <w:spacing w:before="0" w:after="0"/>
                              <w:jc w:val="center"/>
                            </w:pPr>
                            <w:r>
                              <w:t>Visit the Accessibility</w:t>
                            </w:r>
                          </w:p>
                          <w:p w14:paraId="052BDEC9" w14:textId="77777777" w:rsidR="00486E8C" w:rsidRPr="00486E8C" w:rsidRDefault="00486E8C" w:rsidP="00486E8C">
                            <w:pPr>
                              <w:pStyle w:val="Body"/>
                              <w:spacing w:before="0" w:after="0"/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t>Page on IRS.gov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CD093E" id="_x0000_s1027" type="#_x0000_t202" style="position:absolute;margin-left:180.8pt;margin-top:52.1pt;width:232pt;height:110.6pt;z-index:25179852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" filled="f" stroked="f">
                <v:textbox style="mso-fit-shape-to-text:t">
                  <w:txbxContent>
                    <w:p w14:paraId="544C10C3" w14:textId="77777777" w:rsidR="00486E8C" w:rsidRDefault="00486E8C" w:rsidP="00486E8C">
                      <w:pPr>
                        <w:pStyle w:val="Body"/>
                        <w:spacing w:before="0" w:after="0"/>
                        <w:jc w:val="center"/>
                      </w:pPr>
                      <w:r>
                        <w:t>Visit the Accessibility</w:t>
                      </w:r>
                    </w:p>
                    <w:p w14:paraId="052BDEC9" w14:textId="77777777" w:rsidR="00486E8C" w:rsidRPr="00486E8C" w:rsidRDefault="00486E8C" w:rsidP="00486E8C">
                      <w:pPr>
                        <w:pStyle w:val="Body"/>
                        <w:spacing w:before="0" w:after="0"/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t>Page on IRS.gov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C6944D8" w14:textId="77777777" w:rsidR="00C96D9B" w:rsidRDefault="00C96D9B" w:rsidP="000805DE">
      <w:pPr>
        <w:rPr>
          <w:rFonts w:ascii="Arial" w:eastAsia="Arial" w:hAnsi="Arial" w:cs="Arial"/>
          <w:w w:val="102"/>
          <w:sz w:val="36"/>
          <w:szCs w:val="36"/>
        </w:rPr>
        <w:sectPr w:rsidR="00C96D9B" w:rsidSect="000805DE">
          <w:footerReference w:type="default" r:id="rId11"/>
          <w:type w:val="continuous"/>
          <w:pgSz w:w="24480" w:h="15840" w:orient="landscape"/>
          <w:pgMar w:top="1440" w:right="1440" w:bottom="1440" w:left="1440" w:header="720" w:footer="720" w:gutter="0"/>
          <w:cols w:num="3" w:space="720" w:equalWidth="0">
            <w:col w:w="3152" w:space="1836"/>
            <w:col w:w="11422" w:space="2158"/>
            <w:col w:w="3032"/>
          </w:cols>
          <w:titlePg/>
          <w:docGrid w:linePitch="272"/>
        </w:sectPr>
      </w:pPr>
    </w:p>
    <w:p w14:paraId="1D8308B5" w14:textId="77777777" w:rsidR="000805DE" w:rsidRDefault="000805DE" w:rsidP="000805DE">
      <w:pPr>
        <w:rPr>
          <w:rFonts w:ascii="Arial" w:eastAsia="Arial" w:hAnsi="Arial" w:cs="Arial"/>
          <w:w w:val="102"/>
          <w:sz w:val="36"/>
          <w:szCs w:val="36"/>
        </w:rPr>
      </w:pPr>
    </w:p>
    <w:p w14:paraId="46F1D382" w14:textId="77777777" w:rsidR="00A26219" w:rsidRDefault="00C96D9B" w:rsidP="00C96D9B">
      <w:pPr>
        <w:jc w:val="center"/>
        <w:rPr>
          <w:rFonts w:ascii="Arial" w:eastAsia="Arial" w:hAnsi="Arial" w:cs="Arial"/>
          <w:sz w:val="28"/>
          <w:szCs w:val="28"/>
        </w:rPr>
        <w:sectPr w:rsidR="00A26219" w:rsidSect="00C96D9B">
          <w:type w:val="continuous"/>
          <w:pgSz w:w="24480" w:h="15840" w:orient="landscape"/>
          <w:pgMar w:top="1440" w:right="1440" w:bottom="1440" w:left="1440" w:header="720" w:footer="720" w:gutter="0"/>
          <w:cols w:space="2158"/>
          <w:titlePg/>
          <w:docGrid w:linePitch="272"/>
        </w:sectPr>
      </w:pPr>
      <w:r>
        <w:rPr>
          <w:rFonts w:ascii="Arial" w:hAnsi="Arial" w:cs="Arial"/>
          <w:w w:val="102"/>
          <w:sz w:val="36"/>
          <w:szCs w:val="36"/>
        </w:rPr>
        <w:lastRenderedPageBreak/>
        <w:t>This page is intentionally left blank</w:t>
      </w:r>
    </w:p>
    <w:p w14:paraId="464BEE34" w14:textId="77777777" w:rsidR="00C96D9B" w:rsidRDefault="00C96D9B" w:rsidP="00A26219">
      <w:pPr>
        <w:spacing w:before="15"/>
        <w:ind w:left="7025"/>
        <w:rPr>
          <w:rFonts w:ascii="Arial" w:eastAsia="Arial" w:hAnsi="Arial" w:cs="Arial"/>
          <w:b/>
          <w:sz w:val="40"/>
        </w:rPr>
        <w:sectPr w:rsidR="00C96D9B" w:rsidSect="000805DE">
          <w:pgSz w:w="24480" w:h="15840" w:orient="landscape"/>
          <w:pgMar w:top="1440" w:right="1440" w:bottom="1440" w:left="1440" w:header="720" w:footer="720" w:gutter="0"/>
          <w:cols w:space="720"/>
        </w:sectPr>
      </w:pPr>
    </w:p>
    <w:p w14:paraId="69FE21C5" w14:textId="77777777" w:rsidR="00C844CD" w:rsidRDefault="00C844CD" w:rsidP="00A26219">
      <w:pPr>
        <w:spacing w:before="15"/>
        <w:ind w:left="7025"/>
        <w:rPr>
          <w:rFonts w:ascii="Arial" w:eastAsia="Arial" w:hAnsi="Arial" w:cs="Arial"/>
          <w:b/>
          <w:sz w:val="40"/>
        </w:rPr>
      </w:pPr>
    </w:p>
    <w:p w14:paraId="55627D73" w14:textId="77777777" w:rsidR="00C844CD" w:rsidRDefault="00C844CD" w:rsidP="00A26219">
      <w:pPr>
        <w:spacing w:before="15"/>
        <w:ind w:left="7025"/>
        <w:rPr>
          <w:rFonts w:ascii="Arial" w:eastAsia="Arial" w:hAnsi="Arial" w:cs="Arial"/>
          <w:b/>
          <w:sz w:val="40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4920CCC" wp14:editId="1201AB41">
                <wp:simplePos x="0" y="0"/>
                <wp:positionH relativeFrom="margin">
                  <wp:align>right</wp:align>
                </wp:positionH>
                <wp:positionV relativeFrom="margin">
                  <wp:posOffset>1231900</wp:posOffset>
                </wp:positionV>
                <wp:extent cx="13373100" cy="5143500"/>
                <wp:effectExtent l="0" t="0" r="19050" b="19050"/>
                <wp:wrapNone/>
                <wp:docPr id="354" name="Group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73100" cy="5143500"/>
                          <a:chOff x="1495" y="5010"/>
                          <a:chExt cx="21287" cy="7290"/>
                        </a:xfrm>
                      </wpg:grpSpPr>
                      <wps:wsp>
                        <wps:cNvPr id="355" name="Freeform 11"/>
                        <wps:cNvSpPr>
                          <a:spLocks/>
                        </wps:cNvSpPr>
                        <wps:spPr bwMode="auto">
                          <a:xfrm>
                            <a:off x="1495" y="5010"/>
                            <a:ext cx="21287" cy="7290"/>
                          </a:xfrm>
                          <a:custGeom>
                            <a:avLst/>
                            <a:gdLst>
                              <a:gd name="T0" fmla="+- 0 1495 1495"/>
                              <a:gd name="T1" fmla="*/ T0 w 21287"/>
                              <a:gd name="T2" fmla="+- 0 5618 5010"/>
                              <a:gd name="T3" fmla="*/ 5618 h 7290"/>
                              <a:gd name="T4" fmla="+- 0 1495 1495"/>
                              <a:gd name="T5" fmla="*/ T4 w 21287"/>
                              <a:gd name="T6" fmla="+- 0 11693 5010"/>
                              <a:gd name="T7" fmla="*/ 11693 h 7290"/>
                              <a:gd name="T8" fmla="+- 0 1497 1495"/>
                              <a:gd name="T9" fmla="*/ T8 w 21287"/>
                              <a:gd name="T10" fmla="+- 0 11743 5010"/>
                              <a:gd name="T11" fmla="*/ 11743 h 7290"/>
                              <a:gd name="T12" fmla="+- 0 1512 1495"/>
                              <a:gd name="T13" fmla="*/ T12 w 21287"/>
                              <a:gd name="T14" fmla="+- 0 11839 5010"/>
                              <a:gd name="T15" fmla="*/ 11839 h 7290"/>
                              <a:gd name="T16" fmla="+- 0 1542 1495"/>
                              <a:gd name="T17" fmla="*/ T16 w 21287"/>
                              <a:gd name="T18" fmla="+- 0 11929 5010"/>
                              <a:gd name="T19" fmla="*/ 11929 h 7290"/>
                              <a:gd name="T20" fmla="+- 0 1586 1495"/>
                              <a:gd name="T21" fmla="*/ T20 w 21287"/>
                              <a:gd name="T22" fmla="+- 0 12013 5010"/>
                              <a:gd name="T23" fmla="*/ 12013 h 7290"/>
                              <a:gd name="T24" fmla="+- 0 1641 1495"/>
                              <a:gd name="T25" fmla="*/ T24 w 21287"/>
                              <a:gd name="T26" fmla="+- 0 12088 5010"/>
                              <a:gd name="T27" fmla="*/ 12088 h 7290"/>
                              <a:gd name="T28" fmla="+- 0 1707 1495"/>
                              <a:gd name="T29" fmla="*/ T28 w 21287"/>
                              <a:gd name="T30" fmla="+- 0 12154 5010"/>
                              <a:gd name="T31" fmla="*/ 12154 h 7290"/>
                              <a:gd name="T32" fmla="+- 0 1782 1495"/>
                              <a:gd name="T33" fmla="*/ T32 w 21287"/>
                              <a:gd name="T34" fmla="+- 0 12209 5010"/>
                              <a:gd name="T35" fmla="*/ 12209 h 7290"/>
                              <a:gd name="T36" fmla="+- 0 1866 1495"/>
                              <a:gd name="T37" fmla="*/ T36 w 21287"/>
                              <a:gd name="T38" fmla="+- 0 12253 5010"/>
                              <a:gd name="T39" fmla="*/ 12253 h 7290"/>
                              <a:gd name="T40" fmla="+- 0 1956 1495"/>
                              <a:gd name="T41" fmla="*/ T40 w 21287"/>
                              <a:gd name="T42" fmla="+- 0 12283 5010"/>
                              <a:gd name="T43" fmla="*/ 12283 h 7290"/>
                              <a:gd name="T44" fmla="+- 0 2052 1495"/>
                              <a:gd name="T45" fmla="*/ T44 w 21287"/>
                              <a:gd name="T46" fmla="+- 0 12298 5010"/>
                              <a:gd name="T47" fmla="*/ 12298 h 7290"/>
                              <a:gd name="T48" fmla="+- 0 2102 1495"/>
                              <a:gd name="T49" fmla="*/ T48 w 21287"/>
                              <a:gd name="T50" fmla="+- 0 12300 5010"/>
                              <a:gd name="T51" fmla="*/ 12300 h 7290"/>
                              <a:gd name="T52" fmla="+- 0 22174 1495"/>
                              <a:gd name="T53" fmla="*/ T52 w 21287"/>
                              <a:gd name="T54" fmla="+- 0 12300 5010"/>
                              <a:gd name="T55" fmla="*/ 12300 h 7290"/>
                              <a:gd name="T56" fmla="+- 0 22273 1495"/>
                              <a:gd name="T57" fmla="*/ T56 w 21287"/>
                              <a:gd name="T58" fmla="+- 0 12292 5010"/>
                              <a:gd name="T59" fmla="*/ 12292 h 7290"/>
                              <a:gd name="T60" fmla="+- 0 22366 1495"/>
                              <a:gd name="T61" fmla="*/ T60 w 21287"/>
                              <a:gd name="T62" fmla="+- 0 12269 5010"/>
                              <a:gd name="T63" fmla="*/ 12269 h 7290"/>
                              <a:gd name="T64" fmla="+- 0 22453 1495"/>
                              <a:gd name="T65" fmla="*/ T64 w 21287"/>
                              <a:gd name="T66" fmla="+- 0 12233 5010"/>
                              <a:gd name="T67" fmla="*/ 12233 h 7290"/>
                              <a:gd name="T68" fmla="+- 0 22533 1495"/>
                              <a:gd name="T69" fmla="*/ T68 w 21287"/>
                              <a:gd name="T70" fmla="+- 0 12183 5010"/>
                              <a:gd name="T71" fmla="*/ 12183 h 7290"/>
                              <a:gd name="T72" fmla="+- 0 22604 1495"/>
                              <a:gd name="T73" fmla="*/ T72 w 21287"/>
                              <a:gd name="T74" fmla="+- 0 12123 5010"/>
                              <a:gd name="T75" fmla="*/ 12123 h 7290"/>
                              <a:gd name="T76" fmla="+- 0 22664 1495"/>
                              <a:gd name="T77" fmla="*/ T76 w 21287"/>
                              <a:gd name="T78" fmla="+- 0 12052 5010"/>
                              <a:gd name="T79" fmla="*/ 12052 h 7290"/>
                              <a:gd name="T80" fmla="+- 0 22714 1495"/>
                              <a:gd name="T81" fmla="*/ T80 w 21287"/>
                              <a:gd name="T82" fmla="+- 0 11972 5010"/>
                              <a:gd name="T83" fmla="*/ 11972 h 7290"/>
                              <a:gd name="T84" fmla="+- 0 22751 1495"/>
                              <a:gd name="T85" fmla="*/ T84 w 21287"/>
                              <a:gd name="T86" fmla="+- 0 11885 5010"/>
                              <a:gd name="T87" fmla="*/ 11885 h 7290"/>
                              <a:gd name="T88" fmla="+- 0 22774 1495"/>
                              <a:gd name="T89" fmla="*/ T88 w 21287"/>
                              <a:gd name="T90" fmla="+- 0 11791 5010"/>
                              <a:gd name="T91" fmla="*/ 11791 h 7290"/>
                              <a:gd name="T92" fmla="+- 0 22782 1495"/>
                              <a:gd name="T93" fmla="*/ T92 w 21287"/>
                              <a:gd name="T94" fmla="+- 0 11693 5010"/>
                              <a:gd name="T95" fmla="*/ 11693 h 7290"/>
                              <a:gd name="T96" fmla="+- 0 22782 1495"/>
                              <a:gd name="T97" fmla="*/ T96 w 21287"/>
                              <a:gd name="T98" fmla="+- 0 5618 5010"/>
                              <a:gd name="T99" fmla="*/ 5618 h 7290"/>
                              <a:gd name="T100" fmla="+- 0 22774 1495"/>
                              <a:gd name="T101" fmla="*/ T100 w 21287"/>
                              <a:gd name="T102" fmla="+- 0 5519 5010"/>
                              <a:gd name="T103" fmla="*/ 5519 h 7290"/>
                              <a:gd name="T104" fmla="+- 0 22751 1495"/>
                              <a:gd name="T105" fmla="*/ T104 w 21287"/>
                              <a:gd name="T106" fmla="+- 0 5426 5010"/>
                              <a:gd name="T107" fmla="*/ 5426 h 7290"/>
                              <a:gd name="T108" fmla="+- 0 22714 1495"/>
                              <a:gd name="T109" fmla="*/ T108 w 21287"/>
                              <a:gd name="T110" fmla="+- 0 5339 5010"/>
                              <a:gd name="T111" fmla="*/ 5339 h 7290"/>
                              <a:gd name="T112" fmla="+- 0 22664 1495"/>
                              <a:gd name="T113" fmla="*/ T112 w 21287"/>
                              <a:gd name="T114" fmla="+- 0 5259 5010"/>
                              <a:gd name="T115" fmla="*/ 5259 h 7290"/>
                              <a:gd name="T116" fmla="+- 0 22604 1495"/>
                              <a:gd name="T117" fmla="*/ T116 w 21287"/>
                              <a:gd name="T118" fmla="+- 0 5188 5010"/>
                              <a:gd name="T119" fmla="*/ 5188 h 7290"/>
                              <a:gd name="T120" fmla="+- 0 22533 1495"/>
                              <a:gd name="T121" fmla="*/ T120 w 21287"/>
                              <a:gd name="T122" fmla="+- 0 5128 5010"/>
                              <a:gd name="T123" fmla="*/ 5128 h 7290"/>
                              <a:gd name="T124" fmla="+- 0 22453 1495"/>
                              <a:gd name="T125" fmla="*/ T124 w 21287"/>
                              <a:gd name="T126" fmla="+- 0 5078 5010"/>
                              <a:gd name="T127" fmla="*/ 5078 h 7290"/>
                              <a:gd name="T128" fmla="+- 0 22366 1495"/>
                              <a:gd name="T129" fmla="*/ T128 w 21287"/>
                              <a:gd name="T130" fmla="+- 0 5041 5010"/>
                              <a:gd name="T131" fmla="*/ 5041 h 7290"/>
                              <a:gd name="T132" fmla="+- 0 22273 1495"/>
                              <a:gd name="T133" fmla="*/ T132 w 21287"/>
                              <a:gd name="T134" fmla="+- 0 5018 5010"/>
                              <a:gd name="T135" fmla="*/ 5018 h 7290"/>
                              <a:gd name="T136" fmla="+- 0 22174 1495"/>
                              <a:gd name="T137" fmla="*/ T136 w 21287"/>
                              <a:gd name="T138" fmla="+- 0 5010 5010"/>
                              <a:gd name="T139" fmla="*/ 5010 h 7290"/>
                              <a:gd name="T140" fmla="+- 0 2102 1495"/>
                              <a:gd name="T141" fmla="*/ T140 w 21287"/>
                              <a:gd name="T142" fmla="+- 0 5010 5010"/>
                              <a:gd name="T143" fmla="*/ 5010 h 7290"/>
                              <a:gd name="T144" fmla="+- 0 2004 1495"/>
                              <a:gd name="T145" fmla="*/ T144 w 21287"/>
                              <a:gd name="T146" fmla="+- 0 5018 5010"/>
                              <a:gd name="T147" fmla="*/ 5018 h 7290"/>
                              <a:gd name="T148" fmla="+- 0 1910 1495"/>
                              <a:gd name="T149" fmla="*/ T148 w 21287"/>
                              <a:gd name="T150" fmla="+- 0 5041 5010"/>
                              <a:gd name="T151" fmla="*/ 5041 h 7290"/>
                              <a:gd name="T152" fmla="+- 0 1823 1495"/>
                              <a:gd name="T153" fmla="*/ T152 w 21287"/>
                              <a:gd name="T154" fmla="+- 0 5078 5010"/>
                              <a:gd name="T155" fmla="*/ 5078 h 7290"/>
                              <a:gd name="T156" fmla="+- 0 1743 1495"/>
                              <a:gd name="T157" fmla="*/ T156 w 21287"/>
                              <a:gd name="T158" fmla="+- 0 5128 5010"/>
                              <a:gd name="T159" fmla="*/ 5128 h 7290"/>
                              <a:gd name="T160" fmla="+- 0 1673 1495"/>
                              <a:gd name="T161" fmla="*/ T160 w 21287"/>
                              <a:gd name="T162" fmla="+- 0 5188 5010"/>
                              <a:gd name="T163" fmla="*/ 5188 h 7290"/>
                              <a:gd name="T164" fmla="+- 0 1612 1495"/>
                              <a:gd name="T165" fmla="*/ T164 w 21287"/>
                              <a:gd name="T166" fmla="+- 0 5259 5010"/>
                              <a:gd name="T167" fmla="*/ 5259 h 7290"/>
                              <a:gd name="T168" fmla="+- 0 1563 1495"/>
                              <a:gd name="T169" fmla="*/ T168 w 21287"/>
                              <a:gd name="T170" fmla="+- 0 5339 5010"/>
                              <a:gd name="T171" fmla="*/ 5339 h 7290"/>
                              <a:gd name="T172" fmla="+- 0 1526 1495"/>
                              <a:gd name="T173" fmla="*/ T172 w 21287"/>
                              <a:gd name="T174" fmla="+- 0 5426 5010"/>
                              <a:gd name="T175" fmla="*/ 5426 h 7290"/>
                              <a:gd name="T176" fmla="+- 0 1503 1495"/>
                              <a:gd name="T177" fmla="*/ T176 w 21287"/>
                              <a:gd name="T178" fmla="+- 0 5519 5010"/>
                              <a:gd name="T179" fmla="*/ 5519 h 7290"/>
                              <a:gd name="T180" fmla="+- 0 1495 1495"/>
                              <a:gd name="T181" fmla="*/ T180 w 21287"/>
                              <a:gd name="T182" fmla="+- 0 5618 5010"/>
                              <a:gd name="T183" fmla="*/ 5618 h 72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21287" h="7290">
                                <a:moveTo>
                                  <a:pt x="0" y="608"/>
                                </a:moveTo>
                                <a:lnTo>
                                  <a:pt x="0" y="6683"/>
                                </a:lnTo>
                                <a:lnTo>
                                  <a:pt x="2" y="6733"/>
                                </a:lnTo>
                                <a:lnTo>
                                  <a:pt x="17" y="6829"/>
                                </a:lnTo>
                                <a:lnTo>
                                  <a:pt x="47" y="6919"/>
                                </a:lnTo>
                                <a:lnTo>
                                  <a:pt x="91" y="7003"/>
                                </a:lnTo>
                                <a:lnTo>
                                  <a:pt x="146" y="7078"/>
                                </a:lnTo>
                                <a:lnTo>
                                  <a:pt x="212" y="7144"/>
                                </a:lnTo>
                                <a:lnTo>
                                  <a:pt x="287" y="7199"/>
                                </a:lnTo>
                                <a:lnTo>
                                  <a:pt x="371" y="7243"/>
                                </a:lnTo>
                                <a:lnTo>
                                  <a:pt x="461" y="7273"/>
                                </a:lnTo>
                                <a:lnTo>
                                  <a:pt x="557" y="7288"/>
                                </a:lnTo>
                                <a:lnTo>
                                  <a:pt x="607" y="7290"/>
                                </a:lnTo>
                                <a:lnTo>
                                  <a:pt x="20679" y="7290"/>
                                </a:lnTo>
                                <a:lnTo>
                                  <a:pt x="20778" y="7282"/>
                                </a:lnTo>
                                <a:lnTo>
                                  <a:pt x="20871" y="7259"/>
                                </a:lnTo>
                                <a:lnTo>
                                  <a:pt x="20958" y="7223"/>
                                </a:lnTo>
                                <a:lnTo>
                                  <a:pt x="21038" y="7173"/>
                                </a:lnTo>
                                <a:lnTo>
                                  <a:pt x="21109" y="7113"/>
                                </a:lnTo>
                                <a:lnTo>
                                  <a:pt x="21169" y="7042"/>
                                </a:lnTo>
                                <a:lnTo>
                                  <a:pt x="21219" y="6962"/>
                                </a:lnTo>
                                <a:lnTo>
                                  <a:pt x="21256" y="6875"/>
                                </a:lnTo>
                                <a:lnTo>
                                  <a:pt x="21279" y="6781"/>
                                </a:lnTo>
                                <a:lnTo>
                                  <a:pt x="21287" y="6683"/>
                                </a:lnTo>
                                <a:lnTo>
                                  <a:pt x="21287" y="608"/>
                                </a:lnTo>
                                <a:lnTo>
                                  <a:pt x="21279" y="509"/>
                                </a:lnTo>
                                <a:lnTo>
                                  <a:pt x="21256" y="416"/>
                                </a:lnTo>
                                <a:lnTo>
                                  <a:pt x="21219" y="329"/>
                                </a:lnTo>
                                <a:lnTo>
                                  <a:pt x="21169" y="249"/>
                                </a:lnTo>
                                <a:lnTo>
                                  <a:pt x="21109" y="178"/>
                                </a:lnTo>
                                <a:lnTo>
                                  <a:pt x="21038" y="118"/>
                                </a:lnTo>
                                <a:lnTo>
                                  <a:pt x="20958" y="68"/>
                                </a:lnTo>
                                <a:lnTo>
                                  <a:pt x="20871" y="31"/>
                                </a:lnTo>
                                <a:lnTo>
                                  <a:pt x="20778" y="8"/>
                                </a:lnTo>
                                <a:lnTo>
                                  <a:pt x="20679" y="0"/>
                                </a:lnTo>
                                <a:lnTo>
                                  <a:pt x="607" y="0"/>
                                </a:lnTo>
                                <a:lnTo>
                                  <a:pt x="509" y="8"/>
                                </a:lnTo>
                                <a:lnTo>
                                  <a:pt x="415" y="31"/>
                                </a:lnTo>
                                <a:lnTo>
                                  <a:pt x="328" y="68"/>
                                </a:lnTo>
                                <a:lnTo>
                                  <a:pt x="248" y="118"/>
                                </a:lnTo>
                                <a:lnTo>
                                  <a:pt x="178" y="178"/>
                                </a:lnTo>
                                <a:lnTo>
                                  <a:pt x="117" y="249"/>
                                </a:lnTo>
                                <a:lnTo>
                                  <a:pt x="68" y="329"/>
                                </a:lnTo>
                                <a:lnTo>
                                  <a:pt x="31" y="416"/>
                                </a:lnTo>
                                <a:lnTo>
                                  <a:pt x="8" y="509"/>
                                </a:lnTo>
                                <a:lnTo>
                                  <a:pt x="0" y="60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A384A7" id="Group 354" o:spid="_x0000_s1026" style="position:absolute;margin-left:1001.8pt;margin-top:97pt;width:1053pt;height:405pt;z-index:-251657216;mso-position-horizontal:right;mso-position-horizontal-relative:margin;mso-position-vertical-relative:margin" coordorigin="1495,5010" coordsize="21287,7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">
                <v:shape id="Freeform 11" o:spid="_x0000_s1027" style="position:absolute;left:1495;top:5010;width:21287;height:7290;visibility:visible;mso-wrap-style:square;v-text-anchor:top" coordsize="21287,7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" path="m,608l,6683r2,50l17,6829r30,90l91,7003r55,75l212,7144r75,55l371,7243r90,30l557,7288r50,2l20679,7290r99,-8l20871,7259r87,-36l21038,7173r71,-60l21169,7042r50,-80l21256,6875r23,-94l21287,6683r,-6075l21279,509r-23,-93l21219,329r-50,-80l21109,178r-71,-60l20958,68r-87,-37l20778,8,20679,,607,,509,8,415,31,328,68r-80,50l178,178r-61,71l68,329,31,416,8,509,,608xe" filled="f" strokeweight=".357mm">
                  <v:path arrowok="t" o:connecttype="custom" o:connectlocs="0,5618;0,11693;2,11743;17,11839;47,11929;91,12013;146,12088;212,12154;287,12209;371,12253;461,12283;557,12298;607,12300;20679,12300;20778,12292;20871,12269;20958,12233;21038,12183;21109,12123;21169,12052;21219,11972;21256,11885;21279,11791;21287,11693;21287,5618;21279,5519;21256,5426;21219,5339;21169,5259;21109,5188;21038,5128;20958,5078;20871,5041;20778,5018;20679,5010;607,5010;509,5018;415,5041;328,5078;248,5128;178,5188;117,5259;68,5339;31,5426;8,5519;0,5618" o:connectangles="0,0,0,0,0,0,0,0,0,0,0,0,0,0,0,0,0,0,0,0,0,0,0,0,0,0,0,0,0,0,0,0,0,0,0,0,0,0,0,0,0,0,0,0,0,0"/>
                </v:shape>
                <w10:wrap anchorx="margin" anchory="margin"/>
              </v:group>
            </w:pict>
          </mc:Fallback>
        </mc:AlternateContent>
      </w:r>
    </w:p>
    <w:p w14:paraId="3E737A6C" w14:textId="77777777" w:rsidR="00A26219" w:rsidRDefault="00A26219" w:rsidP="00A26219">
      <w:pPr>
        <w:spacing w:before="15"/>
        <w:ind w:left="7025"/>
        <w:rPr>
          <w:rFonts w:ascii="Arial" w:eastAsia="Arial" w:hAnsi="Arial" w:cs="Arial"/>
          <w:sz w:val="40"/>
        </w:rPr>
      </w:pPr>
      <w:r>
        <w:rPr>
          <w:rFonts w:ascii="Arial" w:eastAsia="Arial" w:hAnsi="Arial" w:cs="Arial"/>
          <w:b/>
          <w:sz w:val="40"/>
        </w:rPr>
        <w:t>IMPORTANT</w:t>
      </w:r>
      <w:r>
        <w:rPr>
          <w:rFonts w:ascii="Arial" w:eastAsia="Arial" w:hAnsi="Arial" w:cs="Arial"/>
          <w:b/>
          <w:spacing w:val="49"/>
          <w:sz w:val="40"/>
        </w:rPr>
        <w:t xml:space="preserve"> </w:t>
      </w:r>
      <w:r>
        <w:rPr>
          <w:rFonts w:ascii="Arial" w:eastAsia="Arial" w:hAnsi="Arial" w:cs="Arial"/>
          <w:b/>
          <w:sz w:val="40"/>
        </w:rPr>
        <w:t>THINGS</w:t>
      </w:r>
      <w:r>
        <w:rPr>
          <w:rFonts w:ascii="Arial" w:eastAsia="Arial" w:hAnsi="Arial" w:cs="Arial"/>
          <w:b/>
          <w:spacing w:val="17"/>
          <w:sz w:val="40"/>
        </w:rPr>
        <w:t xml:space="preserve"> </w:t>
      </w:r>
      <w:r>
        <w:rPr>
          <w:rFonts w:ascii="Arial" w:eastAsia="Arial" w:hAnsi="Arial" w:cs="Arial"/>
          <w:b/>
          <w:sz w:val="40"/>
        </w:rPr>
        <w:t>YOU</w:t>
      </w:r>
      <w:r>
        <w:rPr>
          <w:rFonts w:ascii="Arial" w:eastAsia="Arial" w:hAnsi="Arial" w:cs="Arial"/>
          <w:b/>
          <w:spacing w:val="19"/>
          <w:sz w:val="40"/>
        </w:rPr>
        <w:t xml:space="preserve"> </w:t>
      </w:r>
      <w:r>
        <w:rPr>
          <w:rFonts w:ascii="Arial" w:eastAsia="Arial" w:hAnsi="Arial" w:cs="Arial"/>
          <w:b/>
          <w:sz w:val="40"/>
        </w:rPr>
        <w:t>SHOULD</w:t>
      </w:r>
      <w:r>
        <w:rPr>
          <w:rFonts w:ascii="Arial" w:eastAsia="Arial" w:hAnsi="Arial" w:cs="Arial"/>
          <w:b/>
          <w:spacing w:val="19"/>
          <w:sz w:val="40"/>
        </w:rPr>
        <w:t xml:space="preserve"> </w:t>
      </w:r>
      <w:r>
        <w:rPr>
          <w:rFonts w:ascii="Arial" w:eastAsia="Arial" w:hAnsi="Arial" w:cs="Arial"/>
          <w:b/>
          <w:w w:val="101"/>
          <w:sz w:val="40"/>
        </w:rPr>
        <w:t>KNOW</w:t>
      </w:r>
    </w:p>
    <w:p w14:paraId="6F2C4C4F" w14:textId="77777777" w:rsidR="00A26219" w:rsidRPr="00827D0B" w:rsidRDefault="00A26219" w:rsidP="00A26219">
      <w:pPr>
        <w:ind w:left="1270"/>
        <w:rPr>
          <w:rFonts w:ascii="Arial" w:eastAsia="Arial" w:hAnsi="Arial" w:cs="Arial"/>
          <w:sz w:val="36"/>
          <w:szCs w:val="36"/>
        </w:rPr>
      </w:pPr>
      <w:r w:rsidRPr="00827D0B">
        <w:rPr>
          <w:rFonts w:ascii="Arial" w:eastAsia="Arial" w:hAnsi="Arial" w:cs="Arial"/>
          <w:w w:val="144"/>
          <w:sz w:val="36"/>
          <w:szCs w:val="36"/>
        </w:rPr>
        <w:t>•</w:t>
      </w:r>
      <w:r w:rsidRPr="00827D0B">
        <w:rPr>
          <w:rFonts w:ascii="Arial" w:eastAsia="Arial" w:hAnsi="Arial" w:cs="Arial"/>
          <w:spacing w:val="-34"/>
          <w:w w:val="144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Do</w:t>
      </w:r>
      <w:r w:rsidRPr="00827D0B">
        <w:rPr>
          <w:rFonts w:ascii="Arial" w:eastAsia="Arial" w:hAnsi="Arial" w:cs="Arial"/>
          <w:spacing w:val="7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not</w:t>
      </w:r>
      <w:r w:rsidRPr="00827D0B">
        <w:rPr>
          <w:rFonts w:ascii="Arial" w:eastAsia="Arial" w:hAnsi="Arial" w:cs="Arial"/>
          <w:spacing w:val="27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file</w:t>
      </w:r>
      <w:r w:rsidRPr="00827D0B">
        <w:rPr>
          <w:rFonts w:ascii="Arial" w:eastAsia="Arial" w:hAnsi="Arial" w:cs="Arial"/>
          <w:spacing w:val="7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this</w:t>
      </w:r>
      <w:r w:rsidRPr="00827D0B"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form</w:t>
      </w:r>
      <w:r w:rsidRPr="00827D0B">
        <w:rPr>
          <w:rFonts w:ascii="Arial" w:eastAsia="Arial" w:hAnsi="Arial" w:cs="Arial"/>
          <w:spacing w:val="31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with</w:t>
      </w:r>
      <w:r w:rsidRPr="00827D0B">
        <w:rPr>
          <w:rFonts w:ascii="Arial" w:eastAsia="Arial" w:hAnsi="Arial" w:cs="Arial"/>
          <w:spacing w:val="34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your</w:t>
      </w:r>
      <w:r w:rsidRPr="00827D0B"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tax</w:t>
      </w:r>
      <w:r w:rsidRPr="00827D0B">
        <w:rPr>
          <w:rFonts w:ascii="Arial" w:eastAsia="Arial" w:hAnsi="Arial" w:cs="Arial"/>
          <w:spacing w:val="21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return.</w:t>
      </w:r>
      <w:r w:rsidRPr="00827D0B"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See</w:t>
      </w:r>
      <w:r w:rsidRPr="00827D0B">
        <w:rPr>
          <w:rFonts w:ascii="Arial" w:eastAsia="Arial" w:hAnsi="Arial" w:cs="Arial"/>
          <w:spacing w:val="-11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i/>
          <w:sz w:val="36"/>
          <w:szCs w:val="36"/>
        </w:rPr>
        <w:t>Where</w:t>
      </w:r>
      <w:r w:rsidRPr="00827D0B">
        <w:rPr>
          <w:rFonts w:ascii="Arial" w:eastAsia="Arial" w:hAnsi="Arial" w:cs="Arial"/>
          <w:i/>
          <w:spacing w:val="-9"/>
          <w:sz w:val="36"/>
          <w:szCs w:val="36"/>
        </w:rPr>
        <w:t xml:space="preserve"> </w:t>
      </w:r>
      <w:proofErr w:type="gramStart"/>
      <w:r w:rsidRPr="00827D0B">
        <w:rPr>
          <w:rFonts w:ascii="Arial" w:eastAsia="Arial" w:hAnsi="Arial" w:cs="Arial"/>
          <w:i/>
          <w:sz w:val="36"/>
          <w:szCs w:val="36"/>
        </w:rPr>
        <w:t>To</w:t>
      </w:r>
      <w:proofErr w:type="gramEnd"/>
      <w:r w:rsidRPr="00827D0B">
        <w:rPr>
          <w:rFonts w:ascii="Arial" w:eastAsia="Arial" w:hAnsi="Arial" w:cs="Arial"/>
          <w:i/>
          <w:spacing w:val="-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i/>
          <w:sz w:val="36"/>
          <w:szCs w:val="36"/>
        </w:rPr>
        <w:t>File</w:t>
      </w:r>
      <w:r w:rsidRPr="00827D0B">
        <w:rPr>
          <w:rFonts w:ascii="Arial" w:eastAsia="Arial" w:hAnsi="Arial" w:cs="Arial"/>
          <w:i/>
          <w:spacing w:val="-15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in</w:t>
      </w:r>
      <w:r w:rsidRPr="00827D0B">
        <w:rPr>
          <w:rFonts w:ascii="Arial" w:eastAsia="Arial" w:hAnsi="Arial" w:cs="Arial"/>
          <w:spacing w:val="5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the</w:t>
      </w:r>
      <w:r w:rsidRPr="00827D0B"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w w:val="103"/>
          <w:sz w:val="36"/>
          <w:szCs w:val="36"/>
        </w:rPr>
        <w:t>instructions.</w:t>
      </w:r>
    </w:p>
    <w:p w14:paraId="1178730E" w14:textId="77777777" w:rsidR="00A26219" w:rsidRPr="00827D0B" w:rsidRDefault="00A26219" w:rsidP="00A26219">
      <w:pPr>
        <w:spacing w:line="253" w:lineRule="auto"/>
        <w:ind w:left="1553" w:right="967" w:hanging="284"/>
        <w:rPr>
          <w:rFonts w:ascii="Arial" w:eastAsia="Arial" w:hAnsi="Arial" w:cs="Arial"/>
          <w:sz w:val="36"/>
          <w:szCs w:val="36"/>
        </w:rPr>
      </w:pPr>
      <w:r w:rsidRPr="00827D0B">
        <w:rPr>
          <w:rFonts w:ascii="Arial" w:eastAsia="Arial" w:hAnsi="Arial" w:cs="Arial"/>
          <w:w w:val="144"/>
          <w:sz w:val="36"/>
          <w:szCs w:val="36"/>
        </w:rPr>
        <w:t>•</w:t>
      </w:r>
      <w:r w:rsidRPr="00827D0B">
        <w:rPr>
          <w:rFonts w:ascii="Arial" w:eastAsia="Arial" w:hAnsi="Arial" w:cs="Arial"/>
          <w:spacing w:val="-34"/>
          <w:w w:val="144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See</w:t>
      </w:r>
      <w:r w:rsidRPr="00827D0B">
        <w:rPr>
          <w:rFonts w:ascii="Arial" w:eastAsia="Arial" w:hAnsi="Arial" w:cs="Arial"/>
          <w:spacing w:val="-11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the</w:t>
      </w:r>
      <w:r w:rsidRPr="00827D0B"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instructions</w:t>
      </w:r>
      <w:r w:rsidRPr="00827D0B">
        <w:rPr>
          <w:rFonts w:ascii="Arial" w:eastAsia="Arial" w:hAnsi="Arial" w:cs="Arial"/>
          <w:spacing w:val="57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for</w:t>
      </w:r>
      <w:r w:rsidRPr="00827D0B"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this</w:t>
      </w:r>
      <w:r w:rsidRPr="00827D0B"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form</w:t>
      </w:r>
      <w:r w:rsidRPr="00827D0B">
        <w:rPr>
          <w:rFonts w:ascii="Arial" w:eastAsia="Arial" w:hAnsi="Arial" w:cs="Arial"/>
          <w:spacing w:val="31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and</w:t>
      </w:r>
      <w:r w:rsidRPr="00827D0B"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Pub.</w:t>
      </w:r>
      <w:r w:rsidRPr="00827D0B"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971,</w:t>
      </w:r>
      <w:r w:rsidRPr="00827D0B">
        <w:rPr>
          <w:rFonts w:ascii="Arial" w:eastAsia="Arial" w:hAnsi="Arial" w:cs="Arial"/>
          <w:spacing w:val="9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Innocent</w:t>
      </w:r>
      <w:r w:rsidRPr="00827D0B">
        <w:rPr>
          <w:rFonts w:ascii="Arial" w:eastAsia="Arial" w:hAnsi="Arial" w:cs="Arial"/>
          <w:spacing w:val="30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Spouse</w:t>
      </w:r>
      <w:r w:rsidRPr="00827D0B"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Relief,</w:t>
      </w:r>
      <w:r w:rsidRPr="00827D0B">
        <w:rPr>
          <w:rFonts w:ascii="Arial" w:eastAsia="Arial" w:hAnsi="Arial" w:cs="Arial"/>
          <w:spacing w:val="-8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for</w:t>
      </w:r>
      <w:r w:rsidRPr="00827D0B"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help</w:t>
      </w:r>
      <w:r w:rsidRPr="00827D0B"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in</w:t>
      </w:r>
      <w:r w:rsidRPr="00827D0B">
        <w:rPr>
          <w:rFonts w:ascii="Arial" w:eastAsia="Arial" w:hAnsi="Arial" w:cs="Arial"/>
          <w:spacing w:val="5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completing</w:t>
      </w:r>
      <w:r w:rsidRPr="00827D0B">
        <w:rPr>
          <w:rFonts w:ascii="Arial" w:eastAsia="Arial" w:hAnsi="Arial" w:cs="Arial"/>
          <w:spacing w:val="7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this</w:t>
      </w:r>
      <w:r w:rsidRPr="00827D0B"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form</w:t>
      </w:r>
      <w:r w:rsidRPr="00827D0B">
        <w:rPr>
          <w:rFonts w:ascii="Arial" w:eastAsia="Arial" w:hAnsi="Arial" w:cs="Arial"/>
          <w:spacing w:val="31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and</w:t>
      </w:r>
      <w:r w:rsidRPr="00827D0B"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for</w:t>
      </w:r>
      <w:r w:rsidRPr="00827D0B"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a description</w:t>
      </w:r>
      <w:r w:rsidRPr="00827D0B">
        <w:rPr>
          <w:rFonts w:ascii="Arial" w:eastAsia="Arial" w:hAnsi="Arial" w:cs="Arial"/>
          <w:spacing w:val="7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of</w:t>
      </w:r>
      <w:r w:rsidRPr="00827D0B"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the</w:t>
      </w:r>
      <w:r w:rsidRPr="00827D0B"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factors</w:t>
      </w:r>
      <w:r w:rsidRPr="00827D0B">
        <w:rPr>
          <w:rFonts w:ascii="Arial" w:eastAsia="Arial" w:hAnsi="Arial" w:cs="Arial"/>
          <w:spacing w:val="45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the</w:t>
      </w:r>
      <w:r w:rsidRPr="00827D0B"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IRS</w:t>
      </w:r>
      <w:r w:rsidRPr="00827D0B">
        <w:rPr>
          <w:rFonts w:ascii="Arial" w:eastAsia="Arial" w:hAnsi="Arial" w:cs="Arial"/>
          <w:spacing w:val="-22"/>
          <w:sz w:val="36"/>
          <w:szCs w:val="36"/>
        </w:rPr>
        <w:t xml:space="preserve"> </w:t>
      </w:r>
      <w:proofErr w:type="gramStart"/>
      <w:r w:rsidRPr="00827D0B">
        <w:rPr>
          <w:rFonts w:ascii="Arial" w:eastAsia="Arial" w:hAnsi="Arial" w:cs="Arial"/>
          <w:sz w:val="36"/>
          <w:szCs w:val="36"/>
        </w:rPr>
        <w:t>takes</w:t>
      </w:r>
      <w:r w:rsidRPr="00827D0B"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into</w:t>
      </w:r>
      <w:r w:rsidRPr="00827D0B"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account</w:t>
      </w:r>
      <w:proofErr w:type="gramEnd"/>
      <w:r w:rsidRPr="00827D0B">
        <w:rPr>
          <w:rFonts w:ascii="Arial" w:eastAsia="Arial" w:hAnsi="Arial" w:cs="Arial"/>
          <w:spacing w:val="5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in</w:t>
      </w:r>
      <w:r w:rsidRPr="00827D0B">
        <w:rPr>
          <w:rFonts w:ascii="Arial" w:eastAsia="Arial" w:hAnsi="Arial" w:cs="Arial"/>
          <w:spacing w:val="5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deciding</w:t>
      </w:r>
      <w:r w:rsidRPr="00827D0B">
        <w:rPr>
          <w:rFonts w:ascii="Arial" w:eastAsia="Arial" w:hAnsi="Arial" w:cs="Arial"/>
          <w:spacing w:val="56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whether</w:t>
      </w:r>
      <w:r w:rsidRPr="00827D0B"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to</w:t>
      </w:r>
      <w:r w:rsidRPr="00827D0B"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grant</w:t>
      </w:r>
      <w:r w:rsidRPr="00827D0B"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innocent</w:t>
      </w:r>
      <w:r w:rsidRPr="00827D0B">
        <w:rPr>
          <w:rFonts w:ascii="Arial" w:eastAsia="Arial" w:hAnsi="Arial" w:cs="Arial"/>
          <w:spacing w:val="43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spouse</w:t>
      </w:r>
      <w:r w:rsidRPr="00827D0B"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relief.</w:t>
      </w:r>
      <w:r w:rsidRPr="00827D0B">
        <w:rPr>
          <w:rFonts w:ascii="Arial" w:eastAsia="Arial" w:hAnsi="Arial" w:cs="Arial"/>
          <w:spacing w:val="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The</w:t>
      </w:r>
      <w:r w:rsidRPr="00827D0B">
        <w:rPr>
          <w:rFonts w:ascii="Arial" w:eastAsia="Arial" w:hAnsi="Arial" w:cs="Arial"/>
          <w:spacing w:val="-10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Form</w:t>
      </w:r>
      <w:r w:rsidRPr="00827D0B"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w w:val="101"/>
          <w:sz w:val="36"/>
          <w:szCs w:val="36"/>
        </w:rPr>
        <w:t xml:space="preserve">8857 </w:t>
      </w:r>
      <w:r w:rsidRPr="00827D0B">
        <w:rPr>
          <w:rFonts w:ascii="Arial" w:eastAsia="Arial" w:hAnsi="Arial" w:cs="Arial"/>
          <w:sz w:val="36"/>
          <w:szCs w:val="36"/>
        </w:rPr>
        <w:t>instructions</w:t>
      </w:r>
      <w:r w:rsidRPr="00827D0B">
        <w:rPr>
          <w:rFonts w:ascii="Arial" w:eastAsia="Arial" w:hAnsi="Arial" w:cs="Arial"/>
          <w:spacing w:val="57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and</w:t>
      </w:r>
      <w:r w:rsidRPr="00827D0B"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Pub.</w:t>
      </w:r>
      <w:r w:rsidRPr="00827D0B"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971</w:t>
      </w:r>
      <w:r w:rsidRPr="00827D0B">
        <w:rPr>
          <w:rFonts w:ascii="Arial" w:eastAsia="Arial" w:hAnsi="Arial" w:cs="Arial"/>
          <w:spacing w:val="8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are</w:t>
      </w:r>
      <w:r w:rsidRPr="00827D0B">
        <w:rPr>
          <w:rFonts w:ascii="Arial" w:eastAsia="Arial" w:hAnsi="Arial" w:cs="Arial"/>
          <w:spacing w:val="-8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available</w:t>
      </w:r>
      <w:r w:rsidRPr="00827D0B">
        <w:rPr>
          <w:rFonts w:ascii="Arial" w:eastAsia="Arial" w:hAnsi="Arial" w:cs="Arial"/>
          <w:spacing w:val="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at</w:t>
      </w:r>
      <w:r w:rsidRPr="00827D0B">
        <w:rPr>
          <w:rFonts w:ascii="Arial" w:eastAsia="Arial" w:hAnsi="Arial" w:cs="Arial"/>
          <w:spacing w:val="11"/>
          <w:sz w:val="36"/>
          <w:szCs w:val="36"/>
        </w:rPr>
        <w:t xml:space="preserve"> </w:t>
      </w:r>
      <w:hyperlink r:id="rId12">
        <w:r w:rsidRPr="00827D0B">
          <w:rPr>
            <w:rFonts w:ascii="Arial" w:eastAsia="Arial" w:hAnsi="Arial" w:cs="Arial"/>
            <w:i/>
            <w:w w:val="103"/>
            <w:sz w:val="36"/>
            <w:szCs w:val="36"/>
          </w:rPr>
          <w:t>www.irs.gov</w:t>
        </w:r>
        <w:r w:rsidRPr="00827D0B">
          <w:rPr>
            <w:rFonts w:ascii="Arial" w:eastAsia="Arial" w:hAnsi="Arial" w:cs="Arial"/>
            <w:w w:val="101"/>
            <w:sz w:val="36"/>
            <w:szCs w:val="36"/>
          </w:rPr>
          <w:t>.</w:t>
        </w:r>
      </w:hyperlink>
    </w:p>
    <w:p w14:paraId="54E29968" w14:textId="77777777" w:rsidR="00A26219" w:rsidRPr="00827D0B" w:rsidRDefault="00A26219" w:rsidP="00A26219">
      <w:pPr>
        <w:spacing w:before="49"/>
        <w:ind w:left="1270"/>
        <w:rPr>
          <w:rFonts w:ascii="Arial" w:eastAsia="Arial" w:hAnsi="Arial" w:cs="Arial"/>
          <w:sz w:val="36"/>
          <w:szCs w:val="36"/>
        </w:rPr>
      </w:pPr>
      <w:r w:rsidRPr="00827D0B">
        <w:rPr>
          <w:rFonts w:ascii="Arial" w:eastAsia="Arial" w:hAnsi="Arial" w:cs="Arial"/>
          <w:w w:val="138"/>
          <w:sz w:val="36"/>
          <w:szCs w:val="36"/>
        </w:rPr>
        <w:t>•</w:t>
      </w:r>
      <w:r w:rsidRPr="00827D0B">
        <w:rPr>
          <w:rFonts w:ascii="Arial" w:eastAsia="Arial" w:hAnsi="Arial" w:cs="Arial"/>
          <w:spacing w:val="-33"/>
          <w:w w:val="138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Attach</w:t>
      </w:r>
      <w:r w:rsidRPr="00827D0B">
        <w:rPr>
          <w:rFonts w:ascii="Arial" w:eastAsia="Arial" w:hAnsi="Arial" w:cs="Arial"/>
          <w:spacing w:val="-1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the</w:t>
      </w:r>
      <w:r w:rsidRPr="00827D0B">
        <w:rPr>
          <w:rFonts w:ascii="Arial" w:eastAsia="Arial" w:hAnsi="Arial" w:cs="Arial"/>
          <w:spacing w:val="-1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complete</w:t>
      </w:r>
      <w:r w:rsidRPr="00827D0B">
        <w:rPr>
          <w:rFonts w:ascii="Arial" w:eastAsia="Arial" w:hAnsi="Arial" w:cs="Arial"/>
          <w:spacing w:val="-17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copy</w:t>
      </w:r>
      <w:r w:rsidRPr="00827D0B">
        <w:rPr>
          <w:rFonts w:ascii="Arial" w:eastAsia="Arial" w:hAnsi="Arial" w:cs="Arial"/>
          <w:spacing w:val="6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of</w:t>
      </w:r>
      <w:r w:rsidRPr="00827D0B">
        <w:rPr>
          <w:rFonts w:ascii="Arial" w:eastAsia="Arial" w:hAnsi="Arial" w:cs="Arial"/>
          <w:spacing w:val="1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any</w:t>
      </w:r>
      <w:r w:rsidRPr="00827D0B">
        <w:rPr>
          <w:rFonts w:ascii="Arial" w:eastAsia="Arial" w:hAnsi="Arial" w:cs="Arial"/>
          <w:spacing w:val="-25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document</w:t>
      </w:r>
      <w:r w:rsidRPr="00827D0B">
        <w:rPr>
          <w:rFonts w:ascii="Arial" w:eastAsia="Arial" w:hAnsi="Arial" w:cs="Arial"/>
          <w:spacing w:val="-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requested</w:t>
      </w:r>
      <w:r w:rsidRPr="00827D0B">
        <w:rPr>
          <w:rFonts w:ascii="Arial" w:eastAsia="Arial" w:hAnsi="Arial" w:cs="Arial"/>
          <w:spacing w:val="-34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or</w:t>
      </w:r>
      <w:r w:rsidRPr="00827D0B">
        <w:rPr>
          <w:rFonts w:ascii="Arial" w:eastAsia="Arial" w:hAnsi="Arial" w:cs="Arial"/>
          <w:spacing w:val="-5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that</w:t>
      </w:r>
      <w:r w:rsidRPr="00827D0B">
        <w:rPr>
          <w:rFonts w:ascii="Arial" w:eastAsia="Arial" w:hAnsi="Arial" w:cs="Arial"/>
          <w:spacing w:val="-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you</w:t>
      </w:r>
      <w:r w:rsidRPr="00827D0B">
        <w:rPr>
          <w:rFonts w:ascii="Arial" w:eastAsia="Arial" w:hAnsi="Arial" w:cs="Arial"/>
          <w:spacing w:val="-14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otherwise</w:t>
      </w:r>
      <w:r w:rsidRPr="00827D0B">
        <w:rPr>
          <w:rFonts w:ascii="Arial" w:eastAsia="Arial" w:hAnsi="Arial" w:cs="Arial"/>
          <w:spacing w:val="-33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w w:val="96"/>
          <w:sz w:val="36"/>
          <w:szCs w:val="36"/>
        </w:rPr>
        <w:t>believe</w:t>
      </w:r>
      <w:r w:rsidRPr="00827D0B">
        <w:rPr>
          <w:rFonts w:ascii="Arial" w:eastAsia="Arial" w:hAnsi="Arial" w:cs="Arial"/>
          <w:spacing w:val="2"/>
          <w:w w:val="96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will</w:t>
      </w:r>
      <w:r w:rsidRPr="00827D0B">
        <w:rPr>
          <w:rFonts w:ascii="Arial" w:eastAsia="Arial" w:hAnsi="Arial" w:cs="Arial"/>
          <w:spacing w:val="-7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support</w:t>
      </w:r>
      <w:r w:rsidRPr="00827D0B">
        <w:rPr>
          <w:rFonts w:ascii="Arial" w:eastAsia="Arial" w:hAnsi="Arial" w:cs="Arial"/>
          <w:spacing w:val="-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your</w:t>
      </w:r>
      <w:r w:rsidRPr="00827D0B">
        <w:rPr>
          <w:rFonts w:ascii="Arial" w:eastAsia="Arial" w:hAnsi="Arial" w:cs="Arial"/>
          <w:spacing w:val="-16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request</w:t>
      </w:r>
      <w:r w:rsidRPr="00827D0B">
        <w:rPr>
          <w:rFonts w:ascii="Arial" w:eastAsia="Arial" w:hAnsi="Arial" w:cs="Arial"/>
          <w:spacing w:val="-26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for</w:t>
      </w:r>
      <w:r w:rsidRPr="00827D0B">
        <w:rPr>
          <w:rFonts w:ascii="Arial" w:eastAsia="Arial" w:hAnsi="Arial" w:cs="Arial"/>
          <w:spacing w:val="-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relief.</w:t>
      </w:r>
    </w:p>
    <w:p w14:paraId="142402E6" w14:textId="77777777" w:rsidR="00A26219" w:rsidRPr="00827D0B" w:rsidRDefault="00A26219" w:rsidP="00A26219">
      <w:pPr>
        <w:spacing w:line="253" w:lineRule="auto"/>
        <w:ind w:left="1553" w:right="1235" w:hanging="284"/>
        <w:jc w:val="both"/>
        <w:rPr>
          <w:rFonts w:ascii="Arial" w:eastAsia="Arial" w:hAnsi="Arial" w:cs="Arial"/>
          <w:sz w:val="36"/>
          <w:szCs w:val="36"/>
        </w:rPr>
      </w:pPr>
      <w:r w:rsidRPr="00827D0B">
        <w:rPr>
          <w:rFonts w:ascii="Arial" w:eastAsia="Arial" w:hAnsi="Arial" w:cs="Arial"/>
          <w:w w:val="144"/>
          <w:sz w:val="36"/>
          <w:szCs w:val="36"/>
        </w:rPr>
        <w:t>•</w:t>
      </w:r>
      <w:r w:rsidRPr="00827D0B">
        <w:rPr>
          <w:rFonts w:ascii="Arial" w:eastAsia="Arial" w:hAnsi="Arial" w:cs="Arial"/>
          <w:spacing w:val="-34"/>
          <w:w w:val="144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The</w:t>
      </w:r>
      <w:r w:rsidRPr="00827D0B">
        <w:rPr>
          <w:rFonts w:ascii="Arial" w:eastAsia="Arial" w:hAnsi="Arial" w:cs="Arial"/>
          <w:spacing w:val="-10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IRS</w:t>
      </w:r>
      <w:r w:rsidRPr="00827D0B">
        <w:rPr>
          <w:rFonts w:ascii="Arial" w:eastAsia="Arial" w:hAnsi="Arial" w:cs="Arial"/>
          <w:spacing w:val="-2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is</w:t>
      </w:r>
      <w:r w:rsidRPr="00827D0B">
        <w:rPr>
          <w:rFonts w:ascii="Arial" w:eastAsia="Arial" w:hAnsi="Arial" w:cs="Arial"/>
          <w:spacing w:val="5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required</w:t>
      </w:r>
      <w:r w:rsidRPr="00827D0B"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by</w:t>
      </w:r>
      <w:r w:rsidRPr="00827D0B"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law</w:t>
      </w:r>
      <w:r w:rsidRPr="00827D0B"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to</w:t>
      </w:r>
      <w:r w:rsidRPr="00827D0B"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notify</w:t>
      </w:r>
      <w:r w:rsidRPr="00827D0B">
        <w:rPr>
          <w:rFonts w:ascii="Arial" w:eastAsia="Arial" w:hAnsi="Arial" w:cs="Arial"/>
          <w:spacing w:val="36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the</w:t>
      </w:r>
      <w:r w:rsidRPr="00827D0B"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person</w:t>
      </w:r>
      <w:r w:rsidRPr="00827D0B">
        <w:rPr>
          <w:rFonts w:ascii="Arial" w:eastAsia="Arial" w:hAnsi="Arial" w:cs="Arial"/>
          <w:spacing w:val="24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listed</w:t>
      </w:r>
      <w:r w:rsidRPr="00827D0B">
        <w:rPr>
          <w:rFonts w:ascii="Arial" w:eastAsia="Arial" w:hAnsi="Arial" w:cs="Arial"/>
          <w:spacing w:val="27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on</w:t>
      </w:r>
      <w:r w:rsidRPr="00827D0B"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line</w:t>
      </w:r>
      <w:r w:rsidRPr="00827D0B">
        <w:rPr>
          <w:rFonts w:ascii="Arial" w:eastAsia="Arial" w:hAnsi="Arial" w:cs="Arial"/>
          <w:spacing w:val="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6</w:t>
      </w:r>
      <w:r w:rsidRPr="00827D0B">
        <w:rPr>
          <w:rFonts w:ascii="Arial" w:eastAsia="Arial" w:hAnsi="Arial" w:cs="Arial"/>
          <w:spacing w:val="4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that</w:t>
      </w:r>
      <w:r w:rsidRPr="00827D0B"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you</w:t>
      </w:r>
      <w:r w:rsidRPr="00827D0B"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have</w:t>
      </w:r>
      <w:r w:rsidRPr="00827D0B">
        <w:rPr>
          <w:rFonts w:ascii="Arial" w:eastAsia="Arial" w:hAnsi="Arial" w:cs="Arial"/>
          <w:spacing w:val="-6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requested</w:t>
      </w:r>
      <w:r w:rsidRPr="00827D0B">
        <w:rPr>
          <w:rFonts w:ascii="Arial" w:eastAsia="Arial" w:hAnsi="Arial" w:cs="Arial"/>
          <w:spacing w:val="34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this</w:t>
      </w:r>
      <w:r w:rsidRPr="00827D0B"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relief.</w:t>
      </w:r>
      <w:r w:rsidRPr="00827D0B">
        <w:rPr>
          <w:rFonts w:ascii="Arial" w:eastAsia="Arial" w:hAnsi="Arial" w:cs="Arial"/>
          <w:spacing w:val="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That</w:t>
      </w:r>
      <w:r w:rsidRPr="00827D0B">
        <w:rPr>
          <w:rFonts w:ascii="Arial" w:eastAsia="Arial" w:hAnsi="Arial" w:cs="Arial"/>
          <w:spacing w:val="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person</w:t>
      </w:r>
      <w:r w:rsidRPr="00827D0B">
        <w:rPr>
          <w:rFonts w:ascii="Arial" w:eastAsia="Arial" w:hAnsi="Arial" w:cs="Arial"/>
          <w:spacing w:val="24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will</w:t>
      </w:r>
      <w:r w:rsidRPr="00827D0B"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have the</w:t>
      </w:r>
      <w:r w:rsidRPr="00827D0B"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opportunity</w:t>
      </w:r>
      <w:r w:rsidRPr="00827D0B">
        <w:rPr>
          <w:rFonts w:ascii="Arial" w:eastAsia="Arial" w:hAnsi="Arial" w:cs="Arial"/>
          <w:spacing w:val="91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to</w:t>
      </w:r>
      <w:r w:rsidRPr="00827D0B"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participate</w:t>
      </w:r>
      <w:r w:rsidRPr="00827D0B">
        <w:rPr>
          <w:rFonts w:ascii="Arial" w:eastAsia="Arial" w:hAnsi="Arial" w:cs="Arial"/>
          <w:spacing w:val="68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in</w:t>
      </w:r>
      <w:r w:rsidRPr="00827D0B">
        <w:rPr>
          <w:rFonts w:ascii="Arial" w:eastAsia="Arial" w:hAnsi="Arial" w:cs="Arial"/>
          <w:spacing w:val="5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the</w:t>
      </w:r>
      <w:r w:rsidRPr="00827D0B"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process</w:t>
      </w:r>
      <w:r w:rsidRPr="00827D0B">
        <w:rPr>
          <w:rFonts w:ascii="Arial" w:eastAsia="Arial" w:hAnsi="Arial" w:cs="Arial"/>
          <w:spacing w:val="40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by</w:t>
      </w:r>
      <w:r w:rsidRPr="00827D0B"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completing</w:t>
      </w:r>
      <w:r w:rsidRPr="00827D0B">
        <w:rPr>
          <w:rFonts w:ascii="Arial" w:eastAsia="Arial" w:hAnsi="Arial" w:cs="Arial"/>
          <w:spacing w:val="7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a</w:t>
      </w:r>
      <w:r w:rsidRPr="00827D0B">
        <w:rPr>
          <w:rFonts w:ascii="Arial" w:eastAsia="Arial" w:hAnsi="Arial" w:cs="Arial"/>
          <w:spacing w:val="-4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questionnaire</w:t>
      </w:r>
      <w:r w:rsidRPr="00827D0B">
        <w:rPr>
          <w:rFonts w:ascii="Arial" w:eastAsia="Arial" w:hAnsi="Arial" w:cs="Arial"/>
          <w:spacing w:val="24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about</w:t>
      </w:r>
      <w:r w:rsidRPr="00827D0B">
        <w:rPr>
          <w:rFonts w:ascii="Arial" w:eastAsia="Arial" w:hAnsi="Arial" w:cs="Arial"/>
          <w:spacing w:val="38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the</w:t>
      </w:r>
      <w:r w:rsidRPr="00827D0B"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tax</w:t>
      </w:r>
      <w:r w:rsidRPr="00827D0B">
        <w:rPr>
          <w:rFonts w:ascii="Arial" w:eastAsia="Arial" w:hAnsi="Arial" w:cs="Arial"/>
          <w:spacing w:val="21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years</w:t>
      </w:r>
      <w:r w:rsidRPr="00827D0B">
        <w:rPr>
          <w:rFonts w:ascii="Arial" w:eastAsia="Arial" w:hAnsi="Arial" w:cs="Arial"/>
          <w:spacing w:val="-7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you</w:t>
      </w:r>
      <w:r w:rsidRPr="00827D0B"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enter</w:t>
      </w:r>
      <w:r w:rsidRPr="00827D0B"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on</w:t>
      </w:r>
      <w:r w:rsidRPr="00827D0B"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line</w:t>
      </w:r>
      <w:r w:rsidRPr="00827D0B">
        <w:rPr>
          <w:rFonts w:ascii="Arial" w:eastAsia="Arial" w:hAnsi="Arial" w:cs="Arial"/>
          <w:spacing w:val="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3</w:t>
      </w:r>
      <w:r w:rsidRPr="00827D0B">
        <w:rPr>
          <w:rFonts w:ascii="Arial" w:eastAsia="Arial" w:hAnsi="Arial" w:cs="Arial"/>
          <w:spacing w:val="4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(the years</w:t>
      </w:r>
      <w:r w:rsidRPr="00827D0B">
        <w:rPr>
          <w:rFonts w:ascii="Arial" w:eastAsia="Arial" w:hAnsi="Arial" w:cs="Arial"/>
          <w:spacing w:val="-7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for</w:t>
      </w:r>
      <w:r w:rsidRPr="00827D0B"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which</w:t>
      </w:r>
      <w:r w:rsidRPr="00827D0B">
        <w:rPr>
          <w:rFonts w:ascii="Arial" w:eastAsia="Arial" w:hAnsi="Arial" w:cs="Arial"/>
          <w:spacing w:val="39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you</w:t>
      </w:r>
      <w:r w:rsidRPr="00827D0B"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want</w:t>
      </w:r>
      <w:r w:rsidRPr="00827D0B"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innocent</w:t>
      </w:r>
      <w:r w:rsidRPr="00827D0B">
        <w:rPr>
          <w:rFonts w:ascii="Arial" w:eastAsia="Arial" w:hAnsi="Arial" w:cs="Arial"/>
          <w:spacing w:val="43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spouse</w:t>
      </w:r>
      <w:r w:rsidRPr="00827D0B"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relief).</w:t>
      </w:r>
    </w:p>
    <w:p w14:paraId="448FFC68" w14:textId="77777777" w:rsidR="00A26219" w:rsidRPr="00827D0B" w:rsidRDefault="00A26219" w:rsidP="00A26219">
      <w:pPr>
        <w:spacing w:before="89"/>
        <w:ind w:left="1270"/>
        <w:rPr>
          <w:rFonts w:ascii="Arial" w:eastAsia="Arial" w:hAnsi="Arial" w:cs="Arial"/>
          <w:sz w:val="36"/>
          <w:szCs w:val="36"/>
        </w:rPr>
      </w:pPr>
      <w:r w:rsidRPr="00827D0B">
        <w:rPr>
          <w:rFonts w:ascii="Arial" w:eastAsia="Arial" w:hAnsi="Arial" w:cs="Arial"/>
          <w:w w:val="144"/>
          <w:sz w:val="36"/>
          <w:szCs w:val="36"/>
        </w:rPr>
        <w:t>•</w:t>
      </w:r>
      <w:r w:rsidRPr="00827D0B">
        <w:rPr>
          <w:rFonts w:ascii="Arial" w:eastAsia="Arial" w:hAnsi="Arial" w:cs="Arial"/>
          <w:spacing w:val="-34"/>
          <w:w w:val="144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The</w:t>
      </w:r>
      <w:r w:rsidRPr="00827D0B">
        <w:rPr>
          <w:rFonts w:ascii="Arial" w:eastAsia="Arial" w:hAnsi="Arial" w:cs="Arial"/>
          <w:spacing w:val="-10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IRS</w:t>
      </w:r>
      <w:r w:rsidRPr="00827D0B">
        <w:rPr>
          <w:rFonts w:ascii="Arial" w:eastAsia="Arial" w:hAnsi="Arial" w:cs="Arial"/>
          <w:spacing w:val="-2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will</w:t>
      </w:r>
      <w:r w:rsidRPr="00827D0B"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not</w:t>
      </w:r>
      <w:r w:rsidRPr="00827D0B">
        <w:rPr>
          <w:rFonts w:ascii="Arial" w:eastAsia="Arial" w:hAnsi="Arial" w:cs="Arial"/>
          <w:spacing w:val="27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disclose</w:t>
      </w:r>
      <w:r w:rsidRPr="00827D0B">
        <w:rPr>
          <w:rFonts w:ascii="Arial" w:eastAsia="Arial" w:hAnsi="Arial" w:cs="Arial"/>
          <w:spacing w:val="41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the</w:t>
      </w:r>
      <w:r w:rsidRPr="00827D0B"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following</w:t>
      </w:r>
      <w:r w:rsidRPr="00827D0B">
        <w:rPr>
          <w:rFonts w:ascii="Arial" w:eastAsia="Arial" w:hAnsi="Arial" w:cs="Arial"/>
          <w:spacing w:val="58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information:</w:t>
      </w:r>
      <w:r w:rsidRPr="00827D0B">
        <w:rPr>
          <w:rFonts w:ascii="Arial" w:eastAsia="Arial" w:hAnsi="Arial" w:cs="Arial"/>
          <w:spacing w:val="58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your</w:t>
      </w:r>
      <w:r w:rsidRPr="00827D0B"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current</w:t>
      </w:r>
      <w:r w:rsidRPr="00827D0B">
        <w:rPr>
          <w:rFonts w:ascii="Arial" w:eastAsia="Arial" w:hAnsi="Arial" w:cs="Arial"/>
          <w:spacing w:val="36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name,</w:t>
      </w:r>
      <w:r w:rsidRPr="00827D0B">
        <w:rPr>
          <w:rFonts w:ascii="Arial" w:eastAsia="Arial" w:hAnsi="Arial" w:cs="Arial"/>
          <w:spacing w:val="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address,</w:t>
      </w:r>
      <w:r w:rsidRPr="00827D0B">
        <w:rPr>
          <w:rFonts w:ascii="Arial" w:eastAsia="Arial" w:hAnsi="Arial" w:cs="Arial"/>
          <w:spacing w:val="30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phone</w:t>
      </w:r>
      <w:r w:rsidRPr="00827D0B">
        <w:rPr>
          <w:rFonts w:ascii="Arial" w:eastAsia="Arial" w:hAnsi="Arial" w:cs="Arial"/>
          <w:spacing w:val="2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numbers,</w:t>
      </w:r>
      <w:r w:rsidRPr="00827D0B">
        <w:rPr>
          <w:rFonts w:ascii="Arial" w:eastAsia="Arial" w:hAnsi="Arial" w:cs="Arial"/>
          <w:spacing w:val="3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or</w:t>
      </w:r>
      <w:r w:rsidRPr="00827D0B"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employer(s).</w:t>
      </w:r>
    </w:p>
    <w:p w14:paraId="62D30D3A" w14:textId="77777777" w:rsidR="00A26219" w:rsidRPr="00827D0B" w:rsidRDefault="00A26219" w:rsidP="00A26219">
      <w:pPr>
        <w:spacing w:line="253" w:lineRule="auto"/>
        <w:ind w:left="1553" w:right="1239" w:hanging="284"/>
        <w:rPr>
          <w:rFonts w:ascii="Arial" w:eastAsia="Arial" w:hAnsi="Arial" w:cs="Arial"/>
          <w:sz w:val="36"/>
          <w:szCs w:val="36"/>
        </w:rPr>
      </w:pPr>
      <w:r w:rsidRPr="00827D0B">
        <w:rPr>
          <w:rFonts w:ascii="Arial" w:eastAsia="Arial" w:hAnsi="Arial" w:cs="Arial"/>
          <w:w w:val="141"/>
          <w:sz w:val="36"/>
          <w:szCs w:val="36"/>
        </w:rPr>
        <w:t>•</w:t>
      </w:r>
      <w:r w:rsidRPr="00827D0B">
        <w:rPr>
          <w:rFonts w:ascii="Arial" w:eastAsia="Arial" w:hAnsi="Arial" w:cs="Arial"/>
          <w:spacing w:val="-39"/>
          <w:w w:val="141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b/>
          <w:sz w:val="36"/>
          <w:szCs w:val="36"/>
        </w:rPr>
        <w:t>Note:</w:t>
      </w:r>
      <w:r w:rsidRPr="00827D0B">
        <w:rPr>
          <w:rFonts w:ascii="Arial" w:eastAsia="Arial" w:hAnsi="Arial" w:cs="Arial"/>
          <w:b/>
          <w:spacing w:val="-9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If</w:t>
      </w:r>
      <w:r w:rsidRPr="00827D0B">
        <w:rPr>
          <w:rFonts w:ascii="Arial" w:eastAsia="Arial" w:hAnsi="Arial" w:cs="Arial"/>
          <w:spacing w:val="-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you petition</w:t>
      </w:r>
      <w:r w:rsidRPr="00827D0B">
        <w:rPr>
          <w:rFonts w:ascii="Arial" w:eastAsia="Arial" w:hAnsi="Arial" w:cs="Arial"/>
          <w:spacing w:val="23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the Tax</w:t>
      </w:r>
      <w:r w:rsidRPr="00827D0B">
        <w:rPr>
          <w:rFonts w:ascii="Arial" w:eastAsia="Arial" w:hAnsi="Arial" w:cs="Arial"/>
          <w:spacing w:val="-18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Court</w:t>
      </w:r>
      <w:r w:rsidRPr="00827D0B">
        <w:rPr>
          <w:rFonts w:ascii="Arial" w:eastAsia="Arial" w:hAnsi="Arial" w:cs="Arial"/>
          <w:spacing w:val="9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to</w:t>
      </w:r>
      <w:r w:rsidRPr="00827D0B"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review</w:t>
      </w:r>
      <w:r w:rsidRPr="00827D0B">
        <w:rPr>
          <w:rFonts w:ascii="Arial" w:eastAsia="Arial" w:hAnsi="Arial" w:cs="Arial"/>
          <w:spacing w:val="-10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your request for</w:t>
      </w:r>
      <w:r w:rsidRPr="00827D0B">
        <w:rPr>
          <w:rFonts w:ascii="Arial" w:eastAsia="Arial" w:hAnsi="Arial" w:cs="Arial"/>
          <w:spacing w:val="8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relief,</w:t>
      </w:r>
      <w:r w:rsidRPr="00827D0B">
        <w:rPr>
          <w:rFonts w:ascii="Arial" w:eastAsia="Arial" w:hAnsi="Arial" w:cs="Arial"/>
          <w:spacing w:val="-18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the Tax</w:t>
      </w:r>
      <w:r w:rsidRPr="00827D0B">
        <w:rPr>
          <w:rFonts w:ascii="Arial" w:eastAsia="Arial" w:hAnsi="Arial" w:cs="Arial"/>
          <w:spacing w:val="-18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Court</w:t>
      </w:r>
      <w:r w:rsidRPr="00827D0B">
        <w:rPr>
          <w:rFonts w:ascii="Arial" w:eastAsia="Arial" w:hAnsi="Arial" w:cs="Arial"/>
          <w:spacing w:val="9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may</w:t>
      </w:r>
      <w:r w:rsidRPr="00827D0B">
        <w:rPr>
          <w:rFonts w:ascii="Arial" w:eastAsia="Arial" w:hAnsi="Arial" w:cs="Arial"/>
          <w:spacing w:val="-7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only be allowed to</w:t>
      </w:r>
      <w:r w:rsidRPr="00827D0B"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w w:val="101"/>
          <w:sz w:val="36"/>
          <w:szCs w:val="36"/>
        </w:rPr>
        <w:t xml:space="preserve">consider </w:t>
      </w:r>
      <w:r w:rsidRPr="00827D0B">
        <w:rPr>
          <w:rFonts w:ascii="Arial" w:eastAsia="Arial" w:hAnsi="Arial" w:cs="Arial"/>
          <w:sz w:val="36"/>
          <w:szCs w:val="36"/>
        </w:rPr>
        <w:t>information</w:t>
      </w:r>
      <w:r w:rsidRPr="00827D0B"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you or</w:t>
      </w:r>
      <w:r w:rsidRPr="00827D0B">
        <w:rPr>
          <w:rFonts w:ascii="Arial" w:eastAsia="Arial" w:hAnsi="Arial" w:cs="Arial"/>
          <w:spacing w:val="3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the person on line</w:t>
      </w:r>
      <w:r w:rsidRPr="00827D0B">
        <w:rPr>
          <w:rFonts w:ascii="Arial" w:eastAsia="Arial" w:hAnsi="Arial" w:cs="Arial"/>
          <w:spacing w:val="-11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6</w:t>
      </w:r>
      <w:r w:rsidRPr="00827D0B">
        <w:rPr>
          <w:rFonts w:ascii="Arial" w:eastAsia="Arial" w:hAnsi="Arial" w:cs="Arial"/>
          <w:spacing w:val="-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provided</w:t>
      </w:r>
      <w:r w:rsidRPr="00827D0B"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us</w:t>
      </w:r>
      <w:r w:rsidRPr="00827D0B">
        <w:rPr>
          <w:rFonts w:ascii="Arial" w:eastAsia="Arial" w:hAnsi="Arial" w:cs="Arial"/>
          <w:spacing w:val="-4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before we made</w:t>
      </w:r>
      <w:r w:rsidRPr="00827D0B">
        <w:rPr>
          <w:rFonts w:ascii="Arial" w:eastAsia="Arial" w:hAnsi="Arial" w:cs="Arial"/>
          <w:spacing w:val="-9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our final</w:t>
      </w:r>
      <w:r w:rsidRPr="00827D0B">
        <w:rPr>
          <w:rFonts w:ascii="Arial" w:eastAsia="Arial" w:hAnsi="Arial" w:cs="Arial"/>
          <w:spacing w:val="-7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determination, additional</w:t>
      </w:r>
      <w:r w:rsidRPr="00827D0B"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information</w:t>
      </w:r>
      <w:r w:rsidRPr="00827D0B"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we included</w:t>
      </w:r>
      <w:r w:rsidRPr="00827D0B"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in</w:t>
      </w:r>
      <w:r w:rsidRPr="00827D0B">
        <w:rPr>
          <w:rFonts w:ascii="Arial" w:eastAsia="Arial" w:hAnsi="Arial" w:cs="Arial"/>
          <w:spacing w:val="-3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our administrative file</w:t>
      </w:r>
      <w:r w:rsidRPr="00827D0B">
        <w:rPr>
          <w:rFonts w:ascii="Arial" w:eastAsia="Arial" w:hAnsi="Arial" w:cs="Arial"/>
          <w:spacing w:val="-5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about</w:t>
      </w:r>
      <w:r w:rsidRPr="00827D0B"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your request for</w:t>
      </w:r>
      <w:r w:rsidRPr="00827D0B">
        <w:rPr>
          <w:rFonts w:ascii="Arial" w:eastAsia="Arial" w:hAnsi="Arial" w:cs="Arial"/>
          <w:spacing w:val="8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relief,</w:t>
      </w:r>
      <w:r w:rsidRPr="00827D0B">
        <w:rPr>
          <w:rFonts w:ascii="Arial" w:eastAsia="Arial" w:hAnsi="Arial" w:cs="Arial"/>
          <w:spacing w:val="-18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and any</w:t>
      </w:r>
      <w:r w:rsidRPr="00827D0B">
        <w:rPr>
          <w:rFonts w:ascii="Arial" w:eastAsia="Arial" w:hAnsi="Arial" w:cs="Arial"/>
          <w:spacing w:val="-1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information</w:t>
      </w:r>
      <w:r w:rsidRPr="00827D0B"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that</w:t>
      </w:r>
      <w:r w:rsidRPr="00827D0B"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is</w:t>
      </w:r>
      <w:r w:rsidRPr="00827D0B">
        <w:rPr>
          <w:rFonts w:ascii="Arial" w:eastAsia="Arial" w:hAnsi="Arial" w:cs="Arial"/>
          <w:spacing w:val="-3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newly</w:t>
      </w:r>
      <w:r w:rsidRPr="00827D0B">
        <w:rPr>
          <w:rFonts w:ascii="Arial" w:eastAsia="Arial" w:hAnsi="Arial" w:cs="Arial"/>
          <w:spacing w:val="-9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discovered</w:t>
      </w:r>
      <w:r w:rsidRPr="00827D0B"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or</w:t>
      </w:r>
      <w:r w:rsidRPr="00827D0B">
        <w:rPr>
          <w:rFonts w:ascii="Arial" w:eastAsia="Arial" w:hAnsi="Arial" w:cs="Arial"/>
          <w:spacing w:val="3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previously unavailable.</w:t>
      </w:r>
      <w:r w:rsidRPr="00827D0B">
        <w:rPr>
          <w:rFonts w:ascii="Arial" w:eastAsia="Arial" w:hAnsi="Arial" w:cs="Arial"/>
          <w:spacing w:val="-38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Therefore,</w:t>
      </w:r>
      <w:r w:rsidRPr="00827D0B">
        <w:rPr>
          <w:rFonts w:ascii="Arial" w:eastAsia="Arial" w:hAnsi="Arial" w:cs="Arial"/>
          <w:spacing w:val="-33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it</w:t>
      </w:r>
      <w:r w:rsidRPr="00827D0B"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is</w:t>
      </w:r>
      <w:r w:rsidRPr="00827D0B">
        <w:rPr>
          <w:rFonts w:ascii="Arial" w:eastAsia="Arial" w:hAnsi="Arial" w:cs="Arial"/>
          <w:spacing w:val="-3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important</w:t>
      </w:r>
      <w:r w:rsidRPr="00827D0B">
        <w:rPr>
          <w:rFonts w:ascii="Arial" w:eastAsia="Arial" w:hAnsi="Arial" w:cs="Arial"/>
          <w:spacing w:val="30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that</w:t>
      </w:r>
      <w:r w:rsidRPr="00827D0B"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you provide</w:t>
      </w:r>
      <w:r w:rsidRPr="00827D0B"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us</w:t>
      </w:r>
      <w:r w:rsidRPr="00827D0B">
        <w:rPr>
          <w:rFonts w:ascii="Arial" w:eastAsia="Arial" w:hAnsi="Arial" w:cs="Arial"/>
          <w:spacing w:val="-4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with</w:t>
      </w:r>
      <w:r w:rsidRPr="00827D0B"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all</w:t>
      </w:r>
      <w:r w:rsidRPr="00827D0B">
        <w:rPr>
          <w:rFonts w:ascii="Arial" w:eastAsia="Arial" w:hAnsi="Arial" w:cs="Arial"/>
          <w:spacing w:val="-11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information</w:t>
      </w:r>
      <w:r w:rsidRPr="00827D0B"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you want</w:t>
      </w:r>
      <w:r w:rsidRPr="00827D0B">
        <w:rPr>
          <w:rFonts w:ascii="Arial" w:eastAsia="Arial" w:hAnsi="Arial" w:cs="Arial"/>
          <w:spacing w:val="8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us</w:t>
      </w:r>
      <w:r w:rsidRPr="00827D0B">
        <w:rPr>
          <w:rFonts w:ascii="Arial" w:eastAsia="Arial" w:hAnsi="Arial" w:cs="Arial"/>
          <w:spacing w:val="-4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or</w:t>
      </w:r>
      <w:r w:rsidRPr="00827D0B">
        <w:rPr>
          <w:rFonts w:ascii="Arial" w:eastAsia="Arial" w:hAnsi="Arial" w:cs="Arial"/>
          <w:spacing w:val="3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the Tax</w:t>
      </w:r>
      <w:r w:rsidRPr="00827D0B">
        <w:rPr>
          <w:rFonts w:ascii="Arial" w:eastAsia="Arial" w:hAnsi="Arial" w:cs="Arial"/>
          <w:spacing w:val="-18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Court</w:t>
      </w:r>
      <w:r w:rsidRPr="00827D0B">
        <w:rPr>
          <w:rFonts w:ascii="Arial" w:eastAsia="Arial" w:hAnsi="Arial" w:cs="Arial"/>
          <w:spacing w:val="9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sz w:val="36"/>
          <w:szCs w:val="36"/>
        </w:rPr>
        <w:t>to</w:t>
      </w:r>
      <w:r w:rsidRPr="00827D0B"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 w:rsidRPr="00827D0B">
        <w:rPr>
          <w:rFonts w:ascii="Arial" w:eastAsia="Arial" w:hAnsi="Arial" w:cs="Arial"/>
          <w:w w:val="101"/>
          <w:sz w:val="36"/>
          <w:szCs w:val="36"/>
        </w:rPr>
        <w:t>consider.</w:t>
      </w:r>
    </w:p>
    <w:p w14:paraId="55AF560A" w14:textId="77777777" w:rsidR="00C96D9B" w:rsidRDefault="00A26219" w:rsidP="00827D0B">
      <w:pPr>
        <w:spacing w:line="253" w:lineRule="auto"/>
        <w:ind w:left="1266" w:right="48" w:firstLine="3"/>
        <w:rPr>
          <w:rFonts w:ascii="Arial" w:eastAsia="Arial" w:hAnsi="Arial" w:cs="Arial"/>
          <w:w w:val="103"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Note:</w:t>
      </w:r>
      <w:r>
        <w:rPr>
          <w:rFonts w:ascii="Arial" w:eastAsia="Arial" w:hAnsi="Arial" w:cs="Arial"/>
          <w:b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2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need</w:t>
      </w:r>
      <w:r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more</w:t>
      </w:r>
      <w:r>
        <w:rPr>
          <w:rFonts w:ascii="Arial" w:eastAsia="Arial" w:hAnsi="Arial" w:cs="Arial"/>
          <w:spacing w:val="2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room</w:t>
      </w:r>
      <w:r>
        <w:rPr>
          <w:rFonts w:ascii="Arial" w:eastAsia="Arial" w:hAnsi="Arial" w:cs="Arial"/>
          <w:spacing w:val="3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3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write</w:t>
      </w:r>
      <w:r>
        <w:rPr>
          <w:rFonts w:ascii="Arial" w:eastAsia="Arial" w:hAnsi="Arial" w:cs="Arial"/>
          <w:spacing w:val="3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answer</w:t>
      </w:r>
      <w:r>
        <w:rPr>
          <w:rFonts w:ascii="Arial" w:eastAsia="Arial" w:hAnsi="Arial" w:cs="Arial"/>
          <w:spacing w:val="2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for</w:t>
      </w:r>
      <w:r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any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question,</w:t>
      </w:r>
      <w:r>
        <w:rPr>
          <w:rFonts w:ascii="Arial" w:eastAsia="Arial" w:hAnsi="Arial" w:cs="Arial"/>
          <w:spacing w:val="5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attach</w:t>
      </w:r>
      <w:r>
        <w:rPr>
          <w:rFonts w:ascii="Arial" w:eastAsia="Arial" w:hAnsi="Arial" w:cs="Arial"/>
          <w:spacing w:val="5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more</w:t>
      </w:r>
      <w:r>
        <w:rPr>
          <w:rFonts w:ascii="Arial" w:eastAsia="Arial" w:hAnsi="Arial" w:cs="Arial"/>
          <w:spacing w:val="2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pages.</w:t>
      </w:r>
      <w:r>
        <w:rPr>
          <w:rFonts w:ascii="Arial" w:eastAsia="Arial" w:hAnsi="Arial" w:cs="Arial"/>
          <w:spacing w:val="2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Be</w:t>
      </w:r>
      <w:r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sure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3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write</w:t>
      </w:r>
      <w:r>
        <w:rPr>
          <w:rFonts w:ascii="Arial" w:eastAsia="Arial" w:hAnsi="Arial" w:cs="Arial"/>
          <w:spacing w:val="3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name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and</w:t>
      </w:r>
      <w:r>
        <w:rPr>
          <w:rFonts w:ascii="Arial" w:eastAsia="Arial" w:hAnsi="Arial" w:cs="Arial"/>
          <w:spacing w:val="23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 xml:space="preserve">social </w:t>
      </w:r>
      <w:r>
        <w:rPr>
          <w:rFonts w:ascii="Arial" w:eastAsia="Arial" w:hAnsi="Arial" w:cs="Arial"/>
          <w:sz w:val="36"/>
          <w:szCs w:val="36"/>
        </w:rPr>
        <w:t>security</w:t>
      </w:r>
      <w:r>
        <w:rPr>
          <w:rFonts w:ascii="Arial" w:eastAsia="Arial" w:hAnsi="Arial" w:cs="Arial"/>
          <w:spacing w:val="2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number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on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top</w:t>
      </w:r>
      <w:r>
        <w:rPr>
          <w:rFonts w:ascii="Arial" w:eastAsia="Arial" w:hAnsi="Arial" w:cs="Arial"/>
          <w:spacing w:val="4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all</w:t>
      </w:r>
      <w:r>
        <w:rPr>
          <w:rFonts w:ascii="Arial" w:eastAsia="Arial" w:hAnsi="Arial" w:cs="Arial"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pages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w w:val="103"/>
          <w:sz w:val="36"/>
          <w:szCs w:val="36"/>
        </w:rPr>
        <w:t>attach.</w:t>
      </w:r>
    </w:p>
    <w:p w14:paraId="4284B405" w14:textId="77777777" w:rsidR="00C96D9B" w:rsidRDefault="00C96D9B" w:rsidP="00C96D9B">
      <w:pPr>
        <w:pStyle w:val="Body"/>
        <w:rPr>
          <w:w w:val="103"/>
        </w:rPr>
      </w:pPr>
      <w:r>
        <w:rPr>
          <w:w w:val="103"/>
        </w:rPr>
        <w:br w:type="page"/>
      </w:r>
    </w:p>
    <w:p w14:paraId="77FAFD5A" w14:textId="0F7F7406" w:rsidR="00C96D9B" w:rsidRPr="00E26D60" w:rsidRDefault="00C96D9B" w:rsidP="00E26D60">
      <w:pPr>
        <w:spacing w:line="253" w:lineRule="auto"/>
        <w:ind w:right="48"/>
        <w:rPr>
          <w:rFonts w:ascii="Arial" w:eastAsia="Arial" w:hAnsi="Arial" w:cs="Arial"/>
          <w:b/>
          <w:bCs/>
          <w:w w:val="103"/>
          <w:sz w:val="36"/>
          <w:szCs w:val="36"/>
        </w:rPr>
      </w:pPr>
      <w:r>
        <w:rPr>
          <w:noProof/>
          <w:szCs w:val="20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688FDB0" wp14:editId="79D259B2">
                <wp:simplePos x="0" y="0"/>
                <wp:positionH relativeFrom="margin">
                  <wp:posOffset>0</wp:posOffset>
                </wp:positionH>
                <wp:positionV relativeFrom="page">
                  <wp:posOffset>894715</wp:posOffset>
                </wp:positionV>
                <wp:extent cx="13919835" cy="324485"/>
                <wp:effectExtent l="0" t="0" r="5715" b="18415"/>
                <wp:wrapNone/>
                <wp:docPr id="350" name="Group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19835" cy="324485"/>
                          <a:chOff x="1178" y="3209"/>
                          <a:chExt cx="21921" cy="511"/>
                        </a:xfrm>
                      </wpg:grpSpPr>
                      <wps:wsp>
                        <wps:cNvPr id="351" name="Freeform 13"/>
                        <wps:cNvSpPr>
                          <a:spLocks/>
                        </wps:cNvSpPr>
                        <wps:spPr bwMode="auto">
                          <a:xfrm>
                            <a:off x="1203" y="3224"/>
                            <a:ext cx="1458" cy="486"/>
                          </a:xfrm>
                          <a:custGeom>
                            <a:avLst/>
                            <a:gdLst>
                              <a:gd name="T0" fmla="+- 0 1203 1203"/>
                              <a:gd name="T1" fmla="*/ T0 w 1458"/>
                              <a:gd name="T2" fmla="+- 0 3710 3224"/>
                              <a:gd name="T3" fmla="*/ 3710 h 486"/>
                              <a:gd name="T4" fmla="+- 0 2661 1203"/>
                              <a:gd name="T5" fmla="*/ T4 w 1458"/>
                              <a:gd name="T6" fmla="+- 0 3710 3224"/>
                              <a:gd name="T7" fmla="*/ 3710 h 486"/>
                              <a:gd name="T8" fmla="+- 0 2661 1203"/>
                              <a:gd name="T9" fmla="*/ T8 w 1458"/>
                              <a:gd name="T10" fmla="+- 0 3224 3224"/>
                              <a:gd name="T11" fmla="*/ 3224 h 486"/>
                              <a:gd name="T12" fmla="+- 0 1203 1203"/>
                              <a:gd name="T13" fmla="*/ T12 w 1458"/>
                              <a:gd name="T14" fmla="+- 0 3224 3224"/>
                              <a:gd name="T15" fmla="*/ 3224 h 486"/>
                              <a:gd name="T16" fmla="+- 0 1203 1203"/>
                              <a:gd name="T17" fmla="*/ T16 w 1458"/>
                              <a:gd name="T18" fmla="+- 0 3710 3224"/>
                              <a:gd name="T19" fmla="*/ 3710 h 4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58" h="486">
                                <a:moveTo>
                                  <a:pt x="0" y="486"/>
                                </a:moveTo>
                                <a:lnTo>
                                  <a:pt x="1458" y="486"/>
                                </a:lnTo>
                                <a:lnTo>
                                  <a:pt x="14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Freeform 14"/>
                        <wps:cNvSpPr>
                          <a:spLocks/>
                        </wps:cNvSpPr>
                        <wps:spPr bwMode="auto">
                          <a:xfrm>
                            <a:off x="1193" y="3224"/>
                            <a:ext cx="21890" cy="0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T0 w 21890"/>
                              <a:gd name="T2" fmla="+- 0 23083 1193"/>
                              <a:gd name="T3" fmla="*/ T2 w 218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890">
                                <a:moveTo>
                                  <a:pt x="0" y="0"/>
                                </a:moveTo>
                                <a:lnTo>
                                  <a:pt x="21890" y="0"/>
                                </a:lnTo>
                              </a:path>
                            </a:pathLst>
                          </a:custGeom>
                          <a:noFill/>
                          <a:ln w="192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Freeform 15"/>
                        <wps:cNvSpPr>
                          <a:spLocks/>
                        </wps:cNvSpPr>
                        <wps:spPr bwMode="auto">
                          <a:xfrm>
                            <a:off x="1193" y="3710"/>
                            <a:ext cx="21890" cy="0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T0 w 21890"/>
                              <a:gd name="T2" fmla="+- 0 23083 1193"/>
                              <a:gd name="T3" fmla="*/ T2 w 218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890">
                                <a:moveTo>
                                  <a:pt x="0" y="0"/>
                                </a:moveTo>
                                <a:lnTo>
                                  <a:pt x="21890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BCAAF2" id="Group 350" o:spid="_x0000_s1026" style="position:absolute;margin-left:0;margin-top:70.45pt;width:1096.05pt;height:25.55pt;z-index:-251656192;mso-position-horizontal-relative:margin;mso-position-vertical-relative:page" coordorigin="1178,3209" coordsize="21921,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">
                <v:shape id="Freeform 13" o:spid="_x0000_s1027" style="position:absolute;left:1203;top:3224;width:1458;height:486;visibility:visible;mso-wrap-style:square;v-text-anchor:top" coordsize="1458,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" path="m,486r1458,l1458,,,,,486xe" fillcolor="black" stroked="f">
                  <v:path arrowok="t" o:connecttype="custom" o:connectlocs="0,3710;1458,3710;1458,3224;0,3224;0,3710" o:connectangles="0,0,0,0,0"/>
                </v:shape>
                <v:shape id="Freeform 14" o:spid="_x0000_s1028" style="position:absolute;left:1193;top:3224;width:21890;height:0;visibility:visible;mso-wrap-style:square;v-text-anchor:top" coordsize="2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" path="m,l21890,e" filled="f" strokeweight=".53586mm">
                  <v:path arrowok="t" o:connecttype="custom" o:connectlocs="0,0;21890,0" o:connectangles="0,0"/>
                </v:shape>
                <v:shape id="Freeform 15" o:spid="_x0000_s1029" style="position:absolute;left:1193;top:3710;width:21890;height:0;visibility:visible;mso-wrap-style:square;v-text-anchor:top" coordsize="2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" path="m,l21890,e" filled="f" strokeweight=".357mm">
                  <v:path arrowok="t" o:connecttype="custom" o:connectlocs="0,0;21890,0" o:connectangles="0,0"/>
                </v:shape>
                <w10:wrap anchorx="margin" anchory="page"/>
              </v:group>
            </w:pict>
          </mc:Fallback>
        </mc:AlternateContent>
      </w:r>
      <w:r w:rsidR="00E26D60">
        <w:rPr>
          <w:rFonts w:ascii="Arial" w:eastAsia="Arial" w:hAnsi="Arial" w:cs="Arial"/>
          <w:w w:val="103"/>
          <w:sz w:val="36"/>
          <w:szCs w:val="36"/>
        </w:rPr>
        <w:t xml:space="preserve"> </w:t>
      </w:r>
      <w:r w:rsidR="00E26D60" w:rsidRPr="00E26D60">
        <w:rPr>
          <w:rFonts w:ascii="Arial" w:eastAsia="Arial" w:hAnsi="Arial" w:cs="Arial"/>
          <w:b/>
          <w:bCs/>
          <w:color w:val="FFFFFF" w:themeColor="background1"/>
          <w:w w:val="103"/>
          <w:sz w:val="36"/>
          <w:szCs w:val="36"/>
        </w:rPr>
        <w:t xml:space="preserve">Part I      </w:t>
      </w:r>
      <w:r w:rsidR="00E26D60" w:rsidRPr="00E26D60">
        <w:rPr>
          <w:rFonts w:ascii="Arial" w:eastAsia="Arial" w:hAnsi="Arial" w:cs="Arial"/>
          <w:b/>
          <w:bCs/>
          <w:w w:val="103"/>
          <w:sz w:val="36"/>
          <w:szCs w:val="36"/>
        </w:rPr>
        <w:t>Should you file this form?</w:t>
      </w:r>
    </w:p>
    <w:p w14:paraId="2669165F" w14:textId="56058ADF" w:rsidR="00A26219" w:rsidRPr="00827D0B" w:rsidRDefault="00A26219" w:rsidP="00C96D9B">
      <w:pPr>
        <w:spacing w:line="253" w:lineRule="auto"/>
        <w:ind w:right="48"/>
        <w:rPr>
          <w:rFonts w:ascii="Arial" w:eastAsia="Arial" w:hAnsi="Arial" w:cs="Arial"/>
          <w:w w:val="103"/>
          <w:sz w:val="36"/>
          <w:szCs w:val="36"/>
        </w:rPr>
      </w:pPr>
      <w:r w:rsidRPr="00827D0B">
        <w:rPr>
          <w:rFonts w:ascii="Arial" w:hAnsi="Arial" w:cs="Arial"/>
          <w:sz w:val="36"/>
          <w:szCs w:val="36"/>
        </w:rPr>
        <w:t>Generally,</w:t>
      </w:r>
      <w:r w:rsidRPr="00827D0B">
        <w:rPr>
          <w:rFonts w:ascii="Arial" w:hAnsi="Arial" w:cs="Arial"/>
          <w:spacing w:val="-15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both</w:t>
      </w:r>
      <w:r w:rsidRPr="00827D0B">
        <w:rPr>
          <w:rFonts w:ascii="Arial" w:hAnsi="Arial" w:cs="Arial"/>
          <w:spacing w:val="36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taxpayers</w:t>
      </w:r>
      <w:r w:rsidRPr="00827D0B">
        <w:rPr>
          <w:rFonts w:ascii="Arial" w:hAnsi="Arial" w:cs="Arial"/>
          <w:spacing w:val="17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who</w:t>
      </w:r>
      <w:r w:rsidRPr="00827D0B">
        <w:rPr>
          <w:rFonts w:ascii="Arial" w:hAnsi="Arial" w:cs="Arial"/>
          <w:spacing w:val="21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file</w:t>
      </w:r>
      <w:r w:rsidRPr="00827D0B">
        <w:rPr>
          <w:rFonts w:ascii="Arial" w:hAnsi="Arial" w:cs="Arial"/>
          <w:spacing w:val="1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a</w:t>
      </w:r>
      <w:r w:rsidRPr="00827D0B">
        <w:rPr>
          <w:rFonts w:ascii="Arial" w:hAnsi="Arial" w:cs="Arial"/>
          <w:spacing w:val="-5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joint</w:t>
      </w:r>
      <w:r w:rsidRPr="00827D0B">
        <w:rPr>
          <w:rFonts w:ascii="Arial" w:hAnsi="Arial" w:cs="Arial"/>
          <w:spacing w:val="21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return</w:t>
      </w:r>
      <w:r w:rsidRPr="00827D0B">
        <w:rPr>
          <w:rFonts w:ascii="Arial" w:hAnsi="Arial" w:cs="Arial"/>
          <w:spacing w:val="10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are</w:t>
      </w:r>
      <w:r w:rsidRPr="00827D0B">
        <w:rPr>
          <w:rFonts w:ascii="Arial" w:hAnsi="Arial" w:cs="Arial"/>
          <w:spacing w:val="-9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responsible,</w:t>
      </w:r>
      <w:r w:rsidRPr="00827D0B">
        <w:rPr>
          <w:rFonts w:ascii="Arial" w:hAnsi="Arial" w:cs="Arial"/>
          <w:spacing w:val="20"/>
          <w:sz w:val="36"/>
          <w:szCs w:val="36"/>
        </w:rPr>
        <w:t xml:space="preserve"> </w:t>
      </w:r>
      <w:proofErr w:type="gramStart"/>
      <w:r w:rsidRPr="00827D0B">
        <w:rPr>
          <w:rFonts w:ascii="Arial" w:hAnsi="Arial" w:cs="Arial"/>
          <w:sz w:val="36"/>
          <w:szCs w:val="36"/>
        </w:rPr>
        <w:t>jointly</w:t>
      </w:r>
      <w:proofErr w:type="gramEnd"/>
      <w:r w:rsidRPr="00827D0B">
        <w:rPr>
          <w:rFonts w:ascii="Arial" w:hAnsi="Arial" w:cs="Arial"/>
          <w:spacing w:val="19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and</w:t>
      </w:r>
      <w:r w:rsidRPr="00827D0B">
        <w:rPr>
          <w:rFonts w:ascii="Arial" w:hAnsi="Arial" w:cs="Arial"/>
          <w:spacing w:val="7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individually,</w:t>
      </w:r>
      <w:r w:rsidRPr="00827D0B">
        <w:rPr>
          <w:rFonts w:ascii="Arial" w:hAnsi="Arial" w:cs="Arial"/>
          <w:spacing w:val="20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for</w:t>
      </w:r>
      <w:r w:rsidRPr="00827D0B">
        <w:rPr>
          <w:rFonts w:ascii="Arial" w:hAnsi="Arial" w:cs="Arial"/>
          <w:spacing w:val="14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paying</w:t>
      </w:r>
      <w:r w:rsidRPr="00827D0B">
        <w:rPr>
          <w:rFonts w:ascii="Arial" w:hAnsi="Arial" w:cs="Arial"/>
          <w:spacing w:val="12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any</w:t>
      </w:r>
      <w:r w:rsidRPr="00827D0B">
        <w:rPr>
          <w:rFonts w:ascii="Arial" w:hAnsi="Arial" w:cs="Arial"/>
          <w:spacing w:val="-5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tax,</w:t>
      </w:r>
      <w:r w:rsidRPr="00827D0B">
        <w:rPr>
          <w:rFonts w:ascii="Arial" w:hAnsi="Arial" w:cs="Arial"/>
          <w:spacing w:val="18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interest,</w:t>
      </w:r>
      <w:r w:rsidRPr="00827D0B">
        <w:rPr>
          <w:rFonts w:ascii="Arial" w:hAnsi="Arial" w:cs="Arial"/>
          <w:spacing w:val="14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or</w:t>
      </w:r>
      <w:r w:rsidRPr="00827D0B">
        <w:rPr>
          <w:rFonts w:ascii="Arial" w:hAnsi="Arial" w:cs="Arial"/>
          <w:spacing w:val="7"/>
          <w:sz w:val="36"/>
          <w:szCs w:val="36"/>
        </w:rPr>
        <w:t xml:space="preserve"> </w:t>
      </w:r>
      <w:r w:rsidRPr="00827D0B">
        <w:rPr>
          <w:rFonts w:ascii="Arial" w:hAnsi="Arial" w:cs="Arial"/>
          <w:w w:val="107"/>
          <w:sz w:val="36"/>
          <w:szCs w:val="36"/>
        </w:rPr>
        <w:t>p</w:t>
      </w:r>
      <w:r w:rsidRPr="00827D0B">
        <w:rPr>
          <w:rFonts w:ascii="Arial" w:hAnsi="Arial" w:cs="Arial"/>
          <w:sz w:val="36"/>
          <w:szCs w:val="36"/>
        </w:rPr>
        <w:t>enalties from</w:t>
      </w:r>
      <w:r w:rsidRPr="00827D0B">
        <w:rPr>
          <w:rFonts w:ascii="Arial" w:hAnsi="Arial" w:cs="Arial"/>
          <w:spacing w:val="23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your</w:t>
      </w:r>
      <w:r w:rsidRPr="00827D0B">
        <w:rPr>
          <w:rFonts w:ascii="Arial" w:hAnsi="Arial" w:cs="Arial"/>
          <w:spacing w:val="8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joint</w:t>
      </w:r>
      <w:r w:rsidRPr="00827D0B">
        <w:rPr>
          <w:rFonts w:ascii="Arial" w:hAnsi="Arial" w:cs="Arial"/>
          <w:spacing w:val="21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return.</w:t>
      </w:r>
      <w:r w:rsidRPr="00827D0B">
        <w:rPr>
          <w:rFonts w:ascii="Arial" w:hAnsi="Arial" w:cs="Arial"/>
          <w:spacing w:val="11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If</w:t>
      </w:r>
      <w:r w:rsidRPr="00827D0B">
        <w:rPr>
          <w:rFonts w:ascii="Arial" w:hAnsi="Arial" w:cs="Arial"/>
          <w:spacing w:val="1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you</w:t>
      </w:r>
      <w:r w:rsidRPr="00827D0B">
        <w:rPr>
          <w:rFonts w:ascii="Arial" w:hAnsi="Arial" w:cs="Arial"/>
          <w:spacing w:val="7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believe</w:t>
      </w:r>
      <w:r w:rsidRPr="00827D0B">
        <w:rPr>
          <w:rFonts w:ascii="Arial" w:hAnsi="Arial" w:cs="Arial"/>
          <w:spacing w:val="1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the</w:t>
      </w:r>
      <w:r w:rsidRPr="00827D0B">
        <w:rPr>
          <w:rFonts w:ascii="Arial" w:hAnsi="Arial" w:cs="Arial"/>
          <w:spacing w:val="11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person</w:t>
      </w:r>
      <w:r w:rsidRPr="00827D0B">
        <w:rPr>
          <w:rFonts w:ascii="Arial" w:hAnsi="Arial" w:cs="Arial"/>
          <w:spacing w:val="12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with</w:t>
      </w:r>
      <w:r w:rsidRPr="00827D0B">
        <w:rPr>
          <w:rFonts w:ascii="Arial" w:hAnsi="Arial" w:cs="Arial"/>
          <w:spacing w:val="27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whom</w:t>
      </w:r>
      <w:r w:rsidRPr="00827D0B">
        <w:rPr>
          <w:rFonts w:ascii="Arial" w:hAnsi="Arial" w:cs="Arial"/>
          <w:spacing w:val="30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you</w:t>
      </w:r>
      <w:r w:rsidRPr="00827D0B">
        <w:rPr>
          <w:rFonts w:ascii="Arial" w:hAnsi="Arial" w:cs="Arial"/>
          <w:spacing w:val="7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filed</w:t>
      </w:r>
      <w:r w:rsidRPr="00827D0B">
        <w:rPr>
          <w:rFonts w:ascii="Arial" w:hAnsi="Arial" w:cs="Arial"/>
          <w:spacing w:val="14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a</w:t>
      </w:r>
      <w:r w:rsidRPr="00827D0B">
        <w:rPr>
          <w:rFonts w:ascii="Arial" w:hAnsi="Arial" w:cs="Arial"/>
          <w:spacing w:val="-5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joint</w:t>
      </w:r>
      <w:r w:rsidRPr="00827D0B">
        <w:rPr>
          <w:rFonts w:ascii="Arial" w:hAnsi="Arial" w:cs="Arial"/>
          <w:spacing w:val="21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return</w:t>
      </w:r>
      <w:r w:rsidRPr="00827D0B">
        <w:rPr>
          <w:rFonts w:ascii="Arial" w:hAnsi="Arial" w:cs="Arial"/>
          <w:spacing w:val="10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should</w:t>
      </w:r>
      <w:r w:rsidRPr="00827D0B">
        <w:rPr>
          <w:rFonts w:ascii="Arial" w:hAnsi="Arial" w:cs="Arial"/>
          <w:spacing w:val="22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be</w:t>
      </w:r>
      <w:r w:rsidRPr="00827D0B">
        <w:rPr>
          <w:rFonts w:ascii="Arial" w:hAnsi="Arial" w:cs="Arial"/>
          <w:spacing w:val="9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solely</w:t>
      </w:r>
      <w:r w:rsidRPr="00827D0B">
        <w:rPr>
          <w:rFonts w:ascii="Arial" w:hAnsi="Arial" w:cs="Arial"/>
          <w:spacing w:val="1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responsible</w:t>
      </w:r>
      <w:r w:rsidRPr="00827D0B">
        <w:rPr>
          <w:rFonts w:ascii="Arial" w:hAnsi="Arial" w:cs="Arial"/>
          <w:spacing w:val="19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for</w:t>
      </w:r>
      <w:r w:rsidRPr="00827D0B">
        <w:rPr>
          <w:rFonts w:ascii="Arial" w:hAnsi="Arial" w:cs="Arial"/>
          <w:spacing w:val="14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an</w:t>
      </w:r>
      <w:r w:rsidRPr="00827D0B">
        <w:rPr>
          <w:rFonts w:ascii="Arial" w:hAnsi="Arial" w:cs="Arial"/>
          <w:spacing w:val="-3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errone</w:t>
      </w:r>
      <w:r w:rsidRPr="00827D0B">
        <w:rPr>
          <w:rFonts w:ascii="Arial" w:hAnsi="Arial" w:cs="Arial"/>
          <w:w w:val="101"/>
          <w:sz w:val="36"/>
          <w:szCs w:val="36"/>
        </w:rPr>
        <w:t xml:space="preserve">ous </w:t>
      </w:r>
      <w:r w:rsidRPr="00827D0B">
        <w:rPr>
          <w:rFonts w:ascii="Arial" w:hAnsi="Arial" w:cs="Arial"/>
          <w:sz w:val="36"/>
          <w:szCs w:val="36"/>
        </w:rPr>
        <w:t>item</w:t>
      </w:r>
      <w:r w:rsidRPr="00827D0B">
        <w:rPr>
          <w:rFonts w:ascii="Arial" w:hAnsi="Arial" w:cs="Arial"/>
          <w:spacing w:val="15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or</w:t>
      </w:r>
      <w:r w:rsidRPr="00827D0B">
        <w:rPr>
          <w:rFonts w:ascii="Arial" w:hAnsi="Arial" w:cs="Arial"/>
          <w:spacing w:val="7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an</w:t>
      </w:r>
      <w:r w:rsidRPr="00827D0B">
        <w:rPr>
          <w:rFonts w:ascii="Arial" w:hAnsi="Arial" w:cs="Arial"/>
          <w:spacing w:val="-3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underpayment</w:t>
      </w:r>
      <w:r w:rsidRPr="00827D0B">
        <w:rPr>
          <w:rFonts w:ascii="Arial" w:hAnsi="Arial" w:cs="Arial"/>
          <w:spacing w:val="24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of</w:t>
      </w:r>
      <w:r w:rsidRPr="00827D0B">
        <w:rPr>
          <w:rFonts w:ascii="Arial" w:hAnsi="Arial" w:cs="Arial"/>
          <w:spacing w:val="16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tax</w:t>
      </w:r>
      <w:r w:rsidRPr="00827D0B">
        <w:rPr>
          <w:rFonts w:ascii="Arial" w:hAnsi="Arial" w:cs="Arial"/>
          <w:spacing w:val="15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from</w:t>
      </w:r>
      <w:r w:rsidRPr="00827D0B">
        <w:rPr>
          <w:rFonts w:ascii="Arial" w:hAnsi="Arial" w:cs="Arial"/>
          <w:spacing w:val="23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your</w:t>
      </w:r>
      <w:r w:rsidRPr="00827D0B">
        <w:rPr>
          <w:rFonts w:ascii="Arial" w:hAnsi="Arial" w:cs="Arial"/>
          <w:spacing w:val="8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joint</w:t>
      </w:r>
      <w:r w:rsidRPr="00827D0B">
        <w:rPr>
          <w:rFonts w:ascii="Arial" w:hAnsi="Arial" w:cs="Arial"/>
          <w:spacing w:val="21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tax</w:t>
      </w:r>
      <w:r w:rsidRPr="00827D0B">
        <w:rPr>
          <w:rFonts w:ascii="Arial" w:hAnsi="Arial" w:cs="Arial"/>
          <w:spacing w:val="15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return,</w:t>
      </w:r>
      <w:r w:rsidRPr="00827D0B">
        <w:rPr>
          <w:rFonts w:ascii="Arial" w:hAnsi="Arial" w:cs="Arial"/>
          <w:spacing w:val="11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you</w:t>
      </w:r>
      <w:r w:rsidRPr="00827D0B">
        <w:rPr>
          <w:rFonts w:ascii="Arial" w:hAnsi="Arial" w:cs="Arial"/>
          <w:spacing w:val="7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may</w:t>
      </w:r>
      <w:r w:rsidRPr="00827D0B">
        <w:rPr>
          <w:rFonts w:ascii="Arial" w:hAnsi="Arial" w:cs="Arial"/>
          <w:spacing w:val="1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be</w:t>
      </w:r>
      <w:r w:rsidRPr="00827D0B">
        <w:rPr>
          <w:rFonts w:ascii="Arial" w:hAnsi="Arial" w:cs="Arial"/>
          <w:spacing w:val="9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eligible</w:t>
      </w:r>
      <w:r w:rsidRPr="00827D0B">
        <w:rPr>
          <w:rFonts w:ascii="Arial" w:hAnsi="Arial" w:cs="Arial"/>
          <w:spacing w:val="12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for</w:t>
      </w:r>
      <w:r w:rsidRPr="00827D0B">
        <w:rPr>
          <w:rFonts w:ascii="Arial" w:hAnsi="Arial" w:cs="Arial"/>
          <w:spacing w:val="14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innocent</w:t>
      </w:r>
      <w:r w:rsidRPr="00827D0B">
        <w:rPr>
          <w:rFonts w:ascii="Arial" w:hAnsi="Arial" w:cs="Arial"/>
          <w:spacing w:val="28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spouse</w:t>
      </w:r>
      <w:r w:rsidRPr="00827D0B">
        <w:rPr>
          <w:rFonts w:ascii="Arial" w:hAnsi="Arial" w:cs="Arial"/>
          <w:spacing w:val="13"/>
          <w:sz w:val="36"/>
          <w:szCs w:val="36"/>
        </w:rPr>
        <w:t xml:space="preserve"> </w:t>
      </w:r>
      <w:r w:rsidRPr="00827D0B">
        <w:rPr>
          <w:rFonts w:ascii="Arial" w:hAnsi="Arial" w:cs="Arial"/>
          <w:sz w:val="36"/>
          <w:szCs w:val="36"/>
        </w:rPr>
        <w:t>relief.</w:t>
      </w:r>
    </w:p>
    <w:p w14:paraId="288BEEE3" w14:textId="77777777" w:rsidR="00A26219" w:rsidRDefault="00A26219" w:rsidP="00827D0B">
      <w:pPr>
        <w:spacing w:before="62" w:line="258" w:lineRule="auto"/>
        <w:ind w:right="48"/>
        <w:jc w:val="both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36"/>
          <w:szCs w:val="36"/>
        </w:rPr>
        <w:t>Innocent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spouse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relief</w:t>
      </w:r>
      <w:r>
        <w:rPr>
          <w:rFonts w:ascii="Arial" w:eastAsia="Arial" w:hAnsi="Arial" w:cs="Arial"/>
          <w:spacing w:val="-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may also</w:t>
      </w:r>
      <w:r>
        <w:rPr>
          <w:rFonts w:ascii="Arial" w:eastAsia="Arial" w:hAnsi="Arial" w:cs="Arial"/>
          <w:spacing w:val="-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be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available</w:t>
      </w:r>
      <w:r>
        <w:rPr>
          <w:rFonts w:ascii="Arial" w:eastAsia="Arial" w:hAnsi="Arial" w:cs="Arial"/>
          <w:spacing w:val="-2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were</w:t>
      </w:r>
      <w:r>
        <w:rPr>
          <w:rFonts w:ascii="Arial" w:eastAsia="Arial" w:hAnsi="Arial" w:cs="Arial"/>
          <w:spacing w:val="-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</w:t>
      </w:r>
      <w:r>
        <w:rPr>
          <w:rFonts w:ascii="Arial" w:eastAsia="Arial" w:hAnsi="Arial" w:cs="Arial"/>
          <w:spacing w:val="-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resident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</w:t>
      </w:r>
      <w:r>
        <w:rPr>
          <w:rFonts w:ascii="Arial" w:eastAsia="Arial" w:hAnsi="Arial" w:cs="Arial"/>
          <w:spacing w:val="-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community</w:t>
      </w:r>
      <w:r>
        <w:rPr>
          <w:rFonts w:ascii="Arial" w:eastAsia="Arial" w:hAnsi="Arial" w:cs="Arial"/>
          <w:spacing w:val="3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property</w:t>
      </w:r>
      <w:r>
        <w:rPr>
          <w:rFonts w:ascii="Arial" w:eastAsia="Arial" w:hAnsi="Arial" w:cs="Arial"/>
          <w:spacing w:val="4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state</w:t>
      </w:r>
      <w:r>
        <w:rPr>
          <w:rFonts w:ascii="Arial" w:eastAsia="Arial" w:hAnsi="Arial" w:cs="Arial"/>
          <w:spacing w:val="8"/>
          <w:sz w:val="36"/>
          <w:szCs w:val="36"/>
        </w:rPr>
        <w:t xml:space="preserve"> </w:t>
      </w:r>
      <w:r>
        <w:rPr>
          <w:rFonts w:ascii="Arial" w:eastAsia="Arial" w:hAnsi="Arial" w:cs="Arial"/>
          <w:w w:val="94"/>
          <w:sz w:val="36"/>
          <w:szCs w:val="36"/>
        </w:rPr>
        <w:t>(see</w:t>
      </w:r>
      <w:r>
        <w:rPr>
          <w:rFonts w:ascii="Arial" w:eastAsia="Arial" w:hAnsi="Arial" w:cs="Arial"/>
          <w:spacing w:val="6"/>
          <w:w w:val="9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list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community</w:t>
      </w:r>
      <w:r>
        <w:rPr>
          <w:rFonts w:ascii="Arial" w:eastAsia="Arial" w:hAnsi="Arial" w:cs="Arial"/>
          <w:spacing w:val="35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>proper</w:t>
      </w:r>
      <w:r>
        <w:rPr>
          <w:rFonts w:ascii="Arial" w:eastAsia="Arial" w:hAnsi="Arial" w:cs="Arial"/>
          <w:w w:val="104"/>
          <w:sz w:val="36"/>
          <w:szCs w:val="36"/>
        </w:rPr>
        <w:t xml:space="preserve">ty </w:t>
      </w:r>
      <w:r>
        <w:rPr>
          <w:rFonts w:ascii="Arial" w:eastAsia="Arial" w:hAnsi="Arial" w:cs="Arial"/>
          <w:sz w:val="36"/>
          <w:szCs w:val="36"/>
        </w:rPr>
        <w:t>states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</w:t>
      </w:r>
      <w:r>
        <w:rPr>
          <w:rFonts w:ascii="Arial" w:eastAsia="Arial" w:hAnsi="Arial" w:cs="Arial"/>
          <w:spacing w:val="-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instructions)</w:t>
      </w:r>
      <w:r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and</w:t>
      </w:r>
      <w:r>
        <w:rPr>
          <w:rFonts w:ascii="Arial" w:eastAsia="Arial" w:hAnsi="Arial" w:cs="Arial"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did</w:t>
      </w:r>
      <w:r>
        <w:rPr>
          <w:rFonts w:ascii="Arial" w:eastAsia="Arial" w:hAnsi="Arial" w:cs="Arial"/>
          <w:spacing w:val="2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not</w:t>
      </w:r>
      <w:r>
        <w:rPr>
          <w:rFonts w:ascii="Arial" w:eastAsia="Arial" w:hAnsi="Arial" w:cs="Arial"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file</w:t>
      </w:r>
      <w:r>
        <w:rPr>
          <w:rFonts w:ascii="Arial" w:eastAsia="Arial" w:hAnsi="Arial" w:cs="Arial"/>
          <w:spacing w:val="-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</w:t>
      </w:r>
      <w:r>
        <w:rPr>
          <w:rFonts w:ascii="Arial" w:eastAsia="Arial" w:hAnsi="Arial" w:cs="Arial"/>
          <w:spacing w:val="-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joint</w:t>
      </w:r>
      <w:r>
        <w:rPr>
          <w:rFonts w:ascii="Arial" w:eastAsia="Arial" w:hAnsi="Arial" w:cs="Arial"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federal</w:t>
      </w:r>
      <w:r>
        <w:rPr>
          <w:rFonts w:ascii="Arial" w:eastAsia="Arial" w:hAnsi="Arial" w:cs="Arial"/>
          <w:spacing w:val="-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income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tax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return and</w:t>
      </w:r>
      <w:r>
        <w:rPr>
          <w:rFonts w:ascii="Arial" w:eastAsia="Arial" w:hAnsi="Arial" w:cs="Arial"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believe</w:t>
      </w:r>
      <w:r>
        <w:rPr>
          <w:rFonts w:ascii="Arial" w:eastAsia="Arial" w:hAnsi="Arial" w:cs="Arial"/>
          <w:spacing w:val="-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should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not</w:t>
      </w:r>
      <w:r>
        <w:rPr>
          <w:rFonts w:ascii="Arial" w:eastAsia="Arial" w:hAnsi="Arial" w:cs="Arial"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be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held responsible</w:t>
      </w:r>
      <w:r>
        <w:rPr>
          <w:rFonts w:ascii="Arial" w:eastAsia="Arial" w:hAnsi="Arial" w:cs="Arial"/>
          <w:spacing w:val="7"/>
          <w:sz w:val="36"/>
          <w:szCs w:val="36"/>
        </w:rPr>
        <w:t xml:space="preserve"> </w:t>
      </w:r>
      <w:r>
        <w:rPr>
          <w:rFonts w:ascii="Arial" w:eastAsia="Arial" w:hAnsi="Arial" w:cs="Arial"/>
          <w:w w:val="103"/>
          <w:sz w:val="36"/>
          <w:szCs w:val="36"/>
        </w:rPr>
        <w:t xml:space="preserve">for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tax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attributable</w:t>
      </w:r>
      <w:r>
        <w:rPr>
          <w:rFonts w:ascii="Arial" w:eastAsia="Arial" w:hAnsi="Arial" w:cs="Arial"/>
          <w:spacing w:val="3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</w:t>
      </w:r>
      <w:r>
        <w:rPr>
          <w:rFonts w:ascii="Arial" w:eastAsia="Arial" w:hAnsi="Arial" w:cs="Arial"/>
          <w:spacing w:val="-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item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community</w:t>
      </w:r>
      <w:r>
        <w:rPr>
          <w:rFonts w:ascii="Arial" w:eastAsia="Arial" w:hAnsi="Arial" w:cs="Arial"/>
          <w:spacing w:val="35"/>
          <w:sz w:val="36"/>
          <w:szCs w:val="36"/>
        </w:rPr>
        <w:t xml:space="preserve"> </w:t>
      </w:r>
      <w:r>
        <w:rPr>
          <w:rFonts w:ascii="Arial" w:eastAsia="Arial" w:hAnsi="Arial" w:cs="Arial"/>
          <w:w w:val="101"/>
          <w:sz w:val="36"/>
          <w:szCs w:val="36"/>
        </w:rPr>
        <w:t>income.</w:t>
      </w:r>
    </w:p>
    <w:p w14:paraId="1B585308" w14:textId="77777777" w:rsidR="00A26219" w:rsidRDefault="00A26219" w:rsidP="00A26219">
      <w:pPr>
        <w:ind w:left="284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1    Do</w:t>
      </w:r>
      <w:r>
        <w:rPr>
          <w:rFonts w:ascii="Arial" w:eastAsia="Arial" w:hAnsi="Arial" w:cs="Arial"/>
          <w:b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either</w:t>
      </w:r>
      <w:r>
        <w:rPr>
          <w:rFonts w:ascii="Arial" w:eastAsia="Arial" w:hAnsi="Arial" w:cs="Arial"/>
          <w:b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of</w:t>
      </w:r>
      <w:r>
        <w:rPr>
          <w:rFonts w:ascii="Arial" w:eastAsia="Arial" w:hAnsi="Arial" w:cs="Arial"/>
          <w:b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the</w:t>
      </w:r>
      <w:r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paragraphs</w:t>
      </w:r>
      <w:r>
        <w:rPr>
          <w:rFonts w:ascii="Arial" w:eastAsia="Arial" w:hAnsi="Arial" w:cs="Arial"/>
          <w:b/>
          <w:spacing w:val="2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above</w:t>
      </w:r>
      <w:r>
        <w:rPr>
          <w:rFonts w:ascii="Arial" w:eastAsia="Arial" w:hAnsi="Arial" w:cs="Arial"/>
          <w:b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describe</w:t>
      </w:r>
      <w:r>
        <w:rPr>
          <w:rFonts w:ascii="Arial" w:eastAsia="Arial" w:hAnsi="Arial" w:cs="Arial"/>
          <w:b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your</w:t>
      </w:r>
      <w:r>
        <w:rPr>
          <w:rFonts w:ascii="Arial" w:eastAsia="Arial" w:hAnsi="Arial" w:cs="Arial"/>
          <w:b/>
          <w:spacing w:val="-1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situation?</w:t>
      </w:r>
    </w:p>
    <w:p w14:paraId="26762835" w14:textId="77777777" w:rsidR="00A26219" w:rsidRDefault="00A26219" w:rsidP="00A26219">
      <w:pPr>
        <w:spacing w:before="72"/>
        <w:ind w:left="1653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8D5DBCA" wp14:editId="3F5DBFAE">
                <wp:simplePos x="0" y="0"/>
                <wp:positionH relativeFrom="page">
                  <wp:posOffset>1504950</wp:posOffset>
                </wp:positionH>
                <wp:positionV relativeFrom="paragraph">
                  <wp:posOffset>69215</wp:posOffset>
                </wp:positionV>
                <wp:extent cx="205740" cy="205740"/>
                <wp:effectExtent l="9525" t="7620" r="13335" b="15240"/>
                <wp:wrapNone/>
                <wp:docPr id="348" name="Group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2370" y="109"/>
                          <a:chExt cx="324" cy="324"/>
                        </a:xfrm>
                      </wpg:grpSpPr>
                      <wps:wsp>
                        <wps:cNvPr id="349" name="Freeform 17"/>
                        <wps:cNvSpPr>
                          <a:spLocks/>
                        </wps:cNvSpPr>
                        <wps:spPr bwMode="auto">
                          <a:xfrm>
                            <a:off x="2370" y="109"/>
                            <a:ext cx="324" cy="324"/>
                          </a:xfrm>
                          <a:custGeom>
                            <a:avLst/>
                            <a:gdLst>
                              <a:gd name="T0" fmla="+- 0 2370 2370"/>
                              <a:gd name="T1" fmla="*/ T0 w 324"/>
                              <a:gd name="T2" fmla="+- 0 433 109"/>
                              <a:gd name="T3" fmla="*/ 433 h 324"/>
                              <a:gd name="T4" fmla="+- 0 2694 2370"/>
                              <a:gd name="T5" fmla="*/ T4 w 324"/>
                              <a:gd name="T6" fmla="+- 0 433 109"/>
                              <a:gd name="T7" fmla="*/ 433 h 324"/>
                              <a:gd name="T8" fmla="+- 0 2694 2370"/>
                              <a:gd name="T9" fmla="*/ T8 w 324"/>
                              <a:gd name="T10" fmla="+- 0 109 109"/>
                              <a:gd name="T11" fmla="*/ 109 h 324"/>
                              <a:gd name="T12" fmla="+- 0 2370 2370"/>
                              <a:gd name="T13" fmla="*/ T12 w 324"/>
                              <a:gd name="T14" fmla="+- 0 109 109"/>
                              <a:gd name="T15" fmla="*/ 109 h 324"/>
                              <a:gd name="T16" fmla="+- 0 2370 2370"/>
                              <a:gd name="T17" fmla="*/ T16 w 324"/>
                              <a:gd name="T18" fmla="+- 0 433 109"/>
                              <a:gd name="T19" fmla="*/ 433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09C6C5" id="Group 348" o:spid="_x0000_s1026" style="position:absolute;margin-left:118.5pt;margin-top:5.45pt;width:16.2pt;height:16.2pt;z-index:-251655168;mso-position-horizontal-relative:page" coordorigin="2370,109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">
                <v:shape id="Freeform 17" o:spid="_x0000_s1027" style="position:absolute;left:2370;top:109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" path="m,324r324,l324,,,,,324xe" filled="f" strokeweight=".357mm">
                  <v:path arrowok="t" o:connecttype="custom" o:connectlocs="0,433;324,433;324,109;0,109;0,433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z w:val="36"/>
          <w:szCs w:val="36"/>
        </w:rPr>
        <w:t>Yes.</w:t>
      </w:r>
      <w:r>
        <w:rPr>
          <w:rFonts w:ascii="Arial" w:eastAsia="Arial" w:hAnsi="Arial" w:cs="Arial"/>
          <w:spacing w:val="-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can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file</w:t>
      </w:r>
      <w:r>
        <w:rPr>
          <w:rFonts w:ascii="Arial" w:eastAsia="Arial" w:hAnsi="Arial" w:cs="Arial"/>
          <w:spacing w:val="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this</w:t>
      </w:r>
      <w:r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Form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8857.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Go</w:t>
      </w:r>
      <w:r>
        <w:rPr>
          <w:rFonts w:ascii="Arial" w:eastAsia="Arial" w:hAnsi="Arial" w:cs="Arial"/>
          <w:spacing w:val="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line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w w:val="101"/>
          <w:sz w:val="36"/>
          <w:szCs w:val="36"/>
        </w:rPr>
        <w:t>2.</w:t>
      </w:r>
    </w:p>
    <w:p w14:paraId="1DF14BFA" w14:textId="77777777" w:rsidR="00A26219" w:rsidRDefault="00A26219" w:rsidP="00A26219">
      <w:pPr>
        <w:spacing w:before="72"/>
        <w:ind w:left="1645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0A8F5440" wp14:editId="379FCD27">
                <wp:simplePos x="0" y="0"/>
                <wp:positionH relativeFrom="page">
                  <wp:posOffset>1504950</wp:posOffset>
                </wp:positionH>
                <wp:positionV relativeFrom="paragraph">
                  <wp:posOffset>69215</wp:posOffset>
                </wp:positionV>
                <wp:extent cx="205740" cy="205740"/>
                <wp:effectExtent l="9525" t="11430" r="13335" b="11430"/>
                <wp:wrapNone/>
                <wp:docPr id="346" name="Group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2370" y="109"/>
                          <a:chExt cx="324" cy="324"/>
                        </a:xfrm>
                      </wpg:grpSpPr>
                      <wps:wsp>
                        <wps:cNvPr id="347" name="Freeform 19"/>
                        <wps:cNvSpPr>
                          <a:spLocks/>
                        </wps:cNvSpPr>
                        <wps:spPr bwMode="auto">
                          <a:xfrm>
                            <a:off x="2370" y="109"/>
                            <a:ext cx="324" cy="324"/>
                          </a:xfrm>
                          <a:custGeom>
                            <a:avLst/>
                            <a:gdLst>
                              <a:gd name="T0" fmla="+- 0 2370 2370"/>
                              <a:gd name="T1" fmla="*/ T0 w 324"/>
                              <a:gd name="T2" fmla="+- 0 433 109"/>
                              <a:gd name="T3" fmla="*/ 433 h 324"/>
                              <a:gd name="T4" fmla="+- 0 2694 2370"/>
                              <a:gd name="T5" fmla="*/ T4 w 324"/>
                              <a:gd name="T6" fmla="+- 0 433 109"/>
                              <a:gd name="T7" fmla="*/ 433 h 324"/>
                              <a:gd name="T8" fmla="+- 0 2694 2370"/>
                              <a:gd name="T9" fmla="*/ T8 w 324"/>
                              <a:gd name="T10" fmla="+- 0 109 109"/>
                              <a:gd name="T11" fmla="*/ 109 h 324"/>
                              <a:gd name="T12" fmla="+- 0 2370 2370"/>
                              <a:gd name="T13" fmla="*/ T12 w 324"/>
                              <a:gd name="T14" fmla="+- 0 109 109"/>
                              <a:gd name="T15" fmla="*/ 109 h 324"/>
                              <a:gd name="T16" fmla="+- 0 2370 2370"/>
                              <a:gd name="T17" fmla="*/ T16 w 324"/>
                              <a:gd name="T18" fmla="+- 0 433 109"/>
                              <a:gd name="T19" fmla="*/ 433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0062C7" id="Group 346" o:spid="_x0000_s1026" style="position:absolute;margin-left:118.5pt;margin-top:5.45pt;width:16.2pt;height:16.2pt;z-index:-251654144;mso-position-horizontal-relative:page" coordorigin="2370,109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">
                <v:shape id="Freeform 19" o:spid="_x0000_s1027" style="position:absolute;left:2370;top:109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" path="m,324r324,l324,,,,,324xe" filled="f" strokeweight=".357mm">
                  <v:path arrowok="t" o:connecttype="custom" o:connectlocs="0,433;324,433;324,109;0,109;0,433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z w:val="36"/>
          <w:szCs w:val="36"/>
        </w:rPr>
        <w:t xml:space="preserve">No. 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Do</w:t>
      </w:r>
      <w:r>
        <w:rPr>
          <w:rFonts w:ascii="Arial" w:eastAsia="Arial" w:hAnsi="Arial" w:cs="Arial"/>
          <w:spacing w:val="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not</w:t>
      </w:r>
      <w:r>
        <w:rPr>
          <w:rFonts w:ascii="Arial" w:eastAsia="Arial" w:hAnsi="Arial" w:cs="Arial"/>
          <w:spacing w:val="2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file</w:t>
      </w:r>
      <w:r>
        <w:rPr>
          <w:rFonts w:ascii="Arial" w:eastAsia="Arial" w:hAnsi="Arial" w:cs="Arial"/>
          <w:spacing w:val="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this</w:t>
      </w:r>
      <w:r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Form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proofErr w:type="gramStart"/>
      <w:r>
        <w:rPr>
          <w:rFonts w:ascii="Arial" w:eastAsia="Arial" w:hAnsi="Arial" w:cs="Arial"/>
          <w:sz w:val="36"/>
          <w:szCs w:val="36"/>
        </w:rPr>
        <w:t>8857,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but</w:t>
      </w:r>
      <w:proofErr w:type="gramEnd"/>
      <w:r>
        <w:rPr>
          <w:rFonts w:ascii="Arial" w:eastAsia="Arial" w:hAnsi="Arial" w:cs="Arial"/>
          <w:spacing w:val="3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go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line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2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see</w:t>
      </w:r>
      <w:r>
        <w:rPr>
          <w:rFonts w:ascii="Arial" w:eastAsia="Arial" w:hAnsi="Arial" w:cs="Arial"/>
          <w:spacing w:val="-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can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file</w:t>
      </w:r>
      <w:r>
        <w:rPr>
          <w:rFonts w:ascii="Arial" w:eastAsia="Arial" w:hAnsi="Arial" w:cs="Arial"/>
          <w:spacing w:val="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</w:t>
      </w:r>
      <w:r>
        <w:rPr>
          <w:rFonts w:ascii="Arial" w:eastAsia="Arial" w:hAnsi="Arial" w:cs="Arial"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different</w:t>
      </w:r>
      <w:r>
        <w:rPr>
          <w:rFonts w:ascii="Arial" w:eastAsia="Arial" w:hAnsi="Arial" w:cs="Arial"/>
          <w:spacing w:val="41"/>
          <w:sz w:val="36"/>
          <w:szCs w:val="36"/>
        </w:rPr>
        <w:t xml:space="preserve"> </w:t>
      </w:r>
      <w:r>
        <w:rPr>
          <w:rFonts w:ascii="Arial" w:eastAsia="Arial" w:hAnsi="Arial" w:cs="Arial"/>
          <w:w w:val="103"/>
          <w:sz w:val="36"/>
          <w:szCs w:val="36"/>
        </w:rPr>
        <w:t>form.</w:t>
      </w:r>
    </w:p>
    <w:p w14:paraId="4CFC7DAD" w14:textId="77777777" w:rsidR="00A26219" w:rsidRDefault="00A26219" w:rsidP="00C844CD">
      <w:pPr>
        <w:spacing w:before="40"/>
        <w:ind w:left="792" w:hanging="504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2   Did</w:t>
      </w:r>
      <w:r>
        <w:rPr>
          <w:rFonts w:ascii="Arial" w:eastAsia="Arial" w:hAnsi="Arial" w:cs="Arial"/>
          <w:b/>
          <w:spacing w:val="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the</w:t>
      </w:r>
      <w:r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IRS</w:t>
      </w:r>
      <w:r>
        <w:rPr>
          <w:rFonts w:ascii="Arial" w:eastAsia="Arial" w:hAnsi="Arial" w:cs="Arial"/>
          <w:b/>
          <w:spacing w:val="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take</w:t>
      </w:r>
      <w:r>
        <w:rPr>
          <w:rFonts w:ascii="Arial" w:eastAsia="Arial" w:hAnsi="Arial" w:cs="Arial"/>
          <w:b/>
          <w:spacing w:val="3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your</w:t>
      </w:r>
      <w:r>
        <w:rPr>
          <w:rFonts w:ascii="Arial" w:eastAsia="Arial" w:hAnsi="Arial" w:cs="Arial"/>
          <w:b/>
          <w:spacing w:val="-1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share</w:t>
      </w:r>
      <w:r>
        <w:rPr>
          <w:rFonts w:ascii="Arial" w:eastAsia="Arial" w:hAnsi="Arial" w:cs="Arial"/>
          <w:b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of</w:t>
      </w:r>
      <w:r>
        <w:rPr>
          <w:rFonts w:ascii="Arial" w:eastAsia="Arial" w:hAnsi="Arial" w:cs="Arial"/>
          <w:b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</w:t>
      </w:r>
      <w:r>
        <w:rPr>
          <w:rFonts w:ascii="Arial" w:eastAsia="Arial" w:hAnsi="Arial" w:cs="Arial"/>
          <w:b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joint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refund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from</w:t>
      </w:r>
      <w:r>
        <w:rPr>
          <w:rFonts w:ascii="Arial" w:eastAsia="Arial" w:hAnsi="Arial" w:cs="Arial"/>
          <w:b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any</w:t>
      </w:r>
      <w:r>
        <w:rPr>
          <w:rFonts w:ascii="Arial" w:eastAsia="Arial" w:hAnsi="Arial" w:cs="Arial"/>
          <w:b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tax</w:t>
      </w:r>
      <w:r>
        <w:rPr>
          <w:rFonts w:ascii="Arial" w:eastAsia="Arial" w:hAnsi="Arial" w:cs="Arial"/>
          <w:b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year</w:t>
      </w:r>
      <w:r>
        <w:rPr>
          <w:rFonts w:ascii="Arial" w:eastAsia="Arial" w:hAnsi="Arial" w:cs="Arial"/>
          <w:b/>
          <w:spacing w:val="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to</w:t>
      </w:r>
      <w:r>
        <w:rPr>
          <w:rFonts w:ascii="Arial" w:eastAsia="Arial" w:hAnsi="Arial" w:cs="Arial"/>
          <w:b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pay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any</w:t>
      </w:r>
      <w:r>
        <w:rPr>
          <w:rFonts w:ascii="Arial" w:eastAsia="Arial" w:hAnsi="Arial" w:cs="Arial"/>
          <w:b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of</w:t>
      </w:r>
      <w:r>
        <w:rPr>
          <w:rFonts w:ascii="Arial" w:eastAsia="Arial" w:hAnsi="Arial" w:cs="Arial"/>
          <w:b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the</w:t>
      </w:r>
      <w:r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following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past-due</w:t>
      </w:r>
      <w:r>
        <w:rPr>
          <w:rFonts w:ascii="Arial" w:eastAsia="Arial" w:hAnsi="Arial" w:cs="Arial"/>
          <w:b/>
          <w:spacing w:val="47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debt(s)</w:t>
      </w:r>
      <w:r>
        <w:rPr>
          <w:rFonts w:ascii="Arial" w:eastAsia="Arial" w:hAnsi="Arial" w:cs="Arial"/>
          <w:b/>
          <w:spacing w:val="-1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owed</w:t>
      </w:r>
      <w:r>
        <w:rPr>
          <w:rFonts w:ascii="Arial" w:eastAsia="Arial" w:hAnsi="Arial" w:cs="Arial"/>
          <w:b/>
          <w:spacing w:val="3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w w:val="101"/>
          <w:sz w:val="36"/>
          <w:szCs w:val="36"/>
        </w:rPr>
        <w:t>ONLY</w:t>
      </w:r>
      <w:r w:rsidR="00C844CD">
        <w:rPr>
          <w:rFonts w:ascii="Arial" w:eastAsia="Arial" w:hAnsi="Arial" w:cs="Arial"/>
          <w:b/>
          <w:w w:val="10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by</w:t>
      </w:r>
      <w:r>
        <w:rPr>
          <w:rFonts w:ascii="Arial" w:eastAsia="Arial" w:hAnsi="Arial" w:cs="Arial"/>
          <w:b/>
          <w:spacing w:val="-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the</w:t>
      </w:r>
      <w:r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person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listed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on</w:t>
      </w:r>
      <w:r>
        <w:rPr>
          <w:rFonts w:ascii="Arial" w:eastAsia="Arial" w:hAnsi="Arial" w:cs="Arial"/>
          <w:b/>
          <w:spacing w:val="-2"/>
          <w:sz w:val="36"/>
          <w:szCs w:val="36"/>
        </w:rPr>
        <w:t xml:space="preserve"> </w:t>
      </w:r>
      <w:proofErr w:type="gramStart"/>
      <w:r>
        <w:rPr>
          <w:rFonts w:ascii="Arial" w:eastAsia="Arial" w:hAnsi="Arial" w:cs="Arial"/>
          <w:b/>
          <w:sz w:val="36"/>
          <w:szCs w:val="36"/>
        </w:rPr>
        <w:t>line</w:t>
      </w:r>
      <w:r w:rsidR="00C96D9B">
        <w:rPr>
          <w:rFonts w:ascii="Arial" w:eastAsia="Arial" w:hAnsi="Arial" w:cs="Arial"/>
          <w:b/>
          <w:sz w:val="36"/>
          <w:szCs w:val="36"/>
        </w:rPr>
        <w:t xml:space="preserve">  6</w:t>
      </w:r>
      <w:proofErr w:type="gramEnd"/>
      <w:r>
        <w:rPr>
          <w:rFonts w:ascii="Arial" w:eastAsia="Arial" w:hAnsi="Arial" w:cs="Arial"/>
          <w:b/>
          <w:sz w:val="36"/>
          <w:szCs w:val="36"/>
        </w:rPr>
        <w:t>?</w:t>
      </w:r>
    </w:p>
    <w:p w14:paraId="0D6E371C" w14:textId="77777777" w:rsidR="00A26219" w:rsidRDefault="00A26219" w:rsidP="00A26219">
      <w:pPr>
        <w:ind w:left="1361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w w:val="144"/>
          <w:sz w:val="36"/>
          <w:szCs w:val="36"/>
        </w:rPr>
        <w:t>•</w:t>
      </w:r>
      <w:r>
        <w:rPr>
          <w:rFonts w:ascii="Arial" w:eastAsia="Arial" w:hAnsi="Arial" w:cs="Arial"/>
          <w:spacing w:val="-42"/>
          <w:w w:val="14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Child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support      </w:t>
      </w:r>
      <w:r>
        <w:rPr>
          <w:rFonts w:ascii="Arial" w:eastAsia="Arial" w:hAnsi="Arial" w:cs="Arial"/>
          <w:spacing w:val="78"/>
          <w:sz w:val="36"/>
          <w:szCs w:val="36"/>
        </w:rPr>
        <w:t xml:space="preserve"> </w:t>
      </w:r>
      <w:r>
        <w:rPr>
          <w:rFonts w:ascii="Arial" w:eastAsia="Arial" w:hAnsi="Arial" w:cs="Arial"/>
          <w:w w:val="144"/>
          <w:sz w:val="36"/>
          <w:szCs w:val="36"/>
        </w:rPr>
        <w:t>•</w:t>
      </w:r>
      <w:r>
        <w:rPr>
          <w:rFonts w:ascii="Arial" w:eastAsia="Arial" w:hAnsi="Arial" w:cs="Arial"/>
          <w:spacing w:val="-42"/>
          <w:w w:val="14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Spousal</w:t>
      </w:r>
      <w:r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support     </w:t>
      </w:r>
      <w:r>
        <w:rPr>
          <w:rFonts w:ascii="Arial" w:eastAsia="Arial" w:hAnsi="Arial" w:cs="Arial"/>
          <w:spacing w:val="71"/>
          <w:sz w:val="36"/>
          <w:szCs w:val="36"/>
        </w:rPr>
        <w:t xml:space="preserve"> </w:t>
      </w:r>
      <w:r>
        <w:rPr>
          <w:rFonts w:ascii="Arial" w:eastAsia="Arial" w:hAnsi="Arial" w:cs="Arial"/>
          <w:w w:val="144"/>
          <w:sz w:val="36"/>
          <w:szCs w:val="36"/>
        </w:rPr>
        <w:t>•</w:t>
      </w:r>
      <w:r>
        <w:rPr>
          <w:rFonts w:ascii="Arial" w:eastAsia="Arial" w:hAnsi="Arial" w:cs="Arial"/>
          <w:spacing w:val="-42"/>
          <w:w w:val="14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Student</w:t>
      </w:r>
      <w:r>
        <w:rPr>
          <w:rFonts w:ascii="Arial" w:eastAsia="Arial" w:hAnsi="Arial" w:cs="Arial"/>
          <w:spacing w:val="3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loan</w:t>
      </w:r>
      <w:r>
        <w:rPr>
          <w:rFonts w:ascii="Arial" w:eastAsia="Arial" w:hAnsi="Arial" w:cs="Arial"/>
          <w:spacing w:val="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(or</w:t>
      </w:r>
      <w:r>
        <w:rPr>
          <w:rFonts w:ascii="Arial" w:eastAsia="Arial" w:hAnsi="Arial" w:cs="Arial"/>
          <w:spacing w:val="-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other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federal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nontax</w:t>
      </w:r>
      <w:r>
        <w:rPr>
          <w:rFonts w:ascii="Arial" w:eastAsia="Arial" w:hAnsi="Arial" w:cs="Arial"/>
          <w:spacing w:val="34"/>
          <w:sz w:val="36"/>
          <w:szCs w:val="36"/>
        </w:rPr>
        <w:t xml:space="preserve"> </w:t>
      </w:r>
      <w:proofErr w:type="gramStart"/>
      <w:r>
        <w:rPr>
          <w:rFonts w:ascii="Arial" w:eastAsia="Arial" w:hAnsi="Arial" w:cs="Arial"/>
          <w:sz w:val="36"/>
          <w:szCs w:val="36"/>
        </w:rPr>
        <w:t xml:space="preserve">debt)   </w:t>
      </w:r>
      <w:proofErr w:type="gramEnd"/>
      <w:r>
        <w:rPr>
          <w:rFonts w:ascii="Arial" w:eastAsia="Arial" w:hAnsi="Arial" w:cs="Arial"/>
          <w:sz w:val="36"/>
          <w:szCs w:val="36"/>
        </w:rPr>
        <w:t xml:space="preserve">  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w w:val="144"/>
          <w:sz w:val="36"/>
          <w:szCs w:val="36"/>
        </w:rPr>
        <w:t>•</w:t>
      </w:r>
      <w:r>
        <w:rPr>
          <w:rFonts w:ascii="Arial" w:eastAsia="Arial" w:hAnsi="Arial" w:cs="Arial"/>
          <w:spacing w:val="-42"/>
          <w:w w:val="14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Federal</w:t>
      </w:r>
      <w:r>
        <w:rPr>
          <w:rFonts w:ascii="Arial" w:eastAsia="Arial" w:hAnsi="Arial" w:cs="Arial"/>
          <w:spacing w:val="-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state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>taxes</w:t>
      </w:r>
    </w:p>
    <w:p w14:paraId="5844D7CE" w14:textId="77777777" w:rsidR="00A26219" w:rsidRDefault="00A26219" w:rsidP="00A26219">
      <w:pPr>
        <w:spacing w:line="253" w:lineRule="auto"/>
        <w:ind w:left="1653" w:right="174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088E29F6" wp14:editId="50EC7F35">
                <wp:simplePos x="0" y="0"/>
                <wp:positionH relativeFrom="page">
                  <wp:posOffset>1504950</wp:posOffset>
                </wp:positionH>
                <wp:positionV relativeFrom="paragraph">
                  <wp:posOffset>18415</wp:posOffset>
                </wp:positionV>
                <wp:extent cx="205740" cy="205740"/>
                <wp:effectExtent l="9525" t="14605" r="13335" b="8255"/>
                <wp:wrapNone/>
                <wp:docPr id="344" name="Group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2370" y="29"/>
                          <a:chExt cx="324" cy="324"/>
                        </a:xfrm>
                      </wpg:grpSpPr>
                      <wps:wsp>
                        <wps:cNvPr id="345" name="Freeform 21"/>
                        <wps:cNvSpPr>
                          <a:spLocks/>
                        </wps:cNvSpPr>
                        <wps:spPr bwMode="auto">
                          <a:xfrm>
                            <a:off x="2370" y="29"/>
                            <a:ext cx="324" cy="324"/>
                          </a:xfrm>
                          <a:custGeom>
                            <a:avLst/>
                            <a:gdLst>
                              <a:gd name="T0" fmla="+- 0 2370 2370"/>
                              <a:gd name="T1" fmla="*/ T0 w 324"/>
                              <a:gd name="T2" fmla="+- 0 353 29"/>
                              <a:gd name="T3" fmla="*/ 353 h 324"/>
                              <a:gd name="T4" fmla="+- 0 2694 2370"/>
                              <a:gd name="T5" fmla="*/ T4 w 324"/>
                              <a:gd name="T6" fmla="+- 0 353 29"/>
                              <a:gd name="T7" fmla="*/ 353 h 324"/>
                              <a:gd name="T8" fmla="+- 0 2694 2370"/>
                              <a:gd name="T9" fmla="*/ T8 w 324"/>
                              <a:gd name="T10" fmla="+- 0 29 29"/>
                              <a:gd name="T11" fmla="*/ 29 h 324"/>
                              <a:gd name="T12" fmla="+- 0 2370 2370"/>
                              <a:gd name="T13" fmla="*/ T12 w 324"/>
                              <a:gd name="T14" fmla="+- 0 29 29"/>
                              <a:gd name="T15" fmla="*/ 29 h 324"/>
                              <a:gd name="T16" fmla="+- 0 2370 2370"/>
                              <a:gd name="T17" fmla="*/ T16 w 324"/>
                              <a:gd name="T18" fmla="+- 0 353 29"/>
                              <a:gd name="T19" fmla="*/ 353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D9CB04" id="Group 344" o:spid="_x0000_s1026" style="position:absolute;margin-left:118.5pt;margin-top:1.45pt;width:16.2pt;height:16.2pt;z-index:-251653120;mso-position-horizontal-relative:page" coordorigin="2370,29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">
                <v:shape id="Freeform 21" o:spid="_x0000_s1027" style="position:absolute;left:2370;top:29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" path="m,324r324,l324,,,,,324xe" filled="f" strokeweight=".357mm">
                  <v:path arrowok="t" o:connecttype="custom" o:connectlocs="0,353;324,353;324,29;0,29;0,353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z w:val="36"/>
          <w:szCs w:val="36"/>
        </w:rPr>
        <w:t>Yes.</w:t>
      </w:r>
      <w:r>
        <w:rPr>
          <w:rFonts w:ascii="Arial" w:eastAsia="Arial" w:hAnsi="Arial" w:cs="Arial"/>
          <w:spacing w:val="-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may</w:t>
      </w:r>
      <w:r>
        <w:rPr>
          <w:rFonts w:ascii="Arial" w:eastAsia="Arial" w:hAnsi="Arial" w:cs="Arial"/>
          <w:spacing w:val="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be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able</w:t>
      </w:r>
      <w:r>
        <w:rPr>
          <w:rFonts w:ascii="Arial" w:eastAsia="Arial" w:hAnsi="Arial" w:cs="Arial"/>
          <w:spacing w:val="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get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back</w:t>
      </w:r>
      <w:r>
        <w:rPr>
          <w:rFonts w:ascii="Arial" w:eastAsia="Arial" w:hAnsi="Arial" w:cs="Arial"/>
          <w:spacing w:val="3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share</w:t>
      </w:r>
      <w:r>
        <w:rPr>
          <w:rFonts w:ascii="Arial" w:eastAsia="Arial" w:hAnsi="Arial" w:cs="Arial"/>
          <w:spacing w:val="-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refund.</w:t>
      </w:r>
      <w:r>
        <w:rPr>
          <w:rFonts w:ascii="Arial" w:eastAsia="Arial" w:hAnsi="Arial" w:cs="Arial"/>
          <w:spacing w:val="2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See</w:t>
      </w:r>
      <w:r>
        <w:rPr>
          <w:rFonts w:ascii="Arial" w:eastAsia="Arial" w:hAnsi="Arial" w:cs="Arial"/>
          <w:spacing w:val="-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Form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8379,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Injured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Spouse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Allocation,</w:t>
      </w:r>
      <w:r>
        <w:rPr>
          <w:rFonts w:ascii="Arial" w:eastAsia="Arial" w:hAnsi="Arial" w:cs="Arial"/>
          <w:spacing w:val="3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and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its</w:t>
      </w:r>
      <w:r>
        <w:rPr>
          <w:rFonts w:ascii="Arial" w:eastAsia="Arial" w:hAnsi="Arial" w:cs="Arial"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w w:val="103"/>
          <w:sz w:val="36"/>
          <w:szCs w:val="36"/>
        </w:rPr>
        <w:t xml:space="preserve">instructions. </w:t>
      </w:r>
      <w:r>
        <w:rPr>
          <w:rFonts w:ascii="Arial" w:eastAsia="Arial" w:hAnsi="Arial" w:cs="Arial"/>
          <w:sz w:val="36"/>
          <w:szCs w:val="36"/>
        </w:rPr>
        <w:t>Go</w:t>
      </w:r>
      <w:r>
        <w:rPr>
          <w:rFonts w:ascii="Arial" w:eastAsia="Arial" w:hAnsi="Arial" w:cs="Arial"/>
          <w:spacing w:val="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line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3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answered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“Yes”</w:t>
      </w:r>
      <w:r>
        <w:rPr>
          <w:rFonts w:ascii="Arial" w:eastAsia="Arial" w:hAnsi="Arial" w:cs="Arial"/>
          <w:spacing w:val="6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line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w w:val="101"/>
          <w:sz w:val="36"/>
          <w:szCs w:val="36"/>
        </w:rPr>
        <w:t>1.</w:t>
      </w:r>
    </w:p>
    <w:p w14:paraId="6417E13C" w14:textId="77777777" w:rsidR="00A26219" w:rsidRDefault="00A26219" w:rsidP="00A26219">
      <w:pPr>
        <w:spacing w:before="49"/>
        <w:ind w:left="1645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1BD900FA" wp14:editId="6F073FCC">
                <wp:simplePos x="0" y="0"/>
                <wp:positionH relativeFrom="page">
                  <wp:posOffset>1504950</wp:posOffset>
                </wp:positionH>
                <wp:positionV relativeFrom="paragraph">
                  <wp:posOffset>54610</wp:posOffset>
                </wp:positionV>
                <wp:extent cx="205740" cy="205740"/>
                <wp:effectExtent l="9525" t="14605" r="13335" b="8255"/>
                <wp:wrapNone/>
                <wp:docPr id="342" name="Group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2370" y="86"/>
                          <a:chExt cx="324" cy="324"/>
                        </a:xfrm>
                      </wpg:grpSpPr>
                      <wps:wsp>
                        <wps:cNvPr id="343" name="Freeform 23"/>
                        <wps:cNvSpPr>
                          <a:spLocks/>
                        </wps:cNvSpPr>
                        <wps:spPr bwMode="auto">
                          <a:xfrm>
                            <a:off x="2370" y="86"/>
                            <a:ext cx="324" cy="324"/>
                          </a:xfrm>
                          <a:custGeom>
                            <a:avLst/>
                            <a:gdLst>
                              <a:gd name="T0" fmla="+- 0 2370 2370"/>
                              <a:gd name="T1" fmla="*/ T0 w 324"/>
                              <a:gd name="T2" fmla="+- 0 410 86"/>
                              <a:gd name="T3" fmla="*/ 410 h 324"/>
                              <a:gd name="T4" fmla="+- 0 2694 2370"/>
                              <a:gd name="T5" fmla="*/ T4 w 324"/>
                              <a:gd name="T6" fmla="+- 0 410 86"/>
                              <a:gd name="T7" fmla="*/ 410 h 324"/>
                              <a:gd name="T8" fmla="+- 0 2694 2370"/>
                              <a:gd name="T9" fmla="*/ T8 w 324"/>
                              <a:gd name="T10" fmla="+- 0 86 86"/>
                              <a:gd name="T11" fmla="*/ 86 h 324"/>
                              <a:gd name="T12" fmla="+- 0 2370 2370"/>
                              <a:gd name="T13" fmla="*/ T12 w 324"/>
                              <a:gd name="T14" fmla="+- 0 86 86"/>
                              <a:gd name="T15" fmla="*/ 86 h 324"/>
                              <a:gd name="T16" fmla="+- 0 2370 2370"/>
                              <a:gd name="T17" fmla="*/ T16 w 324"/>
                              <a:gd name="T18" fmla="+- 0 410 86"/>
                              <a:gd name="T19" fmla="*/ 410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830C0C" id="Group 342" o:spid="_x0000_s1026" style="position:absolute;margin-left:118.5pt;margin-top:4.3pt;width:16.2pt;height:16.2pt;z-index:-251652096;mso-position-horizontal-relative:page" coordorigin="2370,86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">
                <v:shape id="Freeform 23" o:spid="_x0000_s1027" style="position:absolute;left:2370;top:86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" path="m,324r324,l324,,,,,324xe" filled="f" strokeweight=".357mm">
                  <v:path arrowok="t" o:connecttype="custom" o:connectlocs="0,410;324,410;324,86;0,86;0,410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z w:val="36"/>
          <w:szCs w:val="36"/>
        </w:rPr>
        <w:t>No.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Go</w:t>
      </w:r>
      <w:r>
        <w:rPr>
          <w:rFonts w:ascii="Arial" w:eastAsia="Arial" w:hAnsi="Arial" w:cs="Arial"/>
          <w:spacing w:val="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line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3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answered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“Yes”</w:t>
      </w:r>
      <w:r>
        <w:rPr>
          <w:rFonts w:ascii="Arial" w:eastAsia="Arial" w:hAnsi="Arial" w:cs="Arial"/>
          <w:spacing w:val="6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line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1.</w:t>
      </w:r>
      <w:r>
        <w:rPr>
          <w:rFonts w:ascii="Arial" w:eastAsia="Arial" w:hAnsi="Arial" w:cs="Arial"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answered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“No”</w:t>
      </w:r>
      <w:r>
        <w:rPr>
          <w:rFonts w:ascii="Arial" w:eastAsia="Arial" w:hAnsi="Arial" w:cs="Arial"/>
          <w:spacing w:val="7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line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1,</w:t>
      </w:r>
      <w:r>
        <w:rPr>
          <w:rFonts w:ascii="Arial" w:eastAsia="Arial" w:hAnsi="Arial" w:cs="Arial"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not</w:t>
      </w:r>
      <w:r>
        <w:rPr>
          <w:rFonts w:ascii="Arial" w:eastAsia="Arial" w:hAnsi="Arial" w:cs="Arial"/>
          <w:spacing w:val="2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file</w:t>
      </w:r>
      <w:r>
        <w:rPr>
          <w:rFonts w:ascii="Arial" w:eastAsia="Arial" w:hAnsi="Arial" w:cs="Arial"/>
          <w:spacing w:val="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this</w:t>
      </w:r>
      <w:r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w w:val="103"/>
          <w:sz w:val="36"/>
          <w:szCs w:val="36"/>
        </w:rPr>
        <w:t>form.</w:t>
      </w:r>
    </w:p>
    <w:p w14:paraId="0328AE1E" w14:textId="77777777" w:rsidR="00A26219" w:rsidRDefault="00EB7D53" w:rsidP="00C844CD">
      <w:pPr>
        <w:tabs>
          <w:tab w:val="left" w:pos="1060"/>
        </w:tabs>
        <w:spacing w:before="40" w:line="258" w:lineRule="auto"/>
        <w:ind w:left="1070" w:right="95" w:hanging="786"/>
        <w:rPr>
          <w:sz w:val="5"/>
          <w:szCs w:val="5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12864" behindDoc="1" locked="0" layoutInCell="1" allowOverlap="1" wp14:anchorId="0427722B" wp14:editId="7853953D">
                <wp:simplePos x="0" y="0"/>
                <wp:positionH relativeFrom="page">
                  <wp:posOffset>9220200</wp:posOffset>
                </wp:positionH>
                <wp:positionV relativeFrom="paragraph">
                  <wp:posOffset>1597025</wp:posOffset>
                </wp:positionV>
                <wp:extent cx="1946910" cy="0"/>
                <wp:effectExtent l="0" t="0" r="0" b="0"/>
                <wp:wrapNone/>
                <wp:docPr id="382" name="Group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6910" cy="0"/>
                          <a:chOff x="14477" y="1949"/>
                          <a:chExt cx="3066" cy="0"/>
                        </a:xfrm>
                      </wpg:grpSpPr>
                      <wps:wsp>
                        <wps:cNvPr id="383" name="Freeform 25"/>
                        <wps:cNvSpPr>
                          <a:spLocks/>
                        </wps:cNvSpPr>
                        <wps:spPr bwMode="auto">
                          <a:xfrm>
                            <a:off x="14477" y="1949"/>
                            <a:ext cx="3066" cy="0"/>
                          </a:xfrm>
                          <a:custGeom>
                            <a:avLst/>
                            <a:gdLst>
                              <a:gd name="T0" fmla="+- 0 14477 14477"/>
                              <a:gd name="T1" fmla="*/ T0 w 3066"/>
                              <a:gd name="T2" fmla="+- 0 17543 14477"/>
                              <a:gd name="T3" fmla="*/ T2 w 306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66">
                                <a:moveTo>
                                  <a:pt x="0" y="0"/>
                                </a:moveTo>
                                <a:lnTo>
                                  <a:pt x="3066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B09C0E" id="Group 382" o:spid="_x0000_s1026" style="position:absolute;margin-left:726pt;margin-top:125.75pt;width:153.3pt;height:0;z-index:-251503616;mso-position-horizontal-relative:page" coordorigin="14477,1949" coordsize="306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">
                <v:shape id="Freeform 25" o:spid="_x0000_s1027" style="position:absolute;left:14477;top:1949;width:3066;height:0;visibility:visible;mso-wrap-style:square;v-text-anchor:top" coordsize="30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" path="m,l3066,e" filled="f" strokeweight=".357mm">
                  <v:path arrowok="t" o:connecttype="custom" o:connectlocs="0,0;3066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14912" behindDoc="1" locked="0" layoutInCell="1" allowOverlap="1" wp14:anchorId="39913926" wp14:editId="134A478A">
                <wp:simplePos x="0" y="0"/>
                <wp:positionH relativeFrom="page">
                  <wp:posOffset>9218295</wp:posOffset>
                </wp:positionH>
                <wp:positionV relativeFrom="paragraph">
                  <wp:posOffset>1259205</wp:posOffset>
                </wp:positionV>
                <wp:extent cx="1946910" cy="0"/>
                <wp:effectExtent l="0" t="0" r="0" b="0"/>
                <wp:wrapNone/>
                <wp:docPr id="384" name="Group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6910" cy="0"/>
                          <a:chOff x="14477" y="1949"/>
                          <a:chExt cx="3066" cy="0"/>
                        </a:xfrm>
                      </wpg:grpSpPr>
                      <wps:wsp>
                        <wps:cNvPr id="385" name="Freeform 25"/>
                        <wps:cNvSpPr>
                          <a:spLocks/>
                        </wps:cNvSpPr>
                        <wps:spPr bwMode="auto">
                          <a:xfrm>
                            <a:off x="14477" y="1949"/>
                            <a:ext cx="3066" cy="0"/>
                          </a:xfrm>
                          <a:custGeom>
                            <a:avLst/>
                            <a:gdLst>
                              <a:gd name="T0" fmla="+- 0 14477 14477"/>
                              <a:gd name="T1" fmla="*/ T0 w 3066"/>
                              <a:gd name="T2" fmla="+- 0 17543 14477"/>
                              <a:gd name="T3" fmla="*/ T2 w 306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66">
                                <a:moveTo>
                                  <a:pt x="0" y="0"/>
                                </a:moveTo>
                                <a:lnTo>
                                  <a:pt x="3066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E72487" id="Group 384" o:spid="_x0000_s1026" style="position:absolute;margin-left:725.85pt;margin-top:99.15pt;width:153.3pt;height:0;z-index:-251501568;mso-position-horizontal-relative:page" coordorigin="14477,1949" coordsize="306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">
                <v:shape id="Freeform 25" o:spid="_x0000_s1027" style="position:absolute;left:14477;top:1949;width:3066;height:0;visibility:visible;mso-wrap-style:square;v-text-anchor:top" coordsize="30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" path="m,l3066,e" filled="f" strokeweight=".357mm">
                  <v:path arrowok="t" o:connecttype="custom" o:connectlocs="0,0;3066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06720" behindDoc="1" locked="0" layoutInCell="1" allowOverlap="1" wp14:anchorId="23A73FB8" wp14:editId="62442D5D">
                <wp:simplePos x="0" y="0"/>
                <wp:positionH relativeFrom="page">
                  <wp:posOffset>2641600</wp:posOffset>
                </wp:positionH>
                <wp:positionV relativeFrom="paragraph">
                  <wp:posOffset>1584960</wp:posOffset>
                </wp:positionV>
                <wp:extent cx="1946910" cy="0"/>
                <wp:effectExtent l="10795" t="6985" r="13970" b="12065"/>
                <wp:wrapNone/>
                <wp:docPr id="376" name="Group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6910" cy="0"/>
                          <a:chOff x="14477" y="1949"/>
                          <a:chExt cx="3066" cy="0"/>
                        </a:xfrm>
                      </wpg:grpSpPr>
                      <wps:wsp>
                        <wps:cNvPr id="377" name="Freeform 25"/>
                        <wps:cNvSpPr>
                          <a:spLocks/>
                        </wps:cNvSpPr>
                        <wps:spPr bwMode="auto">
                          <a:xfrm>
                            <a:off x="14477" y="1949"/>
                            <a:ext cx="3066" cy="0"/>
                          </a:xfrm>
                          <a:custGeom>
                            <a:avLst/>
                            <a:gdLst>
                              <a:gd name="T0" fmla="+- 0 14477 14477"/>
                              <a:gd name="T1" fmla="*/ T0 w 3066"/>
                              <a:gd name="T2" fmla="+- 0 17543 14477"/>
                              <a:gd name="T3" fmla="*/ T2 w 306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66">
                                <a:moveTo>
                                  <a:pt x="0" y="0"/>
                                </a:moveTo>
                                <a:lnTo>
                                  <a:pt x="3066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063936" id="Group 376" o:spid="_x0000_s1026" style="position:absolute;margin-left:208pt;margin-top:124.8pt;width:153.3pt;height:0;z-index:-251509760;mso-position-horizontal-relative:page" coordorigin="14477,1949" coordsize="306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">
                <v:shape id="Freeform 25" o:spid="_x0000_s1027" style="position:absolute;left:14477;top:1949;width:3066;height:0;visibility:visible;mso-wrap-style:square;v-text-anchor:top" coordsize="30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" path="m,l3066,e" filled="f" strokeweight=".357mm">
                  <v:path arrowok="t" o:connecttype="custom" o:connectlocs="0,0;3066,0" o:connectangles="0,0"/>
                </v:shape>
                <w10:wrap anchorx="page"/>
              </v:group>
            </w:pict>
          </mc:Fallback>
        </mc:AlternateContent>
      </w:r>
      <w:r w:rsidR="00A26219">
        <w:rPr>
          <w:rFonts w:ascii="Arial" w:eastAsia="Arial" w:hAnsi="Arial" w:cs="Arial"/>
          <w:b/>
          <w:sz w:val="36"/>
          <w:szCs w:val="36"/>
        </w:rPr>
        <w:t>3</w:t>
      </w:r>
      <w:r w:rsidR="00A26219">
        <w:rPr>
          <w:rFonts w:ascii="Arial" w:eastAsia="Arial" w:hAnsi="Arial" w:cs="Arial"/>
          <w:b/>
          <w:spacing w:val="-98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ab/>
        <w:t>If</w:t>
      </w:r>
      <w:r w:rsidR="00A26219">
        <w:rPr>
          <w:rFonts w:ascii="Arial" w:eastAsia="Arial" w:hAnsi="Arial" w:cs="Arial"/>
          <w:b/>
          <w:spacing w:val="-11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w w:val="93"/>
          <w:sz w:val="36"/>
          <w:szCs w:val="36"/>
        </w:rPr>
        <w:t>you</w:t>
      </w:r>
      <w:r w:rsidR="00A26219">
        <w:rPr>
          <w:rFonts w:ascii="Arial" w:eastAsia="Arial" w:hAnsi="Arial" w:cs="Arial"/>
          <w:b/>
          <w:spacing w:val="-3"/>
          <w:w w:val="93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w w:val="93"/>
          <w:sz w:val="36"/>
          <w:szCs w:val="36"/>
        </w:rPr>
        <w:t>determine</w:t>
      </w:r>
      <w:r w:rsidR="00A26219">
        <w:rPr>
          <w:rFonts w:ascii="Arial" w:eastAsia="Arial" w:hAnsi="Arial" w:cs="Arial"/>
          <w:b/>
          <w:spacing w:val="55"/>
          <w:w w:val="93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w w:val="93"/>
          <w:sz w:val="36"/>
          <w:szCs w:val="36"/>
        </w:rPr>
        <w:t>you</w:t>
      </w:r>
      <w:r w:rsidR="00A26219">
        <w:rPr>
          <w:rFonts w:ascii="Arial" w:eastAsia="Arial" w:hAnsi="Arial" w:cs="Arial"/>
          <w:b/>
          <w:spacing w:val="-3"/>
          <w:w w:val="93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w w:val="93"/>
          <w:sz w:val="36"/>
          <w:szCs w:val="36"/>
        </w:rPr>
        <w:t>should</w:t>
      </w:r>
      <w:r w:rsidR="00A26219">
        <w:rPr>
          <w:rFonts w:ascii="Arial" w:eastAsia="Arial" w:hAnsi="Arial" w:cs="Arial"/>
          <w:b/>
          <w:spacing w:val="3"/>
          <w:w w:val="93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w w:val="93"/>
          <w:sz w:val="36"/>
          <w:szCs w:val="36"/>
        </w:rPr>
        <w:t>file</w:t>
      </w:r>
      <w:r w:rsidR="00A26219">
        <w:rPr>
          <w:rFonts w:ascii="Arial" w:eastAsia="Arial" w:hAnsi="Arial" w:cs="Arial"/>
          <w:b/>
          <w:spacing w:val="3"/>
          <w:w w:val="93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w w:val="93"/>
          <w:sz w:val="36"/>
          <w:szCs w:val="36"/>
        </w:rPr>
        <w:t>this</w:t>
      </w:r>
      <w:r w:rsidR="00A26219">
        <w:rPr>
          <w:rFonts w:ascii="Arial" w:eastAsia="Arial" w:hAnsi="Arial" w:cs="Arial"/>
          <w:b/>
          <w:spacing w:val="3"/>
          <w:w w:val="93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w w:val="93"/>
          <w:sz w:val="36"/>
          <w:szCs w:val="36"/>
        </w:rPr>
        <w:t>form,</w:t>
      </w:r>
      <w:r w:rsidR="00A26219">
        <w:rPr>
          <w:rFonts w:ascii="Arial" w:eastAsia="Arial" w:hAnsi="Arial" w:cs="Arial"/>
          <w:b/>
          <w:spacing w:val="21"/>
          <w:w w:val="93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enter</w:t>
      </w:r>
      <w:r w:rsidR="00A26219">
        <w:rPr>
          <w:rFonts w:ascii="Arial" w:eastAsia="Arial" w:hAnsi="Arial" w:cs="Arial"/>
          <w:b/>
          <w:spacing w:val="-39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each</w:t>
      </w:r>
      <w:r w:rsidR="00A26219">
        <w:rPr>
          <w:rFonts w:ascii="Arial" w:eastAsia="Arial" w:hAnsi="Arial" w:cs="Arial"/>
          <w:b/>
          <w:spacing w:val="-37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tax</w:t>
      </w:r>
      <w:r w:rsidR="00A26219">
        <w:rPr>
          <w:rFonts w:ascii="Arial" w:eastAsia="Arial" w:hAnsi="Arial" w:cs="Arial"/>
          <w:b/>
          <w:spacing w:val="-25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w w:val="93"/>
          <w:sz w:val="36"/>
          <w:szCs w:val="36"/>
        </w:rPr>
        <w:t>year</w:t>
      </w:r>
      <w:r w:rsidR="00A26219">
        <w:rPr>
          <w:rFonts w:ascii="Arial" w:eastAsia="Arial" w:hAnsi="Arial" w:cs="Arial"/>
          <w:b/>
          <w:spacing w:val="18"/>
          <w:w w:val="93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w w:val="93"/>
          <w:sz w:val="36"/>
          <w:szCs w:val="36"/>
        </w:rPr>
        <w:t>you</w:t>
      </w:r>
      <w:r w:rsidR="00A26219">
        <w:rPr>
          <w:rFonts w:ascii="Arial" w:eastAsia="Arial" w:hAnsi="Arial" w:cs="Arial"/>
          <w:b/>
          <w:spacing w:val="-3"/>
          <w:w w:val="93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want</w:t>
      </w:r>
      <w:r w:rsidR="00A26219">
        <w:rPr>
          <w:rFonts w:ascii="Arial" w:eastAsia="Arial" w:hAnsi="Arial" w:cs="Arial"/>
          <w:b/>
          <w:spacing w:val="-29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w w:val="94"/>
          <w:sz w:val="36"/>
          <w:szCs w:val="36"/>
        </w:rPr>
        <w:t>innocent</w:t>
      </w:r>
      <w:r w:rsidR="00A26219">
        <w:rPr>
          <w:rFonts w:ascii="Arial" w:eastAsia="Arial" w:hAnsi="Arial" w:cs="Arial"/>
          <w:b/>
          <w:spacing w:val="2"/>
          <w:w w:val="94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w w:val="94"/>
          <w:sz w:val="36"/>
          <w:szCs w:val="36"/>
        </w:rPr>
        <w:t>spouse</w:t>
      </w:r>
      <w:r w:rsidR="00A26219">
        <w:rPr>
          <w:rFonts w:ascii="Arial" w:eastAsia="Arial" w:hAnsi="Arial" w:cs="Arial"/>
          <w:b/>
          <w:spacing w:val="2"/>
          <w:w w:val="94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w w:val="94"/>
          <w:sz w:val="36"/>
          <w:szCs w:val="36"/>
        </w:rPr>
        <w:t>relief.</w:t>
      </w:r>
      <w:r w:rsidR="00A26219">
        <w:rPr>
          <w:rFonts w:ascii="Arial" w:eastAsia="Arial" w:hAnsi="Arial" w:cs="Arial"/>
          <w:b/>
          <w:spacing w:val="11"/>
          <w:w w:val="94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>It</w:t>
      </w:r>
      <w:r w:rsidR="00A26219">
        <w:rPr>
          <w:rFonts w:ascii="Arial" w:eastAsia="Arial" w:hAnsi="Arial" w:cs="Arial"/>
          <w:spacing w:val="-8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>is</w:t>
      </w:r>
      <w:r w:rsidR="00A26219">
        <w:rPr>
          <w:rFonts w:ascii="Arial" w:eastAsia="Arial" w:hAnsi="Arial" w:cs="Arial"/>
          <w:spacing w:val="-17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>important</w:t>
      </w:r>
      <w:r w:rsidR="00A26219">
        <w:rPr>
          <w:rFonts w:ascii="Arial" w:eastAsia="Arial" w:hAnsi="Arial" w:cs="Arial"/>
          <w:spacing w:val="-34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>to</w:t>
      </w:r>
      <w:r w:rsidR="00A26219">
        <w:rPr>
          <w:rFonts w:ascii="Arial" w:eastAsia="Arial" w:hAnsi="Arial" w:cs="Arial"/>
          <w:spacing w:val="-1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w w:val="95"/>
          <w:sz w:val="36"/>
          <w:szCs w:val="36"/>
        </w:rPr>
        <w:t>enter</w:t>
      </w:r>
      <w:r w:rsidR="00A26219">
        <w:rPr>
          <w:rFonts w:ascii="Arial" w:eastAsia="Arial" w:hAnsi="Arial" w:cs="Arial"/>
          <w:spacing w:val="1"/>
          <w:w w:val="95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>the</w:t>
      </w:r>
      <w:r w:rsidR="00A26219">
        <w:rPr>
          <w:rFonts w:ascii="Arial" w:eastAsia="Arial" w:hAnsi="Arial" w:cs="Arial"/>
          <w:spacing w:val="-24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 xml:space="preserve">correct </w:t>
      </w:r>
      <w:r w:rsidR="00A26219">
        <w:rPr>
          <w:rFonts w:ascii="Arial" w:eastAsia="Arial" w:hAnsi="Arial" w:cs="Arial"/>
          <w:w w:val="93"/>
          <w:sz w:val="36"/>
          <w:szCs w:val="36"/>
        </w:rPr>
        <w:t>year.</w:t>
      </w:r>
      <w:r w:rsidR="00A26219">
        <w:rPr>
          <w:rFonts w:ascii="Arial" w:eastAsia="Arial" w:hAnsi="Arial" w:cs="Arial"/>
          <w:spacing w:val="3"/>
          <w:w w:val="93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>For</w:t>
      </w:r>
      <w:r w:rsidR="00A26219">
        <w:rPr>
          <w:rFonts w:ascii="Arial" w:eastAsia="Arial" w:hAnsi="Arial" w:cs="Arial"/>
          <w:spacing w:val="-36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w w:val="95"/>
          <w:sz w:val="36"/>
          <w:szCs w:val="36"/>
        </w:rPr>
        <w:t>example,</w:t>
      </w:r>
      <w:r w:rsidR="00A26219">
        <w:rPr>
          <w:rFonts w:ascii="Arial" w:eastAsia="Arial" w:hAnsi="Arial" w:cs="Arial"/>
          <w:spacing w:val="1"/>
          <w:w w:val="95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>if</w:t>
      </w:r>
      <w:r w:rsidR="00A26219">
        <w:rPr>
          <w:rFonts w:ascii="Arial" w:eastAsia="Arial" w:hAnsi="Arial" w:cs="Arial"/>
          <w:spacing w:val="-8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>the</w:t>
      </w:r>
      <w:r w:rsidR="00A26219">
        <w:rPr>
          <w:rFonts w:ascii="Arial" w:eastAsia="Arial" w:hAnsi="Arial" w:cs="Arial"/>
          <w:spacing w:val="-24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w w:val="93"/>
          <w:sz w:val="36"/>
          <w:szCs w:val="36"/>
        </w:rPr>
        <w:t>IRS</w:t>
      </w:r>
      <w:r w:rsidR="00A26219">
        <w:rPr>
          <w:rFonts w:ascii="Arial" w:eastAsia="Arial" w:hAnsi="Arial" w:cs="Arial"/>
          <w:spacing w:val="-9"/>
          <w:w w:val="93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w w:val="93"/>
          <w:sz w:val="36"/>
          <w:szCs w:val="36"/>
        </w:rPr>
        <w:t>used</w:t>
      </w:r>
      <w:r w:rsidR="00A26219">
        <w:rPr>
          <w:rFonts w:ascii="Arial" w:eastAsia="Arial" w:hAnsi="Arial" w:cs="Arial"/>
          <w:spacing w:val="19"/>
          <w:w w:val="93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>your</w:t>
      </w:r>
      <w:r w:rsidR="00A26219">
        <w:rPr>
          <w:rFonts w:ascii="Arial" w:eastAsia="Arial" w:hAnsi="Arial" w:cs="Arial"/>
          <w:spacing w:val="-32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w w:val="95"/>
          <w:sz w:val="36"/>
          <w:szCs w:val="36"/>
        </w:rPr>
        <w:t>2020</w:t>
      </w:r>
      <w:r w:rsidR="00A26219">
        <w:rPr>
          <w:rFonts w:ascii="Arial" w:eastAsia="Arial" w:hAnsi="Arial" w:cs="Arial"/>
          <w:spacing w:val="1"/>
          <w:w w:val="95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w w:val="95"/>
          <w:sz w:val="36"/>
          <w:szCs w:val="36"/>
        </w:rPr>
        <w:t>income</w:t>
      </w:r>
      <w:r w:rsidR="00A26219">
        <w:rPr>
          <w:rFonts w:ascii="Arial" w:eastAsia="Arial" w:hAnsi="Arial" w:cs="Arial"/>
          <w:spacing w:val="13"/>
          <w:w w:val="95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>tax</w:t>
      </w:r>
      <w:r w:rsidR="00A26219">
        <w:rPr>
          <w:rFonts w:ascii="Arial" w:eastAsia="Arial" w:hAnsi="Arial" w:cs="Arial"/>
          <w:spacing w:val="-18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w w:val="96"/>
          <w:sz w:val="36"/>
          <w:szCs w:val="36"/>
        </w:rPr>
        <w:t xml:space="preserve">refund </w:t>
      </w:r>
      <w:r w:rsidR="00A26219">
        <w:rPr>
          <w:rFonts w:ascii="Arial" w:eastAsia="Arial" w:hAnsi="Arial" w:cs="Arial"/>
          <w:sz w:val="36"/>
          <w:szCs w:val="36"/>
        </w:rPr>
        <w:t>to</w:t>
      </w:r>
      <w:r w:rsidR="00A26219">
        <w:rPr>
          <w:rFonts w:ascii="Arial" w:eastAsia="Arial" w:hAnsi="Arial" w:cs="Arial"/>
          <w:spacing w:val="-1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>pay</w:t>
      </w:r>
      <w:r w:rsidR="00A26219">
        <w:rPr>
          <w:rFonts w:ascii="Arial" w:eastAsia="Arial" w:hAnsi="Arial" w:cs="Arial"/>
          <w:spacing w:val="-27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>a</w:t>
      </w:r>
      <w:r w:rsidR="00A26219">
        <w:rPr>
          <w:rFonts w:ascii="Arial" w:eastAsia="Arial" w:hAnsi="Arial" w:cs="Arial"/>
          <w:spacing w:val="-22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w w:val="95"/>
          <w:sz w:val="36"/>
          <w:szCs w:val="36"/>
        </w:rPr>
        <w:t>2018</w:t>
      </w:r>
      <w:r w:rsidR="00A26219">
        <w:rPr>
          <w:rFonts w:ascii="Arial" w:eastAsia="Arial" w:hAnsi="Arial" w:cs="Arial"/>
          <w:spacing w:val="1"/>
          <w:w w:val="95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>joint</w:t>
      </w:r>
      <w:r w:rsidR="00A26219">
        <w:rPr>
          <w:rFonts w:ascii="Arial" w:eastAsia="Arial" w:hAnsi="Arial" w:cs="Arial"/>
          <w:spacing w:val="-17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>tax</w:t>
      </w:r>
      <w:r w:rsidR="00A26219">
        <w:rPr>
          <w:rFonts w:ascii="Arial" w:eastAsia="Arial" w:hAnsi="Arial" w:cs="Arial"/>
          <w:spacing w:val="-18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w w:val="95"/>
          <w:sz w:val="36"/>
          <w:szCs w:val="36"/>
        </w:rPr>
        <w:t>liability,</w:t>
      </w:r>
      <w:r w:rsidR="00A26219">
        <w:rPr>
          <w:rFonts w:ascii="Arial" w:eastAsia="Arial" w:hAnsi="Arial" w:cs="Arial"/>
          <w:spacing w:val="13"/>
          <w:w w:val="95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w w:val="95"/>
          <w:sz w:val="36"/>
          <w:szCs w:val="36"/>
        </w:rPr>
        <w:t>enter</w:t>
      </w:r>
      <w:r w:rsidR="00A26219">
        <w:rPr>
          <w:rFonts w:ascii="Arial" w:eastAsia="Arial" w:hAnsi="Arial" w:cs="Arial"/>
          <w:spacing w:val="1"/>
          <w:w w:val="95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>tax</w:t>
      </w:r>
      <w:r w:rsidR="00A26219">
        <w:rPr>
          <w:rFonts w:ascii="Arial" w:eastAsia="Arial" w:hAnsi="Arial" w:cs="Arial"/>
          <w:spacing w:val="-18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w w:val="94"/>
          <w:sz w:val="36"/>
          <w:szCs w:val="36"/>
        </w:rPr>
        <w:t>year</w:t>
      </w:r>
      <w:r w:rsidR="00A26219">
        <w:rPr>
          <w:rFonts w:ascii="Arial" w:eastAsia="Arial" w:hAnsi="Arial" w:cs="Arial"/>
          <w:spacing w:val="-5"/>
          <w:w w:val="94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w w:val="94"/>
          <w:sz w:val="36"/>
          <w:szCs w:val="36"/>
        </w:rPr>
        <w:t>2018,</w:t>
      </w:r>
      <w:r w:rsidR="00A26219">
        <w:rPr>
          <w:rFonts w:ascii="Arial" w:eastAsia="Arial" w:hAnsi="Arial" w:cs="Arial"/>
          <w:spacing w:val="11"/>
          <w:w w:val="94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>not</w:t>
      </w:r>
      <w:r w:rsidR="00A26219">
        <w:rPr>
          <w:rFonts w:ascii="Arial" w:eastAsia="Arial" w:hAnsi="Arial" w:cs="Arial"/>
          <w:spacing w:val="-9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>tax</w:t>
      </w:r>
      <w:r w:rsidR="00A26219">
        <w:rPr>
          <w:rFonts w:ascii="Arial" w:eastAsia="Arial" w:hAnsi="Arial" w:cs="Arial"/>
          <w:spacing w:val="-18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w w:val="93"/>
          <w:sz w:val="36"/>
          <w:szCs w:val="36"/>
        </w:rPr>
        <w:t>year</w:t>
      </w:r>
      <w:r w:rsidR="00A26219">
        <w:rPr>
          <w:rFonts w:ascii="Arial" w:eastAsia="Arial" w:hAnsi="Arial" w:cs="Arial"/>
          <w:spacing w:val="3"/>
          <w:w w:val="93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>2020.</w:t>
      </w:r>
    </w:p>
    <w:tbl>
      <w:tblPr>
        <w:tblW w:w="0" w:type="auto"/>
        <w:tblInd w:w="102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50"/>
        <w:gridCol w:w="5123"/>
        <w:gridCol w:w="126"/>
        <w:gridCol w:w="5123"/>
      </w:tblGrid>
      <w:tr w:rsidR="00A26219" w14:paraId="67211C87" w14:textId="77777777" w:rsidTr="00594854">
        <w:trPr>
          <w:trHeight w:hRule="exact" w:val="512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14:paraId="4AAC56EA" w14:textId="77777777" w:rsidR="00A26219" w:rsidRDefault="00A26219" w:rsidP="00594854">
            <w:pPr>
              <w:spacing w:before="60"/>
              <w:ind w:left="40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sz w:val="36"/>
                <w:szCs w:val="36"/>
              </w:rPr>
              <w:t>Tax</w:t>
            </w:r>
            <w:r>
              <w:rPr>
                <w:rFonts w:ascii="Arial" w:eastAsia="Arial" w:hAnsi="Arial" w:cs="Arial"/>
                <w:spacing w:val="-4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Year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</w:tcPr>
          <w:p w14:paraId="508F3AAE" w14:textId="77777777" w:rsidR="00A26219" w:rsidRDefault="00A26219" w:rsidP="00594854">
            <w:pPr>
              <w:spacing w:before="60"/>
              <w:ind w:right="40"/>
              <w:jc w:val="right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sz w:val="36"/>
                <w:szCs w:val="36"/>
              </w:rPr>
              <w:t>Tax</w:t>
            </w:r>
            <w:r>
              <w:rPr>
                <w:rFonts w:ascii="Arial" w:eastAsia="Arial" w:hAnsi="Arial" w:cs="Arial"/>
                <w:spacing w:val="-4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98"/>
                <w:sz w:val="36"/>
                <w:szCs w:val="36"/>
              </w:rPr>
              <w:t>Year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</w:tcPr>
          <w:p w14:paraId="21CB16BB" w14:textId="77777777" w:rsidR="00A26219" w:rsidRDefault="00A26219" w:rsidP="00594854"/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</w:tcPr>
          <w:p w14:paraId="0733BE88" w14:textId="77777777" w:rsidR="00A26219" w:rsidRDefault="00A26219" w:rsidP="00594854">
            <w:pPr>
              <w:spacing w:before="60"/>
              <w:ind w:right="40"/>
              <w:jc w:val="right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sz w:val="36"/>
                <w:szCs w:val="36"/>
              </w:rPr>
              <w:t>Tax</w:t>
            </w:r>
            <w:r>
              <w:rPr>
                <w:rFonts w:ascii="Arial" w:eastAsia="Arial" w:hAnsi="Arial" w:cs="Arial"/>
                <w:spacing w:val="-4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98"/>
                <w:sz w:val="36"/>
                <w:szCs w:val="36"/>
              </w:rPr>
              <w:t>Year</w:t>
            </w:r>
          </w:p>
        </w:tc>
      </w:tr>
      <w:tr w:rsidR="00A26219" w14:paraId="756BFA10" w14:textId="77777777" w:rsidTr="00594854">
        <w:trPr>
          <w:trHeight w:hRule="exact" w:val="539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14:paraId="7C505EED" w14:textId="77777777" w:rsidR="00A26219" w:rsidRDefault="00A26219" w:rsidP="00594854">
            <w:pPr>
              <w:spacing w:before="34"/>
              <w:ind w:left="40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sz w:val="36"/>
                <w:szCs w:val="36"/>
              </w:rPr>
              <w:t>Tax</w:t>
            </w:r>
            <w:r>
              <w:rPr>
                <w:rFonts w:ascii="Arial" w:eastAsia="Arial" w:hAnsi="Arial" w:cs="Arial"/>
                <w:spacing w:val="-4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Year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</w:tcPr>
          <w:p w14:paraId="32569BEA" w14:textId="77777777" w:rsidR="00A26219" w:rsidRDefault="00EB7D53" w:rsidP="00594854">
            <w:pPr>
              <w:spacing w:before="34"/>
              <w:ind w:right="40"/>
              <w:jc w:val="right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804672" behindDoc="1" locked="0" layoutInCell="1" allowOverlap="1" wp14:anchorId="6C8D397A" wp14:editId="00E2DE5B">
                      <wp:simplePos x="0" y="0"/>
                      <wp:positionH relativeFrom="page">
                        <wp:posOffset>38735</wp:posOffset>
                      </wp:positionH>
                      <wp:positionV relativeFrom="paragraph">
                        <wp:posOffset>-71120</wp:posOffset>
                      </wp:positionV>
                      <wp:extent cx="1946910" cy="0"/>
                      <wp:effectExtent l="10795" t="6985" r="13970" b="12065"/>
                      <wp:wrapNone/>
                      <wp:docPr id="340" name="Group 3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6910" cy="0"/>
                                <a:chOff x="14477" y="1949"/>
                                <a:chExt cx="3066" cy="0"/>
                              </a:xfrm>
                            </wpg:grpSpPr>
                            <wps:wsp>
                              <wps:cNvPr id="341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477" y="1949"/>
                                  <a:ext cx="3066" cy="0"/>
                                </a:xfrm>
                                <a:custGeom>
                                  <a:avLst/>
                                  <a:gdLst>
                                    <a:gd name="T0" fmla="+- 0 14477 14477"/>
                                    <a:gd name="T1" fmla="*/ T0 w 3066"/>
                                    <a:gd name="T2" fmla="+- 0 17543 14477"/>
                                    <a:gd name="T3" fmla="*/ T2 w 3066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3066">
                                      <a:moveTo>
                                        <a:pt x="0" y="0"/>
                                      </a:moveTo>
                                      <a:lnTo>
                                        <a:pt x="306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85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E7DB66" id="Group 340" o:spid="_x0000_s1026" style="position:absolute;margin-left:3.05pt;margin-top:-5.6pt;width:153.3pt;height:0;z-index:-251511808;mso-position-horizontal-relative:page" coordorigin="14477,1949" coordsize="306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">
                      <v:shape id="Freeform 25" o:spid="_x0000_s1027" style="position:absolute;left:14477;top:1949;width:3066;height:0;visibility:visible;mso-wrap-style:square;v-text-anchor:top" coordsize="30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" path="m,l3066,e" filled="f" strokeweight=".357mm">
                        <v:path arrowok="t" o:connecttype="custom" o:connectlocs="0,0;3066,0" o:connectangles="0,0"/>
                      </v:shape>
                      <w10:wrap anchorx="page"/>
                    </v:group>
                  </w:pict>
                </mc:Fallback>
              </mc:AlternateContent>
            </w:r>
            <w:r w:rsidR="00A26219">
              <w:rPr>
                <w:rFonts w:ascii="Arial" w:eastAsia="Arial" w:hAnsi="Arial" w:cs="Arial"/>
                <w:sz w:val="36"/>
                <w:szCs w:val="36"/>
              </w:rPr>
              <w:t>Tax</w:t>
            </w:r>
            <w:r w:rsidR="00A26219">
              <w:rPr>
                <w:rFonts w:ascii="Arial" w:eastAsia="Arial" w:hAnsi="Arial" w:cs="Arial"/>
                <w:spacing w:val="-4"/>
                <w:sz w:val="36"/>
                <w:szCs w:val="36"/>
              </w:rPr>
              <w:t xml:space="preserve"> </w:t>
            </w:r>
            <w:r w:rsidR="00A26219">
              <w:rPr>
                <w:rFonts w:ascii="Arial" w:eastAsia="Arial" w:hAnsi="Arial" w:cs="Arial"/>
                <w:w w:val="98"/>
                <w:sz w:val="36"/>
                <w:szCs w:val="36"/>
              </w:rPr>
              <w:t>Year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</w:tcPr>
          <w:p w14:paraId="3FA8368D" w14:textId="77777777" w:rsidR="00A26219" w:rsidRDefault="00A26219" w:rsidP="00594854"/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</w:tcPr>
          <w:p w14:paraId="33419132" w14:textId="77777777" w:rsidR="00A26219" w:rsidRDefault="00EB7D53" w:rsidP="00594854">
            <w:pPr>
              <w:spacing w:before="34"/>
              <w:ind w:right="40"/>
              <w:jc w:val="right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810816" behindDoc="1" locked="0" layoutInCell="1" allowOverlap="1" wp14:anchorId="1A79053B" wp14:editId="2FCA5671">
                      <wp:simplePos x="0" y="0"/>
                      <wp:positionH relativeFrom="page">
                        <wp:posOffset>33020</wp:posOffset>
                      </wp:positionH>
                      <wp:positionV relativeFrom="paragraph">
                        <wp:posOffset>272415</wp:posOffset>
                      </wp:positionV>
                      <wp:extent cx="1946910" cy="0"/>
                      <wp:effectExtent l="0" t="0" r="0" b="0"/>
                      <wp:wrapNone/>
                      <wp:docPr id="380" name="Group 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6910" cy="0"/>
                                <a:chOff x="14477" y="1949"/>
                                <a:chExt cx="3066" cy="0"/>
                              </a:xfrm>
                            </wpg:grpSpPr>
                            <wps:wsp>
                              <wps:cNvPr id="381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477" y="1949"/>
                                  <a:ext cx="3066" cy="0"/>
                                </a:xfrm>
                                <a:custGeom>
                                  <a:avLst/>
                                  <a:gdLst>
                                    <a:gd name="T0" fmla="+- 0 14477 14477"/>
                                    <a:gd name="T1" fmla="*/ T0 w 3066"/>
                                    <a:gd name="T2" fmla="+- 0 17543 14477"/>
                                    <a:gd name="T3" fmla="*/ T2 w 3066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3066">
                                      <a:moveTo>
                                        <a:pt x="0" y="0"/>
                                      </a:moveTo>
                                      <a:lnTo>
                                        <a:pt x="306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85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87E0C2" id="Group 380" o:spid="_x0000_s1026" style="position:absolute;margin-left:2.6pt;margin-top:21.45pt;width:153.3pt;height:0;z-index:-251505664;mso-position-horizontal-relative:page" coordorigin="14477,1949" coordsize="306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">
                      <v:shape id="Freeform 25" o:spid="_x0000_s1027" style="position:absolute;left:14477;top:1949;width:3066;height:0;visibility:visible;mso-wrap-style:square;v-text-anchor:top" coordsize="30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" path="m,l3066,e" filled="f" strokeweight=".357mm">
                        <v:path arrowok="t" o:connecttype="custom" o:connectlocs="0,0;3066,0" o:connectangles="0,0"/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808768" behindDoc="1" locked="0" layoutInCell="1" allowOverlap="1" wp14:anchorId="00630043" wp14:editId="710DC5F1">
                      <wp:simplePos x="0" y="0"/>
                      <wp:positionH relativeFrom="page">
                        <wp:posOffset>20320</wp:posOffset>
                      </wp:positionH>
                      <wp:positionV relativeFrom="paragraph">
                        <wp:posOffset>-70486</wp:posOffset>
                      </wp:positionV>
                      <wp:extent cx="1946910" cy="0"/>
                      <wp:effectExtent l="10795" t="6985" r="13970" b="12065"/>
                      <wp:wrapNone/>
                      <wp:docPr id="378" name="Group 3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6910" cy="0"/>
                                <a:chOff x="14477" y="1949"/>
                                <a:chExt cx="3066" cy="0"/>
                              </a:xfrm>
                            </wpg:grpSpPr>
                            <wps:wsp>
                              <wps:cNvPr id="379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477" y="1949"/>
                                  <a:ext cx="3066" cy="0"/>
                                </a:xfrm>
                                <a:custGeom>
                                  <a:avLst/>
                                  <a:gdLst>
                                    <a:gd name="T0" fmla="+- 0 14477 14477"/>
                                    <a:gd name="T1" fmla="*/ T0 w 3066"/>
                                    <a:gd name="T2" fmla="+- 0 17543 14477"/>
                                    <a:gd name="T3" fmla="*/ T2 w 3066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3066">
                                      <a:moveTo>
                                        <a:pt x="0" y="0"/>
                                      </a:moveTo>
                                      <a:lnTo>
                                        <a:pt x="306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85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5CCBB2" id="Group 378" o:spid="_x0000_s1026" style="position:absolute;margin-left:1.6pt;margin-top:-5.55pt;width:153.3pt;height:0;z-index:-251507712;mso-position-horizontal-relative:page" coordorigin="14477,1949" coordsize="306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">
                      <v:shape id="Freeform 25" o:spid="_x0000_s1027" style="position:absolute;left:14477;top:1949;width:3066;height:0;visibility:visible;mso-wrap-style:square;v-text-anchor:top" coordsize="30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" path="m,l3066,e" filled="f" strokeweight=".357mm">
                        <v:path arrowok="t" o:connecttype="custom" o:connectlocs="0,0;3066,0" o:connectangles="0,0"/>
                      </v:shape>
                      <w10:wrap anchorx="page"/>
                    </v:group>
                  </w:pict>
                </mc:Fallback>
              </mc:AlternateContent>
            </w:r>
            <w:r w:rsidR="00A26219">
              <w:rPr>
                <w:rFonts w:ascii="Arial" w:eastAsia="Arial" w:hAnsi="Arial" w:cs="Arial"/>
                <w:sz w:val="36"/>
                <w:szCs w:val="36"/>
              </w:rPr>
              <w:t>Tax</w:t>
            </w:r>
            <w:r w:rsidR="00A26219">
              <w:rPr>
                <w:rFonts w:ascii="Arial" w:eastAsia="Arial" w:hAnsi="Arial" w:cs="Arial"/>
                <w:spacing w:val="-4"/>
                <w:sz w:val="36"/>
                <w:szCs w:val="36"/>
              </w:rPr>
              <w:t xml:space="preserve"> </w:t>
            </w:r>
            <w:r w:rsidR="00A26219">
              <w:rPr>
                <w:rFonts w:ascii="Arial" w:eastAsia="Arial" w:hAnsi="Arial" w:cs="Arial"/>
                <w:w w:val="98"/>
                <w:sz w:val="36"/>
                <w:szCs w:val="36"/>
              </w:rPr>
              <w:t>Year</w:t>
            </w:r>
          </w:p>
        </w:tc>
      </w:tr>
    </w:tbl>
    <w:p w14:paraId="4A651BEB" w14:textId="77777777" w:rsidR="00A26219" w:rsidRDefault="00A26219" w:rsidP="00A26219">
      <w:pPr>
        <w:sectPr w:rsidR="00A26219" w:rsidSect="00C96D9B">
          <w:type w:val="continuous"/>
          <w:pgSz w:w="24480" w:h="15840" w:orient="landscape"/>
          <w:pgMar w:top="1440" w:right="1440" w:bottom="1440" w:left="1440" w:header="720" w:footer="720" w:gutter="0"/>
          <w:cols w:space="720"/>
        </w:sectPr>
      </w:pPr>
    </w:p>
    <w:p w14:paraId="23ECD3A0" w14:textId="77777777" w:rsidR="00A26219" w:rsidRDefault="00A26219" w:rsidP="00EB7D53">
      <w:pPr>
        <w:spacing w:before="15"/>
        <w:rPr>
          <w:rFonts w:ascii="Arial" w:eastAsia="Arial" w:hAnsi="Arial" w:cs="Arial"/>
          <w:sz w:val="40"/>
        </w:rPr>
      </w:pPr>
      <w:r>
        <w:rPr>
          <w:rFonts w:ascii="Times New Roman" w:eastAsia="Times New Roman" w:hAnsi="Times New Roman" w:cs="Times New Roman"/>
          <w:noProof/>
          <w:szCs w:val="20"/>
        </w:rPr>
        <w:lastRenderedPageBreak/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386FAE91" wp14:editId="2F88D29C">
                <wp:simplePos x="0" y="0"/>
                <wp:positionH relativeFrom="page">
                  <wp:posOffset>748030</wp:posOffset>
                </wp:positionH>
                <wp:positionV relativeFrom="paragraph">
                  <wp:posOffset>3175</wp:posOffset>
                </wp:positionV>
                <wp:extent cx="13919835" cy="324485"/>
                <wp:effectExtent l="5080" t="6350" r="635" b="2540"/>
                <wp:wrapNone/>
                <wp:docPr id="333" name="Group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19835" cy="324485"/>
                          <a:chOff x="1178" y="5"/>
                          <a:chExt cx="21921" cy="511"/>
                        </a:xfrm>
                      </wpg:grpSpPr>
                      <wps:wsp>
                        <wps:cNvPr id="334" name="Freeform 27"/>
                        <wps:cNvSpPr>
                          <a:spLocks/>
                        </wps:cNvSpPr>
                        <wps:spPr bwMode="auto">
                          <a:xfrm>
                            <a:off x="3979" y="20"/>
                            <a:ext cx="3066" cy="0"/>
                          </a:xfrm>
                          <a:custGeom>
                            <a:avLst/>
                            <a:gdLst>
                              <a:gd name="T0" fmla="+- 0 3979 3979"/>
                              <a:gd name="T1" fmla="*/ T0 w 3066"/>
                              <a:gd name="T2" fmla="+- 0 7045 3979"/>
                              <a:gd name="T3" fmla="*/ T2 w 306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66">
                                <a:moveTo>
                                  <a:pt x="0" y="0"/>
                                </a:moveTo>
                                <a:lnTo>
                                  <a:pt x="3066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Freeform 28"/>
                        <wps:cNvSpPr>
                          <a:spLocks/>
                        </wps:cNvSpPr>
                        <wps:spPr bwMode="auto">
                          <a:xfrm>
                            <a:off x="9228" y="20"/>
                            <a:ext cx="3066" cy="0"/>
                          </a:xfrm>
                          <a:custGeom>
                            <a:avLst/>
                            <a:gdLst>
                              <a:gd name="T0" fmla="+- 0 9228 9228"/>
                              <a:gd name="T1" fmla="*/ T0 w 3066"/>
                              <a:gd name="T2" fmla="+- 0 12294 9228"/>
                              <a:gd name="T3" fmla="*/ T2 w 306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66">
                                <a:moveTo>
                                  <a:pt x="0" y="0"/>
                                </a:moveTo>
                                <a:lnTo>
                                  <a:pt x="3066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Freeform 29"/>
                        <wps:cNvSpPr>
                          <a:spLocks/>
                        </wps:cNvSpPr>
                        <wps:spPr bwMode="auto">
                          <a:xfrm>
                            <a:off x="14477" y="20"/>
                            <a:ext cx="3066" cy="0"/>
                          </a:xfrm>
                          <a:custGeom>
                            <a:avLst/>
                            <a:gdLst>
                              <a:gd name="T0" fmla="+- 0 14477 14477"/>
                              <a:gd name="T1" fmla="*/ T0 w 3066"/>
                              <a:gd name="T2" fmla="+- 0 17543 14477"/>
                              <a:gd name="T3" fmla="*/ T2 w 306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66">
                                <a:moveTo>
                                  <a:pt x="0" y="0"/>
                                </a:moveTo>
                                <a:lnTo>
                                  <a:pt x="3066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Freeform 30"/>
                        <wps:cNvSpPr>
                          <a:spLocks/>
                        </wps:cNvSpPr>
                        <wps:spPr bwMode="auto">
                          <a:xfrm>
                            <a:off x="1203" y="20"/>
                            <a:ext cx="1458" cy="486"/>
                          </a:xfrm>
                          <a:custGeom>
                            <a:avLst/>
                            <a:gdLst>
                              <a:gd name="T0" fmla="+- 0 1203 1203"/>
                              <a:gd name="T1" fmla="*/ T0 w 1458"/>
                              <a:gd name="T2" fmla="+- 0 506 20"/>
                              <a:gd name="T3" fmla="*/ 506 h 486"/>
                              <a:gd name="T4" fmla="+- 0 2661 1203"/>
                              <a:gd name="T5" fmla="*/ T4 w 1458"/>
                              <a:gd name="T6" fmla="+- 0 506 20"/>
                              <a:gd name="T7" fmla="*/ 506 h 486"/>
                              <a:gd name="T8" fmla="+- 0 2661 1203"/>
                              <a:gd name="T9" fmla="*/ T8 w 1458"/>
                              <a:gd name="T10" fmla="+- 0 20 20"/>
                              <a:gd name="T11" fmla="*/ 20 h 486"/>
                              <a:gd name="T12" fmla="+- 0 1203 1203"/>
                              <a:gd name="T13" fmla="*/ T12 w 1458"/>
                              <a:gd name="T14" fmla="+- 0 20 20"/>
                              <a:gd name="T15" fmla="*/ 20 h 486"/>
                              <a:gd name="T16" fmla="+- 0 1203 1203"/>
                              <a:gd name="T17" fmla="*/ T16 w 1458"/>
                              <a:gd name="T18" fmla="+- 0 506 20"/>
                              <a:gd name="T19" fmla="*/ 506 h 4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58" h="486">
                                <a:moveTo>
                                  <a:pt x="0" y="486"/>
                                </a:moveTo>
                                <a:lnTo>
                                  <a:pt x="1458" y="486"/>
                                </a:lnTo>
                                <a:lnTo>
                                  <a:pt x="14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Freeform 31"/>
                        <wps:cNvSpPr>
                          <a:spLocks/>
                        </wps:cNvSpPr>
                        <wps:spPr bwMode="auto">
                          <a:xfrm>
                            <a:off x="1193" y="20"/>
                            <a:ext cx="21890" cy="0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T0 w 21890"/>
                              <a:gd name="T2" fmla="+- 0 23083 1193"/>
                              <a:gd name="T3" fmla="*/ T2 w 218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890">
                                <a:moveTo>
                                  <a:pt x="0" y="0"/>
                                </a:moveTo>
                                <a:lnTo>
                                  <a:pt x="21890" y="0"/>
                                </a:lnTo>
                              </a:path>
                            </a:pathLst>
                          </a:custGeom>
                          <a:noFill/>
                          <a:ln w="192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Freeform 32"/>
                        <wps:cNvSpPr>
                          <a:spLocks/>
                        </wps:cNvSpPr>
                        <wps:spPr bwMode="auto">
                          <a:xfrm>
                            <a:off x="1193" y="506"/>
                            <a:ext cx="21890" cy="0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T0 w 21890"/>
                              <a:gd name="T2" fmla="+- 0 23083 1193"/>
                              <a:gd name="T3" fmla="*/ T2 w 218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890">
                                <a:moveTo>
                                  <a:pt x="0" y="0"/>
                                </a:moveTo>
                                <a:lnTo>
                                  <a:pt x="21890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51FEF6" id="Group 333" o:spid="_x0000_s1026" style="position:absolute;margin-left:58.9pt;margin-top:.25pt;width:1096.05pt;height:25.55pt;z-index:-251650048;mso-position-horizontal-relative:page" coordorigin="1178,5" coordsize="21921,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">
                <v:shape id="Freeform 27" o:spid="_x0000_s1027" style="position:absolute;left:3979;top:20;width:3066;height:0;visibility:visible;mso-wrap-style:square;v-text-anchor:top" coordsize="30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" path="m,l3066,e" filled="f" strokeweight=".357mm">
                  <v:path arrowok="t" o:connecttype="custom" o:connectlocs="0,0;3066,0" o:connectangles="0,0"/>
                </v:shape>
                <v:shape id="Freeform 28" o:spid="_x0000_s1028" style="position:absolute;left:9228;top:20;width:3066;height:0;visibility:visible;mso-wrap-style:square;v-text-anchor:top" coordsize="30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" path="m,l3066,e" filled="f" strokeweight=".357mm">
                  <v:path arrowok="t" o:connecttype="custom" o:connectlocs="0,0;3066,0" o:connectangles="0,0"/>
                </v:shape>
                <v:shape id="Freeform 29" o:spid="_x0000_s1029" style="position:absolute;left:14477;top:20;width:3066;height:0;visibility:visible;mso-wrap-style:square;v-text-anchor:top" coordsize="30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" path="m,l3066,e" filled="f" strokeweight=".357mm">
                  <v:path arrowok="t" o:connecttype="custom" o:connectlocs="0,0;3066,0" o:connectangles="0,0"/>
                </v:shape>
                <v:shape id="Freeform 30" o:spid="_x0000_s1030" style="position:absolute;left:1203;top:20;width:1458;height:486;visibility:visible;mso-wrap-style:square;v-text-anchor:top" coordsize="1458,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" path="m,486r1458,l1458,,,,,486xe" fillcolor="black" stroked="f">
                  <v:path arrowok="t" o:connecttype="custom" o:connectlocs="0,506;1458,506;1458,20;0,20;0,506" o:connectangles="0,0,0,0,0"/>
                </v:shape>
                <v:shape id="Freeform 31" o:spid="_x0000_s1031" style="position:absolute;left:1193;top:20;width:21890;height:0;visibility:visible;mso-wrap-style:square;v-text-anchor:top" coordsize="2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" path="m,l21890,e" filled="f" strokeweight=".53586mm">
                  <v:path arrowok="t" o:connecttype="custom" o:connectlocs="0,0;21890,0" o:connectangles="0,0"/>
                </v:shape>
                <v:shape id="Freeform 32" o:spid="_x0000_s1032" style="position:absolute;left:1193;top:506;width:21890;height:0;visibility:visible;mso-wrap-style:square;v-text-anchor:top" coordsize="2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" path="m,l21890,e" filled="f" strokeweight=".357mm">
                  <v:path arrowok="t" o:connecttype="custom" o:connectlocs="0,0;21890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color w:val="FFFFFF"/>
          <w:sz w:val="40"/>
        </w:rPr>
        <w:t>Part</w:t>
      </w:r>
      <w:r>
        <w:rPr>
          <w:rFonts w:ascii="Arial" w:eastAsia="Arial" w:hAnsi="Arial" w:cs="Arial"/>
          <w:b/>
          <w:color w:val="FFFFFF"/>
          <w:spacing w:val="25"/>
          <w:sz w:val="40"/>
        </w:rPr>
        <w:t xml:space="preserve"> </w:t>
      </w:r>
      <w:r>
        <w:rPr>
          <w:rFonts w:ascii="Arial" w:eastAsia="Arial" w:hAnsi="Arial" w:cs="Arial"/>
          <w:b/>
          <w:color w:val="FFFFFF"/>
          <w:sz w:val="40"/>
        </w:rPr>
        <w:t xml:space="preserve">II     </w:t>
      </w:r>
      <w:r>
        <w:rPr>
          <w:rFonts w:ascii="Arial" w:eastAsia="Arial" w:hAnsi="Arial" w:cs="Arial"/>
          <w:b/>
          <w:color w:val="FFFFFF"/>
          <w:spacing w:val="69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Tell</w:t>
      </w:r>
      <w:r>
        <w:rPr>
          <w:rFonts w:ascii="Arial" w:eastAsia="Arial" w:hAnsi="Arial" w:cs="Arial"/>
          <w:b/>
          <w:color w:val="000000"/>
          <w:spacing w:val="2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us</w:t>
      </w:r>
      <w:r>
        <w:rPr>
          <w:rFonts w:ascii="Arial" w:eastAsia="Arial" w:hAnsi="Arial" w:cs="Arial"/>
          <w:b/>
          <w:color w:val="000000"/>
          <w:spacing w:val="-7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about</w:t>
      </w:r>
      <w:r>
        <w:rPr>
          <w:rFonts w:ascii="Arial" w:eastAsia="Arial" w:hAnsi="Arial" w:cs="Arial"/>
          <w:b/>
          <w:color w:val="000000"/>
          <w:spacing w:val="24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yourself</w:t>
      </w:r>
      <w:r>
        <w:rPr>
          <w:rFonts w:ascii="Arial" w:eastAsia="Arial" w:hAnsi="Arial" w:cs="Arial"/>
          <w:b/>
          <w:color w:val="000000"/>
          <w:spacing w:val="-14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and</w:t>
      </w:r>
      <w:r>
        <w:rPr>
          <w:rFonts w:ascii="Arial" w:eastAsia="Arial" w:hAnsi="Arial" w:cs="Arial"/>
          <w:b/>
          <w:color w:val="000000"/>
          <w:spacing w:val="9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the</w:t>
      </w:r>
      <w:r>
        <w:rPr>
          <w:rFonts w:ascii="Arial" w:eastAsia="Arial" w:hAnsi="Arial" w:cs="Arial"/>
          <w:b/>
          <w:color w:val="000000"/>
          <w:spacing w:val="14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person</w:t>
      </w:r>
      <w:r>
        <w:rPr>
          <w:rFonts w:ascii="Arial" w:eastAsia="Arial" w:hAnsi="Arial" w:cs="Arial"/>
          <w:b/>
          <w:color w:val="000000"/>
          <w:spacing w:val="2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listed</w:t>
      </w:r>
      <w:r>
        <w:rPr>
          <w:rFonts w:ascii="Arial" w:eastAsia="Arial" w:hAnsi="Arial" w:cs="Arial"/>
          <w:b/>
          <w:color w:val="000000"/>
          <w:spacing w:val="2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on</w:t>
      </w:r>
      <w:r>
        <w:rPr>
          <w:rFonts w:ascii="Arial" w:eastAsia="Arial" w:hAnsi="Arial" w:cs="Arial"/>
          <w:b/>
          <w:color w:val="000000"/>
          <w:spacing w:val="-3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line</w:t>
      </w:r>
      <w:r>
        <w:rPr>
          <w:rFonts w:ascii="Arial" w:eastAsia="Arial" w:hAnsi="Arial" w:cs="Arial"/>
          <w:b/>
          <w:color w:val="000000"/>
          <w:spacing w:val="-5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6</w:t>
      </w:r>
      <w:r>
        <w:rPr>
          <w:rFonts w:ascii="Arial" w:eastAsia="Arial" w:hAnsi="Arial" w:cs="Arial"/>
          <w:b/>
          <w:color w:val="000000"/>
          <w:spacing w:val="4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for</w:t>
      </w:r>
      <w:r>
        <w:rPr>
          <w:rFonts w:ascii="Arial" w:eastAsia="Arial" w:hAnsi="Arial" w:cs="Arial"/>
          <w:b/>
          <w:color w:val="000000"/>
          <w:spacing w:val="7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the</w:t>
      </w:r>
      <w:r>
        <w:rPr>
          <w:rFonts w:ascii="Arial" w:eastAsia="Arial" w:hAnsi="Arial" w:cs="Arial"/>
          <w:b/>
          <w:color w:val="000000"/>
          <w:spacing w:val="14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tax</w:t>
      </w:r>
      <w:r>
        <w:rPr>
          <w:rFonts w:ascii="Arial" w:eastAsia="Arial" w:hAnsi="Arial" w:cs="Arial"/>
          <w:b/>
          <w:color w:val="000000"/>
          <w:spacing w:val="14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years</w:t>
      </w:r>
      <w:r>
        <w:rPr>
          <w:rFonts w:ascii="Arial" w:eastAsia="Arial" w:hAnsi="Arial" w:cs="Arial"/>
          <w:b/>
          <w:color w:val="000000"/>
          <w:spacing w:val="2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you</w:t>
      </w:r>
      <w:r>
        <w:rPr>
          <w:rFonts w:ascii="Arial" w:eastAsia="Arial" w:hAnsi="Arial" w:cs="Arial"/>
          <w:b/>
          <w:color w:val="000000"/>
          <w:spacing w:val="-12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want</w:t>
      </w:r>
      <w:r>
        <w:rPr>
          <w:rFonts w:ascii="Arial" w:eastAsia="Arial" w:hAnsi="Arial" w:cs="Arial"/>
          <w:b/>
          <w:color w:val="000000"/>
          <w:spacing w:val="29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w w:val="101"/>
          <w:sz w:val="40"/>
        </w:rPr>
        <w:t>relief.</w:t>
      </w:r>
    </w:p>
    <w:p w14:paraId="4F7F5F04" w14:textId="77777777" w:rsidR="00A26219" w:rsidRDefault="00A26219" w:rsidP="00A26219">
      <w:pPr>
        <w:spacing w:before="75"/>
        <w:ind w:left="484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 xml:space="preserve">4    </w:t>
      </w:r>
      <w:r>
        <w:rPr>
          <w:rFonts w:ascii="Arial" w:eastAsia="Arial" w:hAnsi="Arial" w:cs="Arial"/>
          <w:b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Is</w:t>
      </w:r>
      <w:r>
        <w:rPr>
          <w:rFonts w:ascii="Arial" w:eastAsia="Arial" w:hAnsi="Arial" w:cs="Arial"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English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primary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preferred</w:t>
      </w:r>
      <w:r>
        <w:rPr>
          <w:rFonts w:ascii="Arial" w:eastAsia="Arial" w:hAnsi="Arial" w:cs="Arial"/>
          <w:spacing w:val="3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language?</w:t>
      </w:r>
    </w:p>
    <w:p w14:paraId="646CF7A4" w14:textId="7D6A5848" w:rsidR="00A26219" w:rsidRDefault="00A26219" w:rsidP="00A26219">
      <w:pPr>
        <w:spacing w:before="72"/>
        <w:ind w:left="1845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2F046DA9" wp14:editId="53CF4BB8">
                <wp:simplePos x="0" y="0"/>
                <wp:positionH relativeFrom="page">
                  <wp:posOffset>1682750</wp:posOffset>
                </wp:positionH>
                <wp:positionV relativeFrom="paragraph">
                  <wp:posOffset>31115</wp:posOffset>
                </wp:positionV>
                <wp:extent cx="205740" cy="205740"/>
                <wp:effectExtent l="0" t="0" r="22860" b="22860"/>
                <wp:wrapNone/>
                <wp:docPr id="331" name="Group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2370" y="109"/>
                          <a:chExt cx="324" cy="324"/>
                        </a:xfrm>
                      </wpg:grpSpPr>
                      <wps:wsp>
                        <wps:cNvPr id="332" name="Freeform 34"/>
                        <wps:cNvSpPr>
                          <a:spLocks/>
                        </wps:cNvSpPr>
                        <wps:spPr bwMode="auto">
                          <a:xfrm>
                            <a:off x="2370" y="109"/>
                            <a:ext cx="324" cy="324"/>
                          </a:xfrm>
                          <a:custGeom>
                            <a:avLst/>
                            <a:gdLst>
                              <a:gd name="T0" fmla="+- 0 2370 2370"/>
                              <a:gd name="T1" fmla="*/ T0 w 324"/>
                              <a:gd name="T2" fmla="+- 0 433 109"/>
                              <a:gd name="T3" fmla="*/ 433 h 324"/>
                              <a:gd name="T4" fmla="+- 0 2694 2370"/>
                              <a:gd name="T5" fmla="*/ T4 w 324"/>
                              <a:gd name="T6" fmla="+- 0 433 109"/>
                              <a:gd name="T7" fmla="*/ 433 h 324"/>
                              <a:gd name="T8" fmla="+- 0 2694 2370"/>
                              <a:gd name="T9" fmla="*/ T8 w 324"/>
                              <a:gd name="T10" fmla="+- 0 109 109"/>
                              <a:gd name="T11" fmla="*/ 109 h 324"/>
                              <a:gd name="T12" fmla="+- 0 2370 2370"/>
                              <a:gd name="T13" fmla="*/ T12 w 324"/>
                              <a:gd name="T14" fmla="+- 0 109 109"/>
                              <a:gd name="T15" fmla="*/ 109 h 324"/>
                              <a:gd name="T16" fmla="+- 0 2370 2370"/>
                              <a:gd name="T17" fmla="*/ T16 w 324"/>
                              <a:gd name="T18" fmla="+- 0 433 109"/>
                              <a:gd name="T19" fmla="*/ 433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9FD0F7" id="Group 331" o:spid="_x0000_s1026" style="position:absolute;margin-left:132.5pt;margin-top:2.45pt;width:16.2pt;height:16.2pt;z-index:-251649024;mso-position-horizontal-relative:page" coordorigin="2370,109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">
                <v:shape id="Freeform 34" o:spid="_x0000_s1027" style="position:absolute;left:2370;top:109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" path="m,324r324,l324,,,,,324xe" filled="f" strokeweight=".357mm">
                  <v:path arrowok="t" o:connecttype="custom" o:connectlocs="0,433;324,433;324,109;0,109;0,433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z w:val="36"/>
          <w:szCs w:val="36"/>
        </w:rPr>
        <w:t>Yes.</w:t>
      </w:r>
    </w:p>
    <w:p w14:paraId="43652A97" w14:textId="73C9C55A" w:rsidR="00A26219" w:rsidRDefault="00E26D60" w:rsidP="00A26219">
      <w:pPr>
        <w:spacing w:before="72" w:line="400" w:lineRule="exact"/>
        <w:ind w:left="1845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210E2614" wp14:editId="2CFFB945">
                <wp:simplePos x="0" y="0"/>
                <wp:positionH relativeFrom="page">
                  <wp:posOffset>1682750</wp:posOffset>
                </wp:positionH>
                <wp:positionV relativeFrom="paragraph">
                  <wp:posOffset>5715</wp:posOffset>
                </wp:positionV>
                <wp:extent cx="205740" cy="205740"/>
                <wp:effectExtent l="0" t="0" r="22860" b="22860"/>
                <wp:wrapNone/>
                <wp:docPr id="329" name="Group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2370" y="109"/>
                          <a:chExt cx="324" cy="324"/>
                        </a:xfrm>
                      </wpg:grpSpPr>
                      <wps:wsp>
                        <wps:cNvPr id="330" name="Freeform 36"/>
                        <wps:cNvSpPr>
                          <a:spLocks/>
                        </wps:cNvSpPr>
                        <wps:spPr bwMode="auto">
                          <a:xfrm>
                            <a:off x="2370" y="109"/>
                            <a:ext cx="324" cy="324"/>
                          </a:xfrm>
                          <a:custGeom>
                            <a:avLst/>
                            <a:gdLst>
                              <a:gd name="T0" fmla="+- 0 2370 2370"/>
                              <a:gd name="T1" fmla="*/ T0 w 324"/>
                              <a:gd name="T2" fmla="+- 0 433 109"/>
                              <a:gd name="T3" fmla="*/ 433 h 324"/>
                              <a:gd name="T4" fmla="+- 0 2694 2370"/>
                              <a:gd name="T5" fmla="*/ T4 w 324"/>
                              <a:gd name="T6" fmla="+- 0 433 109"/>
                              <a:gd name="T7" fmla="*/ 433 h 324"/>
                              <a:gd name="T8" fmla="+- 0 2694 2370"/>
                              <a:gd name="T9" fmla="*/ T8 w 324"/>
                              <a:gd name="T10" fmla="+- 0 109 109"/>
                              <a:gd name="T11" fmla="*/ 109 h 324"/>
                              <a:gd name="T12" fmla="+- 0 2370 2370"/>
                              <a:gd name="T13" fmla="*/ T12 w 324"/>
                              <a:gd name="T14" fmla="+- 0 109 109"/>
                              <a:gd name="T15" fmla="*/ 109 h 324"/>
                              <a:gd name="T16" fmla="+- 0 2370 2370"/>
                              <a:gd name="T17" fmla="*/ T16 w 324"/>
                              <a:gd name="T18" fmla="+- 0 433 109"/>
                              <a:gd name="T19" fmla="*/ 433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7EBF96" id="Group 329" o:spid="_x0000_s1026" style="position:absolute;margin-left:132.5pt;margin-top:.45pt;width:16.2pt;height:16.2pt;z-index:-251648000;mso-position-horizontal-relative:page" coordorigin="2370,109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">
                <v:shape id="Freeform 36" o:spid="_x0000_s1027" style="position:absolute;left:2370;top:109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" path="m,324r324,l324,,,,,324xe" filled="f" strokeweight=".357mm">
                  <v:path arrowok="t" o:connecttype="custom" o:connectlocs="0,433;324,433;324,109;0,109;0,433" o:connectangles="0,0,0,0,0"/>
                </v:shape>
                <w10:wrap anchorx="page"/>
              </v:group>
            </w:pict>
          </mc:Fallback>
        </mc:AlternateContent>
      </w:r>
      <w:r w:rsidR="00A26219">
        <w:rPr>
          <w:rFonts w:ascii="Arial" w:eastAsia="Arial" w:hAnsi="Arial" w:cs="Arial"/>
          <w:position w:val="-1"/>
          <w:sz w:val="36"/>
          <w:szCs w:val="36"/>
        </w:rPr>
        <w:t>No.</w:t>
      </w:r>
      <w:r w:rsidR="00A26219">
        <w:rPr>
          <w:rFonts w:ascii="Arial" w:eastAsia="Arial" w:hAnsi="Arial" w:cs="Arial"/>
          <w:spacing w:val="13"/>
          <w:position w:val="-1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position w:val="-1"/>
          <w:sz w:val="36"/>
          <w:szCs w:val="36"/>
        </w:rPr>
        <w:t>If</w:t>
      </w:r>
      <w:r w:rsidR="00A26219">
        <w:rPr>
          <w:rFonts w:ascii="Arial" w:eastAsia="Arial" w:hAnsi="Arial" w:cs="Arial"/>
          <w:spacing w:val="4"/>
          <w:position w:val="-1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position w:val="-1"/>
          <w:sz w:val="36"/>
          <w:szCs w:val="36"/>
        </w:rPr>
        <w:t>“No,”</w:t>
      </w:r>
      <w:r w:rsidR="00A26219">
        <w:rPr>
          <w:rFonts w:ascii="Arial" w:eastAsia="Arial" w:hAnsi="Arial" w:cs="Arial"/>
          <w:spacing w:val="82"/>
          <w:position w:val="-1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position w:val="-1"/>
          <w:sz w:val="36"/>
          <w:szCs w:val="36"/>
        </w:rPr>
        <w:t>what</w:t>
      </w:r>
      <w:r w:rsidR="00A26219">
        <w:rPr>
          <w:rFonts w:ascii="Arial" w:eastAsia="Arial" w:hAnsi="Arial" w:cs="Arial"/>
          <w:spacing w:val="25"/>
          <w:position w:val="-1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position w:val="-1"/>
          <w:sz w:val="36"/>
          <w:szCs w:val="36"/>
        </w:rPr>
        <w:t>is</w:t>
      </w:r>
      <w:r w:rsidR="00A26219">
        <w:rPr>
          <w:rFonts w:ascii="Arial" w:eastAsia="Arial" w:hAnsi="Arial" w:cs="Arial"/>
          <w:spacing w:val="5"/>
          <w:position w:val="-1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position w:val="-1"/>
          <w:sz w:val="36"/>
          <w:szCs w:val="36"/>
        </w:rPr>
        <w:t>your</w:t>
      </w:r>
      <w:r w:rsidR="00A26219">
        <w:rPr>
          <w:rFonts w:ascii="Arial" w:eastAsia="Arial" w:hAnsi="Arial" w:cs="Arial"/>
          <w:spacing w:val="16"/>
          <w:position w:val="-1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position w:val="-1"/>
          <w:sz w:val="36"/>
          <w:szCs w:val="36"/>
        </w:rPr>
        <w:t>primary</w:t>
      </w:r>
      <w:r w:rsidR="00A26219">
        <w:rPr>
          <w:rFonts w:ascii="Arial" w:eastAsia="Arial" w:hAnsi="Arial" w:cs="Arial"/>
          <w:spacing w:val="26"/>
          <w:position w:val="-1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position w:val="-1"/>
          <w:sz w:val="36"/>
          <w:szCs w:val="36"/>
        </w:rPr>
        <w:t>or</w:t>
      </w:r>
      <w:r w:rsidR="00A26219">
        <w:rPr>
          <w:rFonts w:ascii="Arial" w:eastAsia="Arial" w:hAnsi="Arial" w:cs="Arial"/>
          <w:spacing w:val="12"/>
          <w:position w:val="-1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position w:val="-1"/>
          <w:sz w:val="36"/>
          <w:szCs w:val="36"/>
        </w:rPr>
        <w:t>preferred</w:t>
      </w:r>
      <w:r w:rsidR="00A26219">
        <w:rPr>
          <w:rFonts w:ascii="Arial" w:eastAsia="Arial" w:hAnsi="Arial" w:cs="Arial"/>
          <w:spacing w:val="31"/>
          <w:position w:val="-1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position w:val="-1"/>
          <w:sz w:val="36"/>
          <w:szCs w:val="36"/>
        </w:rPr>
        <w:t>language?</w:t>
      </w:r>
    </w:p>
    <w:p w14:paraId="1B1FBECC" w14:textId="77777777" w:rsidR="00A26219" w:rsidRDefault="00EB7D53" w:rsidP="00A26219">
      <w:pPr>
        <w:spacing w:before="16" w:line="400" w:lineRule="exact"/>
        <w:ind w:left="495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08949B1B" wp14:editId="480F1FD1">
                <wp:simplePos x="0" y="0"/>
                <wp:positionH relativeFrom="margin">
                  <wp:align>left</wp:align>
                </wp:positionH>
                <wp:positionV relativeFrom="paragraph">
                  <wp:posOffset>314960</wp:posOffset>
                </wp:positionV>
                <wp:extent cx="13906500" cy="643255"/>
                <wp:effectExtent l="0" t="0" r="19050" b="23495"/>
                <wp:wrapNone/>
                <wp:docPr id="323" name="Group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6500" cy="643255"/>
                          <a:chOff x="1193" y="-984"/>
                          <a:chExt cx="21900" cy="1013"/>
                        </a:xfrm>
                      </wpg:grpSpPr>
                      <wps:wsp>
                        <wps:cNvPr id="324" name="Freeform 38"/>
                        <wps:cNvSpPr>
                          <a:spLocks/>
                        </wps:cNvSpPr>
                        <wps:spPr bwMode="auto">
                          <a:xfrm>
                            <a:off x="2359" y="-964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Freeform 39"/>
                        <wps:cNvSpPr>
                          <a:spLocks/>
                        </wps:cNvSpPr>
                        <wps:spPr bwMode="auto">
                          <a:xfrm>
                            <a:off x="1203" y="-964"/>
                            <a:ext cx="21870" cy="0"/>
                          </a:xfrm>
                          <a:custGeom>
                            <a:avLst/>
                            <a:gdLst>
                              <a:gd name="T0" fmla="+- 0 23073 1203"/>
                              <a:gd name="T1" fmla="*/ T0 w 21870"/>
                              <a:gd name="T2" fmla="+- 0 1203 1203"/>
                              <a:gd name="T3" fmla="*/ T2 w 2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870">
                                <a:moveTo>
                                  <a:pt x="2187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Freeform 40"/>
                        <wps:cNvSpPr>
                          <a:spLocks/>
                        </wps:cNvSpPr>
                        <wps:spPr bwMode="auto">
                          <a:xfrm>
                            <a:off x="2359" y="8"/>
                            <a:ext cx="15183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15183"/>
                              <a:gd name="T2" fmla="+- 0 17543 2359"/>
                              <a:gd name="T3" fmla="*/ T2 w 1518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5183">
                                <a:moveTo>
                                  <a:pt x="0" y="0"/>
                                </a:moveTo>
                                <a:lnTo>
                                  <a:pt x="1518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Freeform 41"/>
                        <wps:cNvSpPr>
                          <a:spLocks/>
                        </wps:cNvSpPr>
                        <wps:spPr bwMode="auto">
                          <a:xfrm>
                            <a:off x="17523" y="8"/>
                            <a:ext cx="5561" cy="0"/>
                          </a:xfrm>
                          <a:custGeom>
                            <a:avLst/>
                            <a:gdLst>
                              <a:gd name="T0" fmla="+- 0 17523 17523"/>
                              <a:gd name="T1" fmla="*/ T0 w 5561"/>
                              <a:gd name="T2" fmla="+- 0 23083 17523"/>
                              <a:gd name="T3" fmla="*/ T2 w 556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61">
                                <a:moveTo>
                                  <a:pt x="0" y="0"/>
                                </a:moveTo>
                                <a:lnTo>
                                  <a:pt x="5560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Freeform 42"/>
                        <wps:cNvSpPr>
                          <a:spLocks/>
                        </wps:cNvSpPr>
                        <wps:spPr bwMode="auto">
                          <a:xfrm>
                            <a:off x="17533" y="-974"/>
                            <a:ext cx="0" cy="992"/>
                          </a:xfrm>
                          <a:custGeom>
                            <a:avLst/>
                            <a:gdLst>
                              <a:gd name="T0" fmla="+- 0 -974 -974"/>
                              <a:gd name="T1" fmla="*/ -974 h 992"/>
                              <a:gd name="T2" fmla="+- 0 19 -974"/>
                              <a:gd name="T3" fmla="*/ 19 h 99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92">
                                <a:moveTo>
                                  <a:pt x="0" y="0"/>
                                </a:moveTo>
                                <a:lnTo>
                                  <a:pt x="0" y="993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E206E1" id="Group 323" o:spid="_x0000_s1026" style="position:absolute;margin-left:0;margin-top:24.8pt;width:1095pt;height:50.65pt;z-index:-251646976;mso-position-horizontal:left;mso-position-horizontal-relative:margin" coordorigin="1193,-984" coordsize="21900,1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">
                <v:shape id="Freeform 38" o:spid="_x0000_s1027" style="position:absolute;left:2359;top:-964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" path="m,l20724,e" filled="f" strokeweight=".357mm">
                  <v:path arrowok="t" o:connecttype="custom" o:connectlocs="0,0;20724,0" o:connectangles="0,0"/>
                </v:shape>
                <v:shape id="Freeform 39" o:spid="_x0000_s1028" style="position:absolute;left:1203;top:-964;width:21870;height:0;visibility:visible;mso-wrap-style:square;v-text-anchor:top" coordsize="2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" path="m21870,l,e" filled="f" strokeweight=".357mm">
                  <v:path arrowok="t" o:connecttype="custom" o:connectlocs="21870,0;0,0" o:connectangles="0,0"/>
                </v:shape>
                <v:shape id="Freeform 40" o:spid="_x0000_s1029" style="position:absolute;left:2359;top:8;width:15183;height:0;visibility:visible;mso-wrap-style:square;v-text-anchor:top" coordsize="151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" path="m,l15184,e" filled="f" strokeweight=".357mm">
                  <v:path arrowok="t" o:connecttype="custom" o:connectlocs="0,0;15184,0" o:connectangles="0,0"/>
                </v:shape>
                <v:shape id="Freeform 41" o:spid="_x0000_s1030" style="position:absolute;left:17523;top:8;width:5561;height:0;visibility:visible;mso-wrap-style:square;v-text-anchor:top" coordsize="55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" path="m,l5560,e" filled="f" strokeweight=".357mm">
                  <v:path arrowok="t" o:connecttype="custom" o:connectlocs="0,0;5560,0" o:connectangles="0,0"/>
                </v:shape>
                <v:shape id="Freeform 42" o:spid="_x0000_s1031" style="position:absolute;left:17533;top:-974;width:0;height:992;visibility:visible;mso-wrap-style:square;v-text-anchor:top" coordsize="0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" path="m,l,993e" filled="f" strokeweight=".357mm">
                  <v:path arrowok="t" o:connecttype="custom" o:connectlocs="0,-974;0,19" o:connectangles="0,0"/>
                </v:shape>
                <w10:wrap anchorx="margin"/>
              </v:group>
            </w:pict>
          </mc:Fallback>
        </mc:AlternateContent>
      </w:r>
      <w:r w:rsidR="00A26219">
        <w:rPr>
          <w:rFonts w:ascii="Arial" w:eastAsia="Arial" w:hAnsi="Arial" w:cs="Arial"/>
          <w:b/>
          <w:position w:val="-2"/>
          <w:sz w:val="34"/>
          <w:szCs w:val="34"/>
        </w:rPr>
        <w:t xml:space="preserve">5     </w:t>
      </w:r>
      <w:r w:rsidR="00A26219">
        <w:rPr>
          <w:rFonts w:ascii="Arial" w:eastAsia="Arial" w:hAnsi="Arial" w:cs="Arial"/>
          <w:b/>
          <w:spacing w:val="20"/>
          <w:position w:val="-2"/>
          <w:sz w:val="34"/>
          <w:szCs w:val="34"/>
        </w:rPr>
        <w:t xml:space="preserve"> </w:t>
      </w:r>
      <w:r w:rsidR="00A26219">
        <w:rPr>
          <w:rFonts w:ascii="Arial" w:eastAsia="Arial" w:hAnsi="Arial" w:cs="Arial"/>
          <w:position w:val="-1"/>
          <w:sz w:val="36"/>
          <w:szCs w:val="36"/>
        </w:rPr>
        <w:t>Your</w:t>
      </w:r>
      <w:r w:rsidR="00A26219">
        <w:rPr>
          <w:rFonts w:ascii="Arial" w:eastAsia="Arial" w:hAnsi="Arial" w:cs="Arial"/>
          <w:spacing w:val="10"/>
          <w:position w:val="-1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position w:val="-1"/>
          <w:sz w:val="36"/>
          <w:szCs w:val="36"/>
        </w:rPr>
        <w:t>current</w:t>
      </w:r>
      <w:r w:rsidR="00A26219">
        <w:rPr>
          <w:rFonts w:ascii="Arial" w:eastAsia="Arial" w:hAnsi="Arial" w:cs="Arial"/>
          <w:spacing w:val="36"/>
          <w:position w:val="-1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position w:val="-1"/>
          <w:sz w:val="36"/>
          <w:szCs w:val="36"/>
        </w:rPr>
        <w:t>name</w:t>
      </w:r>
      <w:r w:rsidR="00A26219">
        <w:rPr>
          <w:rFonts w:ascii="Arial" w:eastAsia="Arial" w:hAnsi="Arial" w:cs="Arial"/>
          <w:spacing w:val="2"/>
          <w:position w:val="-1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position w:val="-1"/>
          <w:sz w:val="36"/>
          <w:szCs w:val="36"/>
        </w:rPr>
        <w:t>(see</w:t>
      </w:r>
      <w:r w:rsidR="00A26219">
        <w:rPr>
          <w:rFonts w:ascii="Arial" w:eastAsia="Arial" w:hAnsi="Arial" w:cs="Arial"/>
          <w:spacing w:val="-33"/>
          <w:position w:val="-1"/>
          <w:sz w:val="36"/>
          <w:szCs w:val="36"/>
        </w:rPr>
        <w:t xml:space="preserve"> </w:t>
      </w:r>
      <w:proofErr w:type="gramStart"/>
      <w:r w:rsidR="00A26219">
        <w:rPr>
          <w:rFonts w:ascii="Arial" w:eastAsia="Arial" w:hAnsi="Arial" w:cs="Arial"/>
          <w:position w:val="-1"/>
          <w:sz w:val="36"/>
          <w:szCs w:val="36"/>
        </w:rPr>
        <w:t xml:space="preserve">instructions)   </w:t>
      </w:r>
      <w:proofErr w:type="gramEnd"/>
      <w:r w:rsidR="00A26219">
        <w:rPr>
          <w:rFonts w:ascii="Arial" w:eastAsia="Arial" w:hAnsi="Arial" w:cs="Arial"/>
          <w:position w:val="-1"/>
          <w:sz w:val="36"/>
          <w:szCs w:val="36"/>
        </w:rPr>
        <w:t xml:space="preserve">                                                                                           </w:t>
      </w:r>
      <w:r w:rsidR="00A26219">
        <w:rPr>
          <w:rFonts w:ascii="Arial" w:eastAsia="Arial" w:hAnsi="Arial" w:cs="Arial"/>
          <w:spacing w:val="4"/>
          <w:position w:val="-1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position w:val="-1"/>
          <w:sz w:val="36"/>
          <w:szCs w:val="36"/>
        </w:rPr>
        <w:t>Your</w:t>
      </w:r>
      <w:r w:rsidR="00A26219">
        <w:rPr>
          <w:rFonts w:ascii="Arial" w:eastAsia="Arial" w:hAnsi="Arial" w:cs="Arial"/>
          <w:b/>
          <w:spacing w:val="2"/>
          <w:position w:val="-1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position w:val="-1"/>
          <w:sz w:val="36"/>
          <w:szCs w:val="36"/>
        </w:rPr>
        <w:t>social</w:t>
      </w:r>
      <w:r w:rsidR="00A26219">
        <w:rPr>
          <w:rFonts w:ascii="Arial" w:eastAsia="Arial" w:hAnsi="Arial" w:cs="Arial"/>
          <w:b/>
          <w:spacing w:val="2"/>
          <w:position w:val="-1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position w:val="-1"/>
          <w:sz w:val="36"/>
          <w:szCs w:val="36"/>
        </w:rPr>
        <w:t>security</w:t>
      </w:r>
      <w:r w:rsidR="00A26219">
        <w:rPr>
          <w:rFonts w:ascii="Arial" w:eastAsia="Arial" w:hAnsi="Arial" w:cs="Arial"/>
          <w:b/>
          <w:spacing w:val="2"/>
          <w:position w:val="-1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w w:val="101"/>
          <w:position w:val="-1"/>
          <w:sz w:val="36"/>
          <w:szCs w:val="36"/>
        </w:rPr>
        <w:t>number</w:t>
      </w:r>
    </w:p>
    <w:p w14:paraId="2BE746B7" w14:textId="77777777" w:rsidR="00A26219" w:rsidRDefault="00A26219" w:rsidP="00A26219">
      <w:pPr>
        <w:spacing w:line="200" w:lineRule="exact"/>
      </w:pPr>
    </w:p>
    <w:p w14:paraId="6290B392" w14:textId="77777777" w:rsidR="00A26219" w:rsidRDefault="00A26219" w:rsidP="00A26219">
      <w:pPr>
        <w:spacing w:line="200" w:lineRule="exact"/>
      </w:pPr>
    </w:p>
    <w:p w14:paraId="6445C0C1" w14:textId="77777777" w:rsidR="00A26219" w:rsidRDefault="00A26219" w:rsidP="00A26219">
      <w:pPr>
        <w:spacing w:before="20" w:line="253" w:lineRule="auto"/>
        <w:ind w:left="1270" w:right="713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074479EF" wp14:editId="6906739A">
                <wp:simplePos x="0" y="0"/>
                <wp:positionH relativeFrom="page">
                  <wp:posOffset>14291310</wp:posOffset>
                </wp:positionH>
                <wp:positionV relativeFrom="paragraph">
                  <wp:posOffset>339725</wp:posOffset>
                </wp:positionV>
                <wp:extent cx="205740" cy="205740"/>
                <wp:effectExtent l="13335" t="8255" r="9525" b="14605"/>
                <wp:wrapNone/>
                <wp:docPr id="321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22506" y="535"/>
                          <a:chExt cx="324" cy="324"/>
                        </a:xfrm>
                      </wpg:grpSpPr>
                      <wps:wsp>
                        <wps:cNvPr id="322" name="Freeform 61"/>
                        <wps:cNvSpPr>
                          <a:spLocks/>
                        </wps:cNvSpPr>
                        <wps:spPr bwMode="auto">
                          <a:xfrm>
                            <a:off x="22506" y="535"/>
                            <a:ext cx="324" cy="324"/>
                          </a:xfrm>
                          <a:custGeom>
                            <a:avLst/>
                            <a:gdLst>
                              <a:gd name="T0" fmla="+- 0 22506 22506"/>
                              <a:gd name="T1" fmla="*/ T0 w 324"/>
                              <a:gd name="T2" fmla="+- 0 859 535"/>
                              <a:gd name="T3" fmla="*/ 859 h 324"/>
                              <a:gd name="T4" fmla="+- 0 22830 22506"/>
                              <a:gd name="T5" fmla="*/ T4 w 324"/>
                              <a:gd name="T6" fmla="+- 0 859 535"/>
                              <a:gd name="T7" fmla="*/ 859 h 324"/>
                              <a:gd name="T8" fmla="+- 0 22830 22506"/>
                              <a:gd name="T9" fmla="*/ T8 w 324"/>
                              <a:gd name="T10" fmla="+- 0 535 535"/>
                              <a:gd name="T11" fmla="*/ 535 h 324"/>
                              <a:gd name="T12" fmla="+- 0 22506 22506"/>
                              <a:gd name="T13" fmla="*/ T12 w 324"/>
                              <a:gd name="T14" fmla="+- 0 535 535"/>
                              <a:gd name="T15" fmla="*/ 535 h 324"/>
                              <a:gd name="T16" fmla="+- 0 22506 22506"/>
                              <a:gd name="T17" fmla="*/ T16 w 324"/>
                              <a:gd name="T18" fmla="+- 0 859 535"/>
                              <a:gd name="T19" fmla="*/ 859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582202" id="Group 321" o:spid="_x0000_s1026" style="position:absolute;margin-left:1125.3pt;margin-top:26.75pt;width:16.2pt;height:16.2pt;z-index:-251644928;mso-position-horizontal-relative:page" coordorigin="22506,535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">
                <v:shape id="Freeform 61" o:spid="_x0000_s1027" style="position:absolute;left:22506;top:535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" path="m,324r324,l324,,,,,324xe" filled="f" strokeweight=".357mm">
                  <v:path arrowok="t" o:connecttype="custom" o:connectlocs="0,859;324,859;324,535;0,535;0,859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36"/>
          <w:szCs w:val="36"/>
        </w:rPr>
        <w:t>Address</w:t>
      </w:r>
      <w:r>
        <w:rPr>
          <w:rFonts w:ascii="Arial" w:eastAsia="Arial" w:hAnsi="Arial" w:cs="Arial"/>
          <w:b/>
          <w:spacing w:val="-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where</w:t>
      </w:r>
      <w:r>
        <w:rPr>
          <w:rFonts w:ascii="Arial" w:eastAsia="Arial" w:hAnsi="Arial" w:cs="Arial"/>
          <w:b/>
          <w:spacing w:val="3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you</w:t>
      </w:r>
      <w:r>
        <w:rPr>
          <w:rFonts w:ascii="Arial" w:eastAsia="Arial" w:hAnsi="Arial" w:cs="Arial"/>
          <w:b/>
          <w:spacing w:val="-1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wish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to</w:t>
      </w:r>
      <w:r>
        <w:rPr>
          <w:rFonts w:ascii="Arial" w:eastAsia="Arial" w:hAnsi="Arial" w:cs="Arial"/>
          <w:b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be</w:t>
      </w:r>
      <w:r>
        <w:rPr>
          <w:rFonts w:ascii="Arial" w:eastAsia="Arial" w:hAnsi="Arial" w:cs="Arial"/>
          <w:b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contacted.</w:t>
      </w:r>
      <w:r>
        <w:rPr>
          <w:rFonts w:ascii="Arial" w:eastAsia="Arial" w:hAnsi="Arial" w:cs="Arial"/>
          <w:b/>
          <w:spacing w:val="5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Check</w:t>
      </w:r>
      <w:r>
        <w:rPr>
          <w:rFonts w:ascii="Arial" w:eastAsia="Arial" w:hAnsi="Arial" w:cs="Arial"/>
          <w:spacing w:val="2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here</w:t>
      </w:r>
      <w:r>
        <w:rPr>
          <w:rFonts w:ascii="Arial" w:eastAsia="Arial" w:hAnsi="Arial" w:cs="Arial"/>
          <w:spacing w:val="-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want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IRS</w:t>
      </w:r>
      <w:r>
        <w:rPr>
          <w:rFonts w:ascii="Arial" w:eastAsia="Arial" w:hAnsi="Arial" w:cs="Arial"/>
          <w:spacing w:val="-2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send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all</w:t>
      </w:r>
      <w:r>
        <w:rPr>
          <w:rFonts w:ascii="Arial" w:eastAsia="Arial" w:hAnsi="Arial" w:cs="Arial"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mail</w:t>
      </w:r>
      <w:r>
        <w:rPr>
          <w:rFonts w:ascii="Arial" w:eastAsia="Arial" w:hAnsi="Arial" w:cs="Arial"/>
          <w:spacing w:val="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for</w:t>
      </w:r>
      <w:r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you,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including</w:t>
      </w:r>
      <w:r>
        <w:rPr>
          <w:rFonts w:ascii="Arial" w:eastAsia="Arial" w:hAnsi="Arial" w:cs="Arial"/>
          <w:spacing w:val="4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legal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w w:val="103"/>
          <w:sz w:val="36"/>
          <w:szCs w:val="36"/>
        </w:rPr>
        <w:t xml:space="preserve">notices,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this</w:t>
      </w:r>
      <w:r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address</w:t>
      </w:r>
      <w:r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(see</w:t>
      </w:r>
      <w:r>
        <w:rPr>
          <w:rFonts w:ascii="Arial" w:eastAsia="Arial" w:hAnsi="Arial" w:cs="Arial"/>
          <w:spacing w:val="-3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instructions): </w:t>
      </w:r>
      <w:proofErr w:type="gramStart"/>
      <w:r>
        <w:rPr>
          <w:rFonts w:ascii="Arial" w:eastAsia="Arial" w:hAnsi="Arial" w:cs="Arial"/>
          <w:sz w:val="36"/>
          <w:szCs w:val="36"/>
        </w:rPr>
        <w:t xml:space="preserve"> </w:t>
      </w:r>
      <w:r>
        <w:rPr>
          <w:rFonts w:ascii="Arial" w:eastAsia="Arial" w:hAnsi="Arial" w:cs="Arial"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.</w:t>
      </w:r>
      <w:proofErr w:type="gramEnd"/>
      <w:r>
        <w:rPr>
          <w:rFonts w:ascii="Arial" w:eastAsia="Arial" w:hAnsi="Arial" w:cs="Arial"/>
          <w:sz w:val="36"/>
          <w:szCs w:val="36"/>
        </w:rPr>
        <w:t xml:space="preserve">  </w:t>
      </w:r>
      <w:r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7"/>
          <w:sz w:val="36"/>
          <w:szCs w:val="36"/>
        </w:rPr>
        <w:t xml:space="preserve"> </w:t>
      </w:r>
    </w:p>
    <w:p w14:paraId="63008859" w14:textId="77777777" w:rsidR="00A26219" w:rsidRDefault="00EB7D53" w:rsidP="00A26219">
      <w:pPr>
        <w:spacing w:line="120" w:lineRule="exact"/>
        <w:rPr>
          <w:sz w:val="13"/>
          <w:szCs w:val="13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378DDA79" wp14:editId="580333A4">
                <wp:simplePos x="0" y="0"/>
                <wp:positionH relativeFrom="margin">
                  <wp:posOffset>63500</wp:posOffset>
                </wp:positionH>
                <wp:positionV relativeFrom="paragraph">
                  <wp:posOffset>227965</wp:posOffset>
                </wp:positionV>
                <wp:extent cx="13912850" cy="3390900"/>
                <wp:effectExtent l="0" t="0" r="12700" b="38100"/>
                <wp:wrapNone/>
                <wp:docPr id="304" name="Group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12850" cy="3390900"/>
                          <a:chOff x="1193" y="-1940"/>
                          <a:chExt cx="21910" cy="4394"/>
                        </a:xfrm>
                      </wpg:grpSpPr>
                      <wps:wsp>
                        <wps:cNvPr id="305" name="Freeform 44"/>
                        <wps:cNvSpPr>
                          <a:spLocks/>
                        </wps:cNvSpPr>
                        <wps:spPr bwMode="auto">
                          <a:xfrm>
                            <a:off x="2359" y="-1929"/>
                            <a:ext cx="20141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141"/>
                              <a:gd name="T2" fmla="+- 0 22500 2359"/>
                              <a:gd name="T3" fmla="*/ T2 w 2014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141">
                                <a:moveTo>
                                  <a:pt x="0" y="0"/>
                                </a:moveTo>
                                <a:lnTo>
                                  <a:pt x="20141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Freeform 45"/>
                        <wps:cNvSpPr>
                          <a:spLocks/>
                        </wps:cNvSpPr>
                        <wps:spPr bwMode="auto">
                          <a:xfrm>
                            <a:off x="22480" y="-1929"/>
                            <a:ext cx="603" cy="0"/>
                          </a:xfrm>
                          <a:custGeom>
                            <a:avLst/>
                            <a:gdLst>
                              <a:gd name="T0" fmla="+- 0 22480 22480"/>
                              <a:gd name="T1" fmla="*/ T0 w 603"/>
                              <a:gd name="T2" fmla="+- 0 23083 22480"/>
                              <a:gd name="T3" fmla="*/ T2 w 60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03">
                                <a:moveTo>
                                  <a:pt x="0" y="0"/>
                                </a:moveTo>
                                <a:lnTo>
                                  <a:pt x="603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Freeform 46"/>
                        <wps:cNvSpPr>
                          <a:spLocks/>
                        </wps:cNvSpPr>
                        <wps:spPr bwMode="auto">
                          <a:xfrm>
                            <a:off x="2359" y="-957"/>
                            <a:ext cx="15183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15183"/>
                              <a:gd name="T2" fmla="+- 0 17543 2359"/>
                              <a:gd name="T3" fmla="*/ T2 w 1518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5183">
                                <a:moveTo>
                                  <a:pt x="0" y="0"/>
                                </a:moveTo>
                                <a:lnTo>
                                  <a:pt x="1518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Freeform 47"/>
                        <wps:cNvSpPr>
                          <a:spLocks/>
                        </wps:cNvSpPr>
                        <wps:spPr bwMode="auto">
                          <a:xfrm>
                            <a:off x="17523" y="-957"/>
                            <a:ext cx="1770" cy="0"/>
                          </a:xfrm>
                          <a:custGeom>
                            <a:avLst/>
                            <a:gdLst>
                              <a:gd name="T0" fmla="+- 0 17523 17523"/>
                              <a:gd name="T1" fmla="*/ T0 w 1770"/>
                              <a:gd name="T2" fmla="+- 0 19292 17523"/>
                              <a:gd name="T3" fmla="*/ T2 w 17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770">
                                <a:moveTo>
                                  <a:pt x="0" y="0"/>
                                </a:moveTo>
                                <a:lnTo>
                                  <a:pt x="1769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Freeform 48"/>
                        <wps:cNvSpPr>
                          <a:spLocks/>
                        </wps:cNvSpPr>
                        <wps:spPr bwMode="auto">
                          <a:xfrm>
                            <a:off x="17533" y="-1940"/>
                            <a:ext cx="0" cy="992"/>
                          </a:xfrm>
                          <a:custGeom>
                            <a:avLst/>
                            <a:gdLst>
                              <a:gd name="T0" fmla="+- 0 -1940 -1940"/>
                              <a:gd name="T1" fmla="*/ -1940 h 992"/>
                              <a:gd name="T2" fmla="+- 0 -947 -1940"/>
                              <a:gd name="T3" fmla="*/ -947 h 99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92">
                                <a:moveTo>
                                  <a:pt x="0" y="0"/>
                                </a:moveTo>
                                <a:lnTo>
                                  <a:pt x="0" y="993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Freeform 49"/>
                        <wps:cNvSpPr>
                          <a:spLocks/>
                        </wps:cNvSpPr>
                        <wps:spPr bwMode="auto">
                          <a:xfrm>
                            <a:off x="19272" y="-957"/>
                            <a:ext cx="3811" cy="0"/>
                          </a:xfrm>
                          <a:custGeom>
                            <a:avLst/>
                            <a:gdLst>
                              <a:gd name="T0" fmla="+- 0 19272 19272"/>
                              <a:gd name="T1" fmla="*/ T0 w 3811"/>
                              <a:gd name="T2" fmla="+- 0 23083 19272"/>
                              <a:gd name="T3" fmla="*/ T2 w 38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811">
                                <a:moveTo>
                                  <a:pt x="0" y="0"/>
                                </a:moveTo>
                                <a:lnTo>
                                  <a:pt x="3811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Freeform 50"/>
                        <wps:cNvSpPr>
                          <a:spLocks/>
                        </wps:cNvSpPr>
                        <wps:spPr bwMode="auto">
                          <a:xfrm>
                            <a:off x="19282" y="-1940"/>
                            <a:ext cx="0" cy="992"/>
                          </a:xfrm>
                          <a:custGeom>
                            <a:avLst/>
                            <a:gdLst>
                              <a:gd name="T0" fmla="+- 0 -1940 -1940"/>
                              <a:gd name="T1" fmla="*/ -1940 h 992"/>
                              <a:gd name="T2" fmla="+- 0 -947 -1940"/>
                              <a:gd name="T3" fmla="*/ -947 h 99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92">
                                <a:moveTo>
                                  <a:pt x="0" y="0"/>
                                </a:moveTo>
                                <a:lnTo>
                                  <a:pt x="0" y="993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Freeform 51"/>
                        <wps:cNvSpPr>
                          <a:spLocks/>
                        </wps:cNvSpPr>
                        <wps:spPr bwMode="auto">
                          <a:xfrm>
                            <a:off x="2359" y="2445"/>
                            <a:ext cx="15183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15183"/>
                              <a:gd name="T2" fmla="+- 0 17543 2359"/>
                              <a:gd name="T3" fmla="*/ T2 w 1518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5183">
                                <a:moveTo>
                                  <a:pt x="0" y="0"/>
                                </a:moveTo>
                                <a:lnTo>
                                  <a:pt x="1518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Freeform 52"/>
                        <wps:cNvSpPr>
                          <a:spLocks/>
                        </wps:cNvSpPr>
                        <wps:spPr bwMode="auto">
                          <a:xfrm>
                            <a:off x="17533" y="-968"/>
                            <a:ext cx="0" cy="3422"/>
                          </a:xfrm>
                          <a:custGeom>
                            <a:avLst/>
                            <a:gdLst>
                              <a:gd name="T0" fmla="+- 0 -968 -968"/>
                              <a:gd name="T1" fmla="*/ -968 h 3422"/>
                              <a:gd name="T2" fmla="+- 0 2455 -968"/>
                              <a:gd name="T3" fmla="*/ 2455 h 342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422">
                                <a:moveTo>
                                  <a:pt x="0" y="0"/>
                                </a:moveTo>
                                <a:lnTo>
                                  <a:pt x="0" y="3423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Freeform 53"/>
                        <wps:cNvSpPr>
                          <a:spLocks/>
                        </wps:cNvSpPr>
                        <wps:spPr bwMode="auto">
                          <a:xfrm flipV="1">
                            <a:off x="17542" y="266"/>
                            <a:ext cx="5561" cy="435"/>
                          </a:xfrm>
                          <a:custGeom>
                            <a:avLst/>
                            <a:gdLst>
                              <a:gd name="T0" fmla="+- 0 17523 17523"/>
                              <a:gd name="T1" fmla="*/ T0 w 5561"/>
                              <a:gd name="T2" fmla="+- 0 23083 17523"/>
                              <a:gd name="T3" fmla="*/ T2 w 556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61">
                                <a:moveTo>
                                  <a:pt x="0" y="0"/>
                                </a:moveTo>
                                <a:lnTo>
                                  <a:pt x="5560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Freeform 54"/>
                        <wps:cNvSpPr>
                          <a:spLocks/>
                        </wps:cNvSpPr>
                        <wps:spPr bwMode="auto">
                          <a:xfrm>
                            <a:off x="17533" y="-968"/>
                            <a:ext cx="0" cy="1964"/>
                          </a:xfrm>
                          <a:custGeom>
                            <a:avLst/>
                            <a:gdLst>
                              <a:gd name="T0" fmla="+- 0 -968 -968"/>
                              <a:gd name="T1" fmla="*/ -968 h 1964"/>
                              <a:gd name="T2" fmla="+- 0 997 -968"/>
                              <a:gd name="T3" fmla="*/ 997 h 196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964">
                                <a:moveTo>
                                  <a:pt x="0" y="0"/>
                                </a:moveTo>
                                <a:lnTo>
                                  <a:pt x="0" y="1965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Freeform 55"/>
                        <wps:cNvSpPr>
                          <a:spLocks/>
                        </wps:cNvSpPr>
                        <wps:spPr bwMode="auto">
                          <a:xfrm>
                            <a:off x="17523" y="2445"/>
                            <a:ext cx="4977" cy="0"/>
                          </a:xfrm>
                          <a:custGeom>
                            <a:avLst/>
                            <a:gdLst>
                              <a:gd name="T0" fmla="+- 0 17523 17523"/>
                              <a:gd name="T1" fmla="*/ T0 w 4977"/>
                              <a:gd name="T2" fmla="+- 0 22500 17523"/>
                              <a:gd name="T3" fmla="*/ T2 w 497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977">
                                <a:moveTo>
                                  <a:pt x="0" y="0"/>
                                </a:moveTo>
                                <a:lnTo>
                                  <a:pt x="4977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Freeform 56"/>
                        <wps:cNvSpPr>
                          <a:spLocks/>
                        </wps:cNvSpPr>
                        <wps:spPr bwMode="auto">
                          <a:xfrm>
                            <a:off x="17533" y="976"/>
                            <a:ext cx="0" cy="1478"/>
                          </a:xfrm>
                          <a:custGeom>
                            <a:avLst/>
                            <a:gdLst>
                              <a:gd name="T0" fmla="+- 0 976 976"/>
                              <a:gd name="T1" fmla="*/ 976 h 1478"/>
                              <a:gd name="T2" fmla="+- 0 2455 976"/>
                              <a:gd name="T3" fmla="*/ 2455 h 147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478">
                                <a:moveTo>
                                  <a:pt x="0" y="0"/>
                                </a:moveTo>
                                <a:lnTo>
                                  <a:pt x="0" y="1479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Freeform 57"/>
                        <wps:cNvSpPr>
                          <a:spLocks/>
                        </wps:cNvSpPr>
                        <wps:spPr bwMode="auto">
                          <a:xfrm>
                            <a:off x="1193" y="2445"/>
                            <a:ext cx="11101" cy="0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T0 w 11101"/>
                              <a:gd name="T2" fmla="+- 0 12294 1193"/>
                              <a:gd name="T3" fmla="*/ T2 w 111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101">
                                <a:moveTo>
                                  <a:pt x="0" y="0"/>
                                </a:moveTo>
                                <a:lnTo>
                                  <a:pt x="11101" y="0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Freeform 58"/>
                        <wps:cNvSpPr>
                          <a:spLocks/>
                        </wps:cNvSpPr>
                        <wps:spPr bwMode="auto">
                          <a:xfrm>
                            <a:off x="12274" y="2445"/>
                            <a:ext cx="7310" cy="0"/>
                          </a:xfrm>
                          <a:custGeom>
                            <a:avLst/>
                            <a:gdLst>
                              <a:gd name="T0" fmla="+- 0 12274 12274"/>
                              <a:gd name="T1" fmla="*/ T0 w 7310"/>
                              <a:gd name="T2" fmla="+- 0 19584 12274"/>
                              <a:gd name="T3" fmla="*/ T2 w 73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310">
                                <a:moveTo>
                                  <a:pt x="0" y="0"/>
                                </a:moveTo>
                                <a:lnTo>
                                  <a:pt x="7310" y="0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Freeform 59"/>
                        <wps:cNvSpPr>
                          <a:spLocks/>
                        </wps:cNvSpPr>
                        <wps:spPr bwMode="auto">
                          <a:xfrm>
                            <a:off x="19564" y="2445"/>
                            <a:ext cx="3519" cy="0"/>
                          </a:xfrm>
                          <a:custGeom>
                            <a:avLst/>
                            <a:gdLst>
                              <a:gd name="T0" fmla="+- 0 19564 19564"/>
                              <a:gd name="T1" fmla="*/ T0 w 3519"/>
                              <a:gd name="T2" fmla="+- 0 23083 19564"/>
                              <a:gd name="T3" fmla="*/ T2 w 35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19">
                                <a:moveTo>
                                  <a:pt x="0" y="0"/>
                                </a:moveTo>
                                <a:lnTo>
                                  <a:pt x="3519" y="0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B9CB6B" id="Group 304" o:spid="_x0000_s1026" style="position:absolute;margin-left:5pt;margin-top:17.95pt;width:1095.5pt;height:267pt;z-index:-251645952;mso-position-horizontal-relative:margin" coordorigin="1193,-1940" coordsize="21910,4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">
                <v:shape id="Freeform 44" o:spid="_x0000_s1027" style="position:absolute;left:2359;top:-1929;width:20141;height:0;visibility:visible;mso-wrap-style:square;v-text-anchor:top" coordsize="201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" path="m,l20141,e" filled="f" strokeweight=".357mm">
                  <v:path arrowok="t" o:connecttype="custom" o:connectlocs="0,0;20141,0" o:connectangles="0,0"/>
                </v:shape>
                <v:shape id="Freeform 45" o:spid="_x0000_s1028" style="position:absolute;left:22480;top:-1929;width:603;height:0;visibility:visible;mso-wrap-style:square;v-text-anchor:top" coordsize="60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" path="m,l603,e" filled="f" strokeweight=".357mm">
                  <v:path arrowok="t" o:connecttype="custom" o:connectlocs="0,0;603,0" o:connectangles="0,0"/>
                </v:shape>
                <v:shape id="Freeform 46" o:spid="_x0000_s1029" style="position:absolute;left:2359;top:-957;width:15183;height:0;visibility:visible;mso-wrap-style:square;v-text-anchor:top" coordsize="151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" path="m,l15184,e" filled="f" strokeweight=".357mm">
                  <v:path arrowok="t" o:connecttype="custom" o:connectlocs="0,0;15184,0" o:connectangles="0,0"/>
                </v:shape>
                <v:shape id="Freeform 47" o:spid="_x0000_s1030" style="position:absolute;left:17523;top:-957;width:1770;height:0;visibility:visible;mso-wrap-style:square;v-text-anchor:top" coordsize="17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" path="m,l1769,e" filled="f" strokeweight=".357mm">
                  <v:path arrowok="t" o:connecttype="custom" o:connectlocs="0,0;1769,0" o:connectangles="0,0"/>
                </v:shape>
                <v:shape id="Freeform 48" o:spid="_x0000_s1031" style="position:absolute;left:17533;top:-1940;width:0;height:992;visibility:visible;mso-wrap-style:square;v-text-anchor:top" coordsize="0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" path="m,l,993e" filled="f" strokeweight=".357mm">
                  <v:path arrowok="t" o:connecttype="custom" o:connectlocs="0,-1940;0,-947" o:connectangles="0,0"/>
                </v:shape>
                <v:shape id="Freeform 49" o:spid="_x0000_s1032" style="position:absolute;left:19272;top:-957;width:3811;height:0;visibility:visible;mso-wrap-style:square;v-text-anchor:top" coordsize="38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" path="m,l3811,e" filled="f" strokeweight=".357mm">
                  <v:path arrowok="t" o:connecttype="custom" o:connectlocs="0,0;3811,0" o:connectangles="0,0"/>
                </v:shape>
                <v:shape id="Freeform 50" o:spid="_x0000_s1033" style="position:absolute;left:19282;top:-1940;width:0;height:992;visibility:visible;mso-wrap-style:square;v-text-anchor:top" coordsize="0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" path="m,l,993e" filled="f" strokeweight=".357mm">
                  <v:path arrowok="t" o:connecttype="custom" o:connectlocs="0,-1940;0,-947" o:connectangles="0,0"/>
                </v:shape>
                <v:shape id="Freeform 51" o:spid="_x0000_s1034" style="position:absolute;left:2359;top:2445;width:15183;height:0;visibility:visible;mso-wrap-style:square;v-text-anchor:top" coordsize="151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" path="m,l15184,e" filled="f" strokeweight=".357mm">
                  <v:path arrowok="t" o:connecttype="custom" o:connectlocs="0,0;15184,0" o:connectangles="0,0"/>
                </v:shape>
                <v:shape id="Freeform 52" o:spid="_x0000_s1035" style="position:absolute;left:17533;top:-968;width:0;height:3422;visibility:visible;mso-wrap-style:square;v-text-anchor:top" coordsize="0,3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" path="m,l,3423e" filled="f" strokeweight=".357mm">
                  <v:path arrowok="t" o:connecttype="custom" o:connectlocs="0,-968;0,2455" o:connectangles="0,0"/>
                </v:shape>
                <v:shape id="Freeform 53" o:spid="_x0000_s1036" style="position:absolute;left:17542;top:266;width:5561;height:435;flip:y;visibility:visible;mso-wrap-style:square;v-text-anchor:top" coordsize="5561,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" path="m,l5560,e" filled="f" strokeweight=".357mm">
                  <v:path arrowok="t" o:connecttype="custom" o:connectlocs="0,0;5560,0" o:connectangles="0,0"/>
                </v:shape>
                <v:shape id="Freeform 54" o:spid="_x0000_s1037" style="position:absolute;left:17533;top:-968;width:0;height:1964;visibility:visible;mso-wrap-style:square;v-text-anchor:top" coordsize="0,1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" path="m,l,1965e" filled="f" strokeweight=".357mm">
                  <v:path arrowok="t" o:connecttype="custom" o:connectlocs="0,-968;0,997" o:connectangles="0,0"/>
                </v:shape>
                <v:shape id="Freeform 55" o:spid="_x0000_s1038" style="position:absolute;left:17523;top:2445;width:4977;height:0;visibility:visible;mso-wrap-style:square;v-text-anchor:top" coordsize="497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" path="m,l4977,e" filled="f" strokeweight=".357mm">
                  <v:path arrowok="t" o:connecttype="custom" o:connectlocs="0,0;4977,0" o:connectangles="0,0"/>
                </v:shape>
                <v:shape id="Freeform 56" o:spid="_x0000_s1039" style="position:absolute;left:17533;top:976;width:0;height:1478;visibility:visible;mso-wrap-style:square;v-text-anchor:top" coordsize="0,1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" path="m,l,1479e" filled="f" strokeweight=".357mm">
                  <v:path arrowok="t" o:connecttype="custom" o:connectlocs="0,976;0,2455" o:connectangles="0,0"/>
                </v:shape>
                <v:shape id="Freeform 57" o:spid="_x0000_s1040" style="position:absolute;left:1193;top:2445;width:11101;height:0;visibility:visible;mso-wrap-style:square;v-text-anchor:top" coordsize="111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" path="m,l11101,e" filled="f" strokeweight=".71439mm">
                  <v:path arrowok="t" o:connecttype="custom" o:connectlocs="0,0;11101,0" o:connectangles="0,0"/>
                </v:shape>
                <v:shape id="Freeform 58" o:spid="_x0000_s1041" style="position:absolute;left:12274;top:2445;width:7310;height:0;visibility:visible;mso-wrap-style:square;v-text-anchor:top" coordsize="731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" path="m,l7310,e" filled="f" strokeweight=".71439mm">
                  <v:path arrowok="t" o:connecttype="custom" o:connectlocs="0,0;7310,0" o:connectangles="0,0"/>
                </v:shape>
                <v:shape id="Freeform 59" o:spid="_x0000_s1042" style="position:absolute;left:19564;top:2445;width:3519;height:0;visibility:visible;mso-wrap-style:square;v-text-anchor:top" coordsize="35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" path="m,l3519,e" filled="f" strokeweight=".71439mm">
                  <v:path arrowok="t" o:connecttype="custom" o:connectlocs="0,0;3519,0" o:connectangles="0,0"/>
                </v:shape>
                <w10:wrap anchorx="margin"/>
              </v:group>
            </w:pict>
          </mc:Fallback>
        </mc:AlternateContent>
      </w:r>
    </w:p>
    <w:p w14:paraId="267BAF2D" w14:textId="77777777" w:rsidR="00A26219" w:rsidRPr="00EB7D53" w:rsidRDefault="00A26219" w:rsidP="00EB7D53">
      <w:pPr>
        <w:spacing w:line="400" w:lineRule="exact"/>
        <w:ind w:left="127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position w:val="-1"/>
          <w:sz w:val="36"/>
          <w:szCs w:val="36"/>
        </w:rPr>
        <w:t>Number</w:t>
      </w:r>
      <w:r>
        <w:rPr>
          <w:rFonts w:ascii="Arial" w:eastAsia="Arial" w:hAnsi="Arial" w:cs="Arial"/>
          <w:spacing w:val="28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and</w:t>
      </w:r>
      <w:r>
        <w:rPr>
          <w:rFonts w:ascii="Arial" w:eastAsia="Arial" w:hAnsi="Arial" w:cs="Arial"/>
          <w:spacing w:val="14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street</w:t>
      </w:r>
      <w:r>
        <w:rPr>
          <w:rFonts w:ascii="Arial" w:eastAsia="Arial" w:hAnsi="Arial" w:cs="Arial"/>
          <w:spacing w:val="20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or</w:t>
      </w:r>
      <w:r>
        <w:rPr>
          <w:rFonts w:ascii="Arial" w:eastAsia="Arial" w:hAnsi="Arial" w:cs="Arial"/>
          <w:spacing w:val="12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P.O.</w:t>
      </w:r>
      <w:r>
        <w:rPr>
          <w:rFonts w:ascii="Arial" w:eastAsia="Arial" w:hAnsi="Arial" w:cs="Arial"/>
          <w:spacing w:val="-5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 xml:space="preserve">box                                                                                                      </w:t>
      </w:r>
      <w:r>
        <w:rPr>
          <w:rFonts w:ascii="Arial" w:eastAsia="Arial" w:hAnsi="Arial" w:cs="Arial"/>
          <w:spacing w:val="66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Apt.</w:t>
      </w:r>
      <w:r>
        <w:rPr>
          <w:rFonts w:ascii="Arial" w:eastAsia="Arial" w:hAnsi="Arial" w:cs="Arial"/>
          <w:spacing w:val="28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 xml:space="preserve">no.   </w:t>
      </w:r>
      <w:r>
        <w:rPr>
          <w:rFonts w:ascii="Arial" w:eastAsia="Arial" w:hAnsi="Arial" w:cs="Arial"/>
          <w:spacing w:val="78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position w:val="-1"/>
          <w:sz w:val="36"/>
          <w:szCs w:val="36"/>
        </w:rPr>
        <w:t>County</w:t>
      </w:r>
    </w:p>
    <w:p w14:paraId="71FC19F3" w14:textId="77777777" w:rsidR="00EB7D53" w:rsidRDefault="00EB7D53" w:rsidP="00EB7D53">
      <w:pPr>
        <w:spacing w:before="20" w:line="252" w:lineRule="auto"/>
        <w:ind w:left="16595" w:right="643" w:hanging="15325"/>
        <w:rPr>
          <w:rFonts w:ascii="Arial" w:eastAsia="Arial" w:hAnsi="Arial" w:cs="Arial"/>
          <w:sz w:val="36"/>
          <w:szCs w:val="36"/>
        </w:rPr>
      </w:pPr>
    </w:p>
    <w:p w14:paraId="6F7C7FDA" w14:textId="77777777" w:rsidR="00A26219" w:rsidRDefault="00A26219" w:rsidP="00EB7D53">
      <w:pPr>
        <w:spacing w:before="20" w:line="252" w:lineRule="auto"/>
        <w:ind w:left="16595" w:right="643" w:hanging="15325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36"/>
          <w:szCs w:val="36"/>
        </w:rPr>
        <w:t>City,</w:t>
      </w:r>
      <w:r>
        <w:rPr>
          <w:rFonts w:ascii="Arial" w:eastAsia="Arial" w:hAnsi="Arial" w:cs="Arial"/>
          <w:spacing w:val="2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town</w:t>
      </w:r>
      <w:r>
        <w:rPr>
          <w:rFonts w:ascii="Arial" w:eastAsia="Arial" w:hAnsi="Arial" w:cs="Arial"/>
          <w:spacing w:val="4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post</w:t>
      </w:r>
      <w:r>
        <w:rPr>
          <w:rFonts w:ascii="Arial" w:eastAsia="Arial" w:hAnsi="Arial" w:cs="Arial"/>
          <w:spacing w:val="4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office,</w:t>
      </w:r>
      <w:r>
        <w:rPr>
          <w:rFonts w:ascii="Arial" w:eastAsia="Arial" w:hAnsi="Arial" w:cs="Arial"/>
          <w:spacing w:val="4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state,</w:t>
      </w:r>
      <w:r>
        <w:rPr>
          <w:rFonts w:ascii="Arial" w:eastAsia="Arial" w:hAnsi="Arial" w:cs="Arial"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and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ZIP</w:t>
      </w:r>
      <w:r>
        <w:rPr>
          <w:rFonts w:ascii="Arial" w:eastAsia="Arial" w:hAnsi="Arial" w:cs="Arial"/>
          <w:spacing w:val="-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code.</w:t>
      </w:r>
      <w:r>
        <w:rPr>
          <w:rFonts w:ascii="Arial" w:eastAsia="Arial" w:hAnsi="Arial" w:cs="Arial"/>
          <w:spacing w:val="3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</w:t>
      </w:r>
      <w:r>
        <w:rPr>
          <w:rFonts w:ascii="Arial" w:eastAsia="Arial" w:hAnsi="Arial" w:cs="Arial"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foreign</w:t>
      </w:r>
      <w:r>
        <w:rPr>
          <w:rFonts w:ascii="Arial" w:eastAsia="Arial" w:hAnsi="Arial" w:cs="Arial"/>
          <w:spacing w:val="2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address,</w:t>
      </w:r>
      <w:r>
        <w:rPr>
          <w:rFonts w:ascii="Arial" w:eastAsia="Arial" w:hAnsi="Arial" w:cs="Arial"/>
          <w:spacing w:val="3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see</w:t>
      </w:r>
      <w:r>
        <w:rPr>
          <w:rFonts w:ascii="Arial" w:eastAsia="Arial" w:hAnsi="Arial" w:cs="Arial"/>
          <w:spacing w:val="-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instructions.                 </w:t>
      </w:r>
      <w:r>
        <w:rPr>
          <w:rFonts w:ascii="Arial" w:eastAsia="Arial" w:hAnsi="Arial" w:cs="Arial"/>
          <w:spacing w:val="80"/>
          <w:sz w:val="36"/>
          <w:szCs w:val="36"/>
        </w:rPr>
        <w:t xml:space="preserve"> </w:t>
      </w:r>
      <w:r w:rsidRPr="00EB7D53">
        <w:rPr>
          <w:rFonts w:ascii="Arial" w:eastAsia="Arial" w:hAnsi="Arial" w:cs="Arial"/>
          <w:position w:val="-4"/>
          <w:sz w:val="36"/>
          <w:szCs w:val="36"/>
        </w:rPr>
        <w:t>Best</w:t>
      </w:r>
      <w:r w:rsidRPr="00EB7D53">
        <w:rPr>
          <w:rFonts w:ascii="Arial" w:eastAsia="Arial" w:hAnsi="Arial" w:cs="Arial"/>
          <w:spacing w:val="24"/>
          <w:position w:val="-4"/>
          <w:sz w:val="36"/>
          <w:szCs w:val="36"/>
        </w:rPr>
        <w:t xml:space="preserve"> </w:t>
      </w:r>
      <w:r w:rsidRPr="00EB7D53">
        <w:rPr>
          <w:rFonts w:ascii="Arial" w:eastAsia="Arial" w:hAnsi="Arial" w:cs="Arial"/>
          <w:position w:val="-4"/>
          <w:sz w:val="36"/>
          <w:szCs w:val="36"/>
        </w:rPr>
        <w:t>or</w:t>
      </w:r>
      <w:r w:rsidRPr="00EB7D53">
        <w:rPr>
          <w:rFonts w:ascii="Arial" w:eastAsia="Arial" w:hAnsi="Arial" w:cs="Arial"/>
          <w:spacing w:val="12"/>
          <w:position w:val="-4"/>
          <w:sz w:val="36"/>
          <w:szCs w:val="36"/>
        </w:rPr>
        <w:t xml:space="preserve"> </w:t>
      </w:r>
      <w:r w:rsidRPr="00EB7D53">
        <w:rPr>
          <w:rFonts w:ascii="Arial" w:eastAsia="Arial" w:hAnsi="Arial" w:cs="Arial"/>
          <w:position w:val="-4"/>
          <w:sz w:val="36"/>
          <w:szCs w:val="36"/>
        </w:rPr>
        <w:t>safest</w:t>
      </w:r>
      <w:r w:rsidRPr="00EB7D53">
        <w:rPr>
          <w:rFonts w:ascii="Arial" w:eastAsia="Arial" w:hAnsi="Arial" w:cs="Arial"/>
          <w:spacing w:val="12"/>
          <w:position w:val="-4"/>
          <w:sz w:val="36"/>
          <w:szCs w:val="36"/>
        </w:rPr>
        <w:t xml:space="preserve"> </w:t>
      </w:r>
      <w:r w:rsidRPr="00EB7D53">
        <w:rPr>
          <w:rFonts w:ascii="Arial" w:eastAsia="Arial" w:hAnsi="Arial" w:cs="Arial"/>
          <w:position w:val="-4"/>
          <w:sz w:val="36"/>
          <w:szCs w:val="36"/>
        </w:rPr>
        <w:t>daytime</w:t>
      </w:r>
      <w:r w:rsidRPr="00EB7D53">
        <w:rPr>
          <w:rFonts w:ascii="Arial" w:eastAsia="Arial" w:hAnsi="Arial" w:cs="Arial"/>
          <w:spacing w:val="27"/>
          <w:position w:val="-4"/>
          <w:sz w:val="36"/>
          <w:szCs w:val="36"/>
        </w:rPr>
        <w:t xml:space="preserve"> </w:t>
      </w:r>
      <w:r w:rsidRPr="00EB7D53">
        <w:rPr>
          <w:rFonts w:ascii="Arial" w:eastAsia="Arial" w:hAnsi="Arial" w:cs="Arial"/>
          <w:w w:val="102"/>
          <w:position w:val="-4"/>
          <w:sz w:val="36"/>
          <w:szCs w:val="36"/>
        </w:rPr>
        <w:t xml:space="preserve">phone </w:t>
      </w:r>
      <w:r w:rsidRPr="00EB7D53">
        <w:rPr>
          <w:rFonts w:ascii="Arial" w:eastAsia="Arial" w:hAnsi="Arial" w:cs="Arial"/>
          <w:sz w:val="36"/>
          <w:szCs w:val="36"/>
        </w:rPr>
        <w:t>number</w:t>
      </w:r>
      <w:r w:rsidRPr="00EB7D53"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 w:rsidRPr="00EB7D53">
        <w:rPr>
          <w:rFonts w:ascii="Arial" w:eastAsia="Arial" w:hAnsi="Arial" w:cs="Arial"/>
          <w:sz w:val="36"/>
          <w:szCs w:val="36"/>
        </w:rPr>
        <w:t>(between</w:t>
      </w:r>
      <w:r w:rsidRPr="00EB7D53">
        <w:rPr>
          <w:rFonts w:ascii="Arial" w:eastAsia="Arial" w:hAnsi="Arial" w:cs="Arial"/>
          <w:spacing w:val="2"/>
          <w:sz w:val="36"/>
          <w:szCs w:val="36"/>
        </w:rPr>
        <w:t xml:space="preserve"> </w:t>
      </w:r>
      <w:r w:rsidRPr="00EB7D53">
        <w:rPr>
          <w:rFonts w:ascii="Arial" w:eastAsia="Arial" w:hAnsi="Arial" w:cs="Arial"/>
          <w:sz w:val="36"/>
          <w:szCs w:val="36"/>
        </w:rPr>
        <w:t>6</w:t>
      </w:r>
      <w:r w:rsidRPr="00EB7D53">
        <w:rPr>
          <w:rFonts w:ascii="Arial" w:eastAsia="Arial" w:hAnsi="Arial" w:cs="Arial"/>
          <w:spacing w:val="4"/>
          <w:sz w:val="36"/>
          <w:szCs w:val="36"/>
        </w:rPr>
        <w:t xml:space="preserve"> </w:t>
      </w:r>
      <w:r w:rsidRPr="00EB7D53">
        <w:rPr>
          <w:rFonts w:ascii="Arial" w:eastAsia="Arial" w:hAnsi="Arial" w:cs="Arial"/>
          <w:sz w:val="36"/>
          <w:szCs w:val="36"/>
        </w:rPr>
        <w:t>a.m.</w:t>
      </w:r>
      <w:r w:rsidRPr="00EB7D53">
        <w:rPr>
          <w:rFonts w:ascii="Arial" w:eastAsia="Arial" w:hAnsi="Arial" w:cs="Arial"/>
          <w:spacing w:val="9"/>
          <w:sz w:val="36"/>
          <w:szCs w:val="36"/>
        </w:rPr>
        <w:t xml:space="preserve"> </w:t>
      </w:r>
      <w:r w:rsidRPr="00EB7D53">
        <w:rPr>
          <w:rFonts w:ascii="Arial" w:eastAsia="Arial" w:hAnsi="Arial" w:cs="Arial"/>
          <w:w w:val="102"/>
          <w:sz w:val="36"/>
          <w:szCs w:val="36"/>
        </w:rPr>
        <w:t>and</w:t>
      </w:r>
      <w:r w:rsidR="00EB7D53" w:rsidRPr="00EB7D53">
        <w:rPr>
          <w:rFonts w:ascii="Arial" w:eastAsia="Arial" w:hAnsi="Arial" w:cs="Arial"/>
          <w:w w:val="102"/>
          <w:sz w:val="36"/>
          <w:szCs w:val="36"/>
        </w:rPr>
        <w:t xml:space="preserve"> </w:t>
      </w:r>
      <w:r w:rsidRPr="00EB7D53">
        <w:rPr>
          <w:rFonts w:ascii="Arial" w:eastAsia="Arial" w:hAnsi="Arial" w:cs="Arial"/>
          <w:position w:val="-1"/>
          <w:sz w:val="36"/>
          <w:szCs w:val="36"/>
        </w:rPr>
        <w:t>5</w:t>
      </w:r>
      <w:r w:rsidRPr="00EB7D53">
        <w:rPr>
          <w:rFonts w:ascii="Arial" w:eastAsia="Arial" w:hAnsi="Arial" w:cs="Arial"/>
          <w:spacing w:val="4"/>
          <w:position w:val="-1"/>
          <w:sz w:val="36"/>
          <w:szCs w:val="36"/>
        </w:rPr>
        <w:t xml:space="preserve"> </w:t>
      </w:r>
      <w:r w:rsidRPr="00EB7D53">
        <w:rPr>
          <w:rFonts w:ascii="Arial" w:eastAsia="Arial" w:hAnsi="Arial" w:cs="Arial"/>
          <w:position w:val="-1"/>
          <w:sz w:val="36"/>
          <w:szCs w:val="36"/>
        </w:rPr>
        <w:t>p.m.</w:t>
      </w:r>
      <w:r w:rsidRPr="00EB7D53">
        <w:rPr>
          <w:rFonts w:ascii="Arial" w:eastAsia="Arial" w:hAnsi="Arial" w:cs="Arial"/>
          <w:spacing w:val="30"/>
          <w:position w:val="-1"/>
          <w:sz w:val="36"/>
          <w:szCs w:val="36"/>
        </w:rPr>
        <w:t xml:space="preserve"> </w:t>
      </w:r>
      <w:r w:rsidRPr="00EB7D53">
        <w:rPr>
          <w:rFonts w:ascii="Arial" w:eastAsia="Arial" w:hAnsi="Arial" w:cs="Arial"/>
          <w:position w:val="-1"/>
          <w:sz w:val="36"/>
          <w:szCs w:val="36"/>
        </w:rPr>
        <w:t>Eastern</w:t>
      </w:r>
      <w:r w:rsidRPr="00EB7D53">
        <w:rPr>
          <w:rFonts w:ascii="Arial" w:eastAsia="Arial" w:hAnsi="Arial" w:cs="Arial"/>
          <w:spacing w:val="-10"/>
          <w:position w:val="-1"/>
          <w:sz w:val="36"/>
          <w:szCs w:val="36"/>
        </w:rPr>
        <w:t xml:space="preserve"> </w:t>
      </w:r>
      <w:r w:rsidR="00EB7D53" w:rsidRPr="00EB7D53">
        <w:rPr>
          <w:rFonts w:ascii="Arial" w:eastAsia="Arial" w:hAnsi="Arial" w:cs="Arial"/>
          <w:spacing w:val="-10"/>
          <w:position w:val="-1"/>
          <w:sz w:val="36"/>
          <w:szCs w:val="36"/>
        </w:rPr>
        <w:t>t</w:t>
      </w:r>
      <w:r w:rsidRPr="00EB7D53">
        <w:rPr>
          <w:rFonts w:ascii="Arial" w:eastAsia="Arial" w:hAnsi="Arial" w:cs="Arial"/>
          <w:w w:val="99"/>
          <w:position w:val="-1"/>
          <w:sz w:val="36"/>
          <w:szCs w:val="36"/>
        </w:rPr>
        <w:t>ime)</w:t>
      </w:r>
    </w:p>
    <w:p w14:paraId="1641C2B6" w14:textId="77777777" w:rsidR="00A26219" w:rsidRDefault="00A26219" w:rsidP="00A26219">
      <w:pPr>
        <w:spacing w:before="20" w:line="253" w:lineRule="auto"/>
        <w:ind w:left="16595" w:right="744"/>
        <w:rPr>
          <w:rFonts w:ascii="Cambria" w:eastAsia="Cambria" w:hAnsi="Cambria" w:cs="Cambria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0DE0F2B2" wp14:editId="09CB6185">
                <wp:simplePos x="0" y="0"/>
                <wp:positionH relativeFrom="margin">
                  <wp:align>right</wp:align>
                </wp:positionH>
                <wp:positionV relativeFrom="paragraph">
                  <wp:posOffset>883920</wp:posOffset>
                </wp:positionV>
                <wp:extent cx="205740" cy="205740"/>
                <wp:effectExtent l="0" t="0" r="22860" b="22860"/>
                <wp:wrapNone/>
                <wp:docPr id="302" name="Group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22506" y="932"/>
                          <a:chExt cx="324" cy="324"/>
                        </a:xfrm>
                      </wpg:grpSpPr>
                      <wps:wsp>
                        <wps:cNvPr id="303" name="Freeform 63"/>
                        <wps:cNvSpPr>
                          <a:spLocks/>
                        </wps:cNvSpPr>
                        <wps:spPr bwMode="auto">
                          <a:xfrm>
                            <a:off x="22506" y="932"/>
                            <a:ext cx="324" cy="324"/>
                          </a:xfrm>
                          <a:custGeom>
                            <a:avLst/>
                            <a:gdLst>
                              <a:gd name="T0" fmla="+- 0 22506 22506"/>
                              <a:gd name="T1" fmla="*/ T0 w 324"/>
                              <a:gd name="T2" fmla="+- 0 1256 932"/>
                              <a:gd name="T3" fmla="*/ 1256 h 324"/>
                              <a:gd name="T4" fmla="+- 0 22830 22506"/>
                              <a:gd name="T5" fmla="*/ T4 w 324"/>
                              <a:gd name="T6" fmla="+- 0 1256 932"/>
                              <a:gd name="T7" fmla="*/ 1256 h 324"/>
                              <a:gd name="T8" fmla="+- 0 22830 22506"/>
                              <a:gd name="T9" fmla="*/ T8 w 324"/>
                              <a:gd name="T10" fmla="+- 0 932 932"/>
                              <a:gd name="T11" fmla="*/ 932 h 324"/>
                              <a:gd name="T12" fmla="+- 0 22506 22506"/>
                              <a:gd name="T13" fmla="*/ T12 w 324"/>
                              <a:gd name="T14" fmla="+- 0 932 932"/>
                              <a:gd name="T15" fmla="*/ 932 h 324"/>
                              <a:gd name="T16" fmla="+- 0 22506 22506"/>
                              <a:gd name="T17" fmla="*/ T16 w 324"/>
                              <a:gd name="T18" fmla="+- 0 1256 932"/>
                              <a:gd name="T19" fmla="*/ 1256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60005A" id="Group 302" o:spid="_x0000_s1026" style="position:absolute;margin-left:-35pt;margin-top:69.6pt;width:16.2pt;height:16.2pt;z-index:-251643904;mso-position-horizontal:right;mso-position-horizontal-relative:margin" coordorigin="22506,932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">
                <v:shape id="Freeform 63" o:spid="_x0000_s1027" style="position:absolute;left:22506;top:932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" path="m,324r324,l324,,,,,324xe" filled="f" strokeweight=".357mm">
                  <v:path arrowok="t" o:connecttype="custom" o:connectlocs="0,1256;324,1256;324,932;0,932;0,1256" o:connectangles="0,0,0,0,0"/>
                </v:shape>
                <w10:wrap anchorx="margin"/>
              </v:group>
            </w:pict>
          </mc:Fallback>
        </mc:AlternateContent>
      </w:r>
      <w:r>
        <w:rPr>
          <w:rFonts w:ascii="Arial" w:eastAsia="Arial" w:hAnsi="Arial" w:cs="Arial"/>
          <w:sz w:val="36"/>
          <w:szCs w:val="36"/>
        </w:rPr>
        <w:t>Check</w:t>
      </w:r>
      <w:r>
        <w:rPr>
          <w:rFonts w:ascii="Arial" w:eastAsia="Arial" w:hAnsi="Arial" w:cs="Arial"/>
          <w:spacing w:val="2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here</w:t>
      </w:r>
      <w:r>
        <w:rPr>
          <w:rFonts w:ascii="Arial" w:eastAsia="Arial" w:hAnsi="Arial" w:cs="Arial"/>
          <w:spacing w:val="-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consent</w:t>
      </w:r>
      <w:r>
        <w:rPr>
          <w:rFonts w:ascii="Arial" w:eastAsia="Arial" w:hAnsi="Arial" w:cs="Arial"/>
          <w:spacing w:val="40"/>
          <w:sz w:val="36"/>
          <w:szCs w:val="36"/>
        </w:rPr>
        <w:t xml:space="preserve"> </w:t>
      </w:r>
      <w:r>
        <w:rPr>
          <w:rFonts w:ascii="Arial" w:eastAsia="Arial" w:hAnsi="Arial" w:cs="Arial"/>
          <w:w w:val="108"/>
          <w:sz w:val="36"/>
          <w:szCs w:val="36"/>
        </w:rPr>
        <w:t xml:space="preserve">to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IRS</w:t>
      </w:r>
      <w:r>
        <w:rPr>
          <w:rFonts w:ascii="Arial" w:eastAsia="Arial" w:hAnsi="Arial" w:cs="Arial"/>
          <w:spacing w:val="-2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leaving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</w:t>
      </w:r>
      <w:r>
        <w:rPr>
          <w:rFonts w:ascii="Arial" w:eastAsia="Arial" w:hAnsi="Arial" w:cs="Arial"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 xml:space="preserve">voicemail </w:t>
      </w:r>
      <w:r>
        <w:rPr>
          <w:rFonts w:ascii="Arial" w:eastAsia="Arial" w:hAnsi="Arial" w:cs="Arial"/>
          <w:sz w:val="36"/>
          <w:szCs w:val="36"/>
        </w:rPr>
        <w:t>message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at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this</w:t>
      </w:r>
      <w:r>
        <w:rPr>
          <w:rFonts w:ascii="Arial" w:eastAsia="Arial" w:hAnsi="Arial" w:cs="Arial"/>
          <w:spacing w:val="19"/>
          <w:sz w:val="36"/>
          <w:szCs w:val="36"/>
        </w:rPr>
        <w:t xml:space="preserve"> </w:t>
      </w:r>
      <w:proofErr w:type="gramStart"/>
      <w:r>
        <w:rPr>
          <w:rFonts w:ascii="Arial" w:eastAsia="Arial" w:hAnsi="Arial" w:cs="Arial"/>
          <w:sz w:val="36"/>
          <w:szCs w:val="36"/>
        </w:rPr>
        <w:t xml:space="preserve">number 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 w:rsidRPr="00EB7D53">
        <w:rPr>
          <w:rFonts w:ascii="Cambria" w:eastAsia="Cambria" w:hAnsi="Cambria" w:cs="Cambria"/>
          <w:w w:val="121"/>
          <w:position w:val="5"/>
          <w:sz w:val="36"/>
          <w:szCs w:val="36"/>
        </w:rPr>
        <w:t>▶</w:t>
      </w:r>
      <w:proofErr w:type="gramEnd"/>
    </w:p>
    <w:p w14:paraId="73D784F9" w14:textId="77777777" w:rsidR="00A26219" w:rsidRDefault="00A26219" w:rsidP="00A26219">
      <w:pPr>
        <w:spacing w:before="19" w:line="260" w:lineRule="exact"/>
        <w:rPr>
          <w:sz w:val="26"/>
          <w:szCs w:val="26"/>
        </w:rPr>
      </w:pPr>
    </w:p>
    <w:p w14:paraId="2E1541E3" w14:textId="77777777" w:rsidR="00EB7D53" w:rsidRDefault="00EB7D53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br w:type="page"/>
      </w:r>
    </w:p>
    <w:p w14:paraId="008D7E01" w14:textId="77777777" w:rsidR="00A26219" w:rsidRDefault="00A26219" w:rsidP="00A26219">
      <w:pPr>
        <w:spacing w:before="9" w:line="100" w:lineRule="exact"/>
        <w:rPr>
          <w:sz w:val="11"/>
          <w:szCs w:val="11"/>
        </w:rPr>
      </w:pPr>
    </w:p>
    <w:p w14:paraId="4F27AC5A" w14:textId="77777777" w:rsidR="006F4693" w:rsidRDefault="006F4693" w:rsidP="006F4693">
      <w:pPr>
        <w:pStyle w:val="Body"/>
      </w:pPr>
    </w:p>
    <w:p w14:paraId="400BD72E" w14:textId="77777777" w:rsidR="006F4693" w:rsidRDefault="006F4693" w:rsidP="006F4693">
      <w:pPr>
        <w:pStyle w:val="Body"/>
      </w:pPr>
    </w:p>
    <w:p w14:paraId="214AE6E4" w14:textId="77777777" w:rsidR="006F4693" w:rsidRPr="006F4693" w:rsidRDefault="006F4693" w:rsidP="006F4693">
      <w:pPr>
        <w:pStyle w:val="Body"/>
      </w:pPr>
    </w:p>
    <w:p w14:paraId="518870E0" w14:textId="77777777" w:rsidR="00A26219" w:rsidRDefault="00A26219" w:rsidP="00A26219">
      <w:pPr>
        <w:spacing w:line="400" w:lineRule="exact"/>
        <w:ind w:left="103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5A68F066" wp14:editId="06DB6508">
                <wp:simplePos x="0" y="0"/>
                <wp:positionH relativeFrom="page">
                  <wp:posOffset>744855</wp:posOffset>
                </wp:positionH>
                <wp:positionV relativeFrom="paragraph">
                  <wp:posOffset>-40640</wp:posOffset>
                </wp:positionV>
                <wp:extent cx="13926185" cy="643255"/>
                <wp:effectExtent l="1905" t="6985" r="6985" b="6985"/>
                <wp:wrapNone/>
                <wp:docPr id="296" name="Group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26185" cy="643255"/>
                          <a:chOff x="1173" y="-64"/>
                          <a:chExt cx="21931" cy="1013"/>
                        </a:xfrm>
                      </wpg:grpSpPr>
                      <wps:wsp>
                        <wps:cNvPr id="297" name="Freeform 65"/>
                        <wps:cNvSpPr>
                          <a:spLocks/>
                        </wps:cNvSpPr>
                        <wps:spPr bwMode="auto">
                          <a:xfrm>
                            <a:off x="1193" y="-44"/>
                            <a:ext cx="20432" cy="0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T0 w 20432"/>
                              <a:gd name="T2" fmla="+- 0 21625 1193"/>
                              <a:gd name="T3" fmla="*/ T2 w 2043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432">
                                <a:moveTo>
                                  <a:pt x="0" y="0"/>
                                </a:moveTo>
                                <a:lnTo>
                                  <a:pt x="20432" y="0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Freeform 66"/>
                        <wps:cNvSpPr>
                          <a:spLocks/>
                        </wps:cNvSpPr>
                        <wps:spPr bwMode="auto">
                          <a:xfrm>
                            <a:off x="21605" y="-44"/>
                            <a:ext cx="1478" cy="0"/>
                          </a:xfrm>
                          <a:custGeom>
                            <a:avLst/>
                            <a:gdLst>
                              <a:gd name="T0" fmla="+- 0 21605 21605"/>
                              <a:gd name="T1" fmla="*/ T0 w 1478"/>
                              <a:gd name="T2" fmla="+- 0 23083 21605"/>
                              <a:gd name="T3" fmla="*/ T2 w 147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78">
                                <a:moveTo>
                                  <a:pt x="0" y="0"/>
                                </a:moveTo>
                                <a:lnTo>
                                  <a:pt x="1478" y="0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Freeform 67"/>
                        <wps:cNvSpPr>
                          <a:spLocks/>
                        </wps:cNvSpPr>
                        <wps:spPr bwMode="auto">
                          <a:xfrm>
                            <a:off x="1193" y="928"/>
                            <a:ext cx="16350" cy="0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T0 w 16350"/>
                              <a:gd name="T2" fmla="+- 0 17543 1193"/>
                              <a:gd name="T3" fmla="*/ T2 w 163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350">
                                <a:moveTo>
                                  <a:pt x="0" y="0"/>
                                </a:moveTo>
                                <a:lnTo>
                                  <a:pt x="16350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Freeform 68"/>
                        <wps:cNvSpPr>
                          <a:spLocks/>
                        </wps:cNvSpPr>
                        <wps:spPr bwMode="auto">
                          <a:xfrm>
                            <a:off x="17523" y="928"/>
                            <a:ext cx="5561" cy="0"/>
                          </a:xfrm>
                          <a:custGeom>
                            <a:avLst/>
                            <a:gdLst>
                              <a:gd name="T0" fmla="+- 0 17523 17523"/>
                              <a:gd name="T1" fmla="*/ T0 w 5561"/>
                              <a:gd name="T2" fmla="+- 0 23083 17523"/>
                              <a:gd name="T3" fmla="*/ T2 w 556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61">
                                <a:moveTo>
                                  <a:pt x="0" y="0"/>
                                </a:moveTo>
                                <a:lnTo>
                                  <a:pt x="5560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Freeform 69"/>
                        <wps:cNvSpPr>
                          <a:spLocks/>
                        </wps:cNvSpPr>
                        <wps:spPr bwMode="auto">
                          <a:xfrm>
                            <a:off x="17533" y="-54"/>
                            <a:ext cx="0" cy="992"/>
                          </a:xfrm>
                          <a:custGeom>
                            <a:avLst/>
                            <a:gdLst>
                              <a:gd name="T0" fmla="+- 0 -54 -54"/>
                              <a:gd name="T1" fmla="*/ -54 h 992"/>
                              <a:gd name="T2" fmla="+- 0 938 -54"/>
                              <a:gd name="T3" fmla="*/ 938 h 99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92">
                                <a:moveTo>
                                  <a:pt x="0" y="0"/>
                                </a:moveTo>
                                <a:lnTo>
                                  <a:pt x="0" y="992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8BFE87" id="Group 296" o:spid="_x0000_s1026" style="position:absolute;margin-left:58.65pt;margin-top:-3.2pt;width:1096.55pt;height:50.65pt;z-index:-251642880;mso-position-horizontal-relative:page" coordorigin="1173,-64" coordsize="21931,1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">
                <v:shape id="Freeform 65" o:spid="_x0000_s1027" style="position:absolute;left:1193;top:-44;width:20432;height:0;visibility:visible;mso-wrap-style:square;v-text-anchor:top" coordsize="2043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" path="m,l20432,e" filled="f" strokeweight=".71439mm">
                  <v:path arrowok="t" o:connecttype="custom" o:connectlocs="0,0;20432,0" o:connectangles="0,0"/>
                </v:shape>
                <v:shape id="Freeform 66" o:spid="_x0000_s1028" style="position:absolute;left:21605;top:-44;width:1478;height:0;visibility:visible;mso-wrap-style:square;v-text-anchor:top" coordsize="14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" path="m,l1478,e" filled="f" strokeweight=".71439mm">
                  <v:path arrowok="t" o:connecttype="custom" o:connectlocs="0,0;1478,0" o:connectangles="0,0"/>
                </v:shape>
                <v:shape id="Freeform 67" o:spid="_x0000_s1029" style="position:absolute;left:1193;top:928;width:16350;height:0;visibility:visible;mso-wrap-style:square;v-text-anchor:top" coordsize="163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" path="m,l16350,e" filled="f" strokeweight=".357mm">
                  <v:path arrowok="t" o:connecttype="custom" o:connectlocs="0,0;16350,0" o:connectangles="0,0"/>
                </v:shape>
                <v:shape id="Freeform 68" o:spid="_x0000_s1030" style="position:absolute;left:17523;top:928;width:5561;height:0;visibility:visible;mso-wrap-style:square;v-text-anchor:top" coordsize="55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" path="m,l5560,e" filled="f" strokeweight=".357mm">
                  <v:path arrowok="t" o:connecttype="custom" o:connectlocs="0,0;5560,0" o:connectangles="0,0"/>
                </v:shape>
                <v:shape id="Freeform 69" o:spid="_x0000_s1031" style="position:absolute;left:17533;top:-54;width:0;height:992;visibility:visible;mso-wrap-style:square;v-text-anchor:top" coordsize="0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" path="m,l,992e" filled="f" strokeweight=".357mm">
                  <v:path arrowok="t" o:connecttype="custom" o:connectlocs="0,-54;0,938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position w:val="-1"/>
          <w:sz w:val="36"/>
          <w:szCs w:val="36"/>
        </w:rPr>
        <w:t>Your</w:t>
      </w:r>
      <w:r>
        <w:rPr>
          <w:rFonts w:ascii="Arial" w:eastAsia="Arial" w:hAnsi="Arial" w:cs="Arial"/>
          <w:b/>
          <w:spacing w:val="2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position w:val="-1"/>
          <w:sz w:val="36"/>
          <w:szCs w:val="36"/>
        </w:rPr>
        <w:t>current</w:t>
      </w:r>
      <w:r>
        <w:rPr>
          <w:rFonts w:ascii="Arial" w:eastAsia="Arial" w:hAnsi="Arial" w:cs="Arial"/>
          <w:b/>
          <w:spacing w:val="14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position w:val="-1"/>
          <w:sz w:val="36"/>
          <w:szCs w:val="36"/>
        </w:rPr>
        <w:t xml:space="preserve">name                                                                                                                                   </w:t>
      </w:r>
      <w:r>
        <w:rPr>
          <w:rFonts w:ascii="Arial" w:eastAsia="Arial" w:hAnsi="Arial" w:cs="Arial"/>
          <w:b/>
          <w:spacing w:val="94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position w:val="-1"/>
          <w:sz w:val="36"/>
          <w:szCs w:val="36"/>
        </w:rPr>
        <w:t>Your</w:t>
      </w:r>
      <w:r>
        <w:rPr>
          <w:rFonts w:ascii="Arial" w:eastAsia="Arial" w:hAnsi="Arial" w:cs="Arial"/>
          <w:b/>
          <w:spacing w:val="-36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w w:val="95"/>
          <w:position w:val="-1"/>
          <w:sz w:val="36"/>
          <w:szCs w:val="36"/>
        </w:rPr>
        <w:t>social</w:t>
      </w:r>
      <w:r>
        <w:rPr>
          <w:rFonts w:ascii="Arial" w:eastAsia="Arial" w:hAnsi="Arial" w:cs="Arial"/>
          <w:b/>
          <w:spacing w:val="12"/>
          <w:w w:val="95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w w:val="95"/>
          <w:position w:val="-1"/>
          <w:sz w:val="36"/>
          <w:szCs w:val="36"/>
        </w:rPr>
        <w:t>security</w:t>
      </w:r>
      <w:r>
        <w:rPr>
          <w:rFonts w:ascii="Arial" w:eastAsia="Arial" w:hAnsi="Arial" w:cs="Arial"/>
          <w:b/>
          <w:spacing w:val="2"/>
          <w:w w:val="95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position w:val="-1"/>
          <w:sz w:val="36"/>
          <w:szCs w:val="36"/>
        </w:rPr>
        <w:t>number</w:t>
      </w:r>
    </w:p>
    <w:p w14:paraId="7A5F161E" w14:textId="77777777" w:rsidR="00A26219" w:rsidRDefault="00A26219" w:rsidP="00A26219">
      <w:pPr>
        <w:spacing w:before="5" w:line="100" w:lineRule="exact"/>
        <w:rPr>
          <w:sz w:val="11"/>
          <w:szCs w:val="11"/>
        </w:rPr>
      </w:pPr>
    </w:p>
    <w:p w14:paraId="2CE06773" w14:textId="77777777" w:rsidR="00A26219" w:rsidRDefault="00A26219" w:rsidP="00A26219">
      <w:pPr>
        <w:spacing w:before="20" w:line="258" w:lineRule="auto"/>
        <w:ind w:left="103" w:right="75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Note:</w:t>
      </w:r>
      <w:r>
        <w:rPr>
          <w:rFonts w:ascii="Arial" w:eastAsia="Arial" w:hAnsi="Arial" w:cs="Arial"/>
          <w:b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need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more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room</w:t>
      </w:r>
      <w:r>
        <w:rPr>
          <w:rFonts w:ascii="Arial" w:eastAsia="Arial" w:hAnsi="Arial" w:cs="Arial"/>
          <w:spacing w:val="2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write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answer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for</w:t>
      </w:r>
      <w:r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any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question,</w:t>
      </w:r>
      <w:r>
        <w:rPr>
          <w:rFonts w:ascii="Arial" w:eastAsia="Arial" w:hAnsi="Arial" w:cs="Arial"/>
          <w:spacing w:val="4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attach</w:t>
      </w:r>
      <w:r>
        <w:rPr>
          <w:rFonts w:ascii="Arial" w:eastAsia="Arial" w:hAnsi="Arial" w:cs="Arial"/>
          <w:spacing w:val="4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more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pages.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Be</w:t>
      </w:r>
      <w:r>
        <w:rPr>
          <w:rFonts w:ascii="Arial" w:eastAsia="Arial" w:hAnsi="Arial" w:cs="Arial"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sure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write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name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and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social</w:t>
      </w:r>
      <w:r>
        <w:rPr>
          <w:rFonts w:ascii="Arial" w:eastAsia="Arial" w:hAnsi="Arial" w:cs="Arial"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 xml:space="preserve">security </w:t>
      </w:r>
      <w:r>
        <w:rPr>
          <w:rFonts w:ascii="Arial" w:eastAsia="Arial" w:hAnsi="Arial" w:cs="Arial"/>
          <w:sz w:val="36"/>
          <w:szCs w:val="36"/>
        </w:rPr>
        <w:t>number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on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top</w:t>
      </w:r>
      <w:r>
        <w:rPr>
          <w:rFonts w:ascii="Arial" w:eastAsia="Arial" w:hAnsi="Arial" w:cs="Arial"/>
          <w:spacing w:val="4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all</w:t>
      </w:r>
      <w:r>
        <w:rPr>
          <w:rFonts w:ascii="Arial" w:eastAsia="Arial" w:hAnsi="Arial" w:cs="Arial"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pages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w w:val="103"/>
          <w:sz w:val="36"/>
          <w:szCs w:val="36"/>
        </w:rPr>
        <w:t>attach.</w:t>
      </w:r>
    </w:p>
    <w:p w14:paraId="37ED65A5" w14:textId="77777777" w:rsidR="00A26219" w:rsidRDefault="00A26219" w:rsidP="00A26219">
      <w:pPr>
        <w:tabs>
          <w:tab w:val="left" w:pos="1260"/>
        </w:tabs>
        <w:spacing w:before="56" w:line="440" w:lineRule="atLeast"/>
        <w:ind w:left="1270" w:right="254" w:hanging="786"/>
        <w:rPr>
          <w:rFonts w:ascii="Arial" w:eastAsia="Arial" w:hAnsi="Arial" w:cs="Arial"/>
          <w:w w:val="102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29BF8D91" wp14:editId="34A6CD37">
                <wp:simplePos x="0" y="0"/>
                <wp:positionH relativeFrom="page">
                  <wp:posOffset>757555</wp:posOffset>
                </wp:positionH>
                <wp:positionV relativeFrom="paragraph">
                  <wp:posOffset>44450</wp:posOffset>
                </wp:positionV>
                <wp:extent cx="13900150" cy="0"/>
                <wp:effectExtent l="14605" t="15875" r="10795" b="12700"/>
                <wp:wrapNone/>
                <wp:docPr id="294" name="Group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0" cy="0"/>
                          <a:chOff x="1193" y="70"/>
                          <a:chExt cx="21890" cy="0"/>
                        </a:xfrm>
                      </wpg:grpSpPr>
                      <wps:wsp>
                        <wps:cNvPr id="295" name="Freeform 71"/>
                        <wps:cNvSpPr>
                          <a:spLocks/>
                        </wps:cNvSpPr>
                        <wps:spPr bwMode="auto">
                          <a:xfrm>
                            <a:off x="1193" y="70"/>
                            <a:ext cx="21890" cy="0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T0 w 21890"/>
                              <a:gd name="T2" fmla="+- 0 23083 1193"/>
                              <a:gd name="T3" fmla="*/ T2 w 218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890">
                                <a:moveTo>
                                  <a:pt x="0" y="0"/>
                                </a:moveTo>
                                <a:lnTo>
                                  <a:pt x="21890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A62808" id="Group 294" o:spid="_x0000_s1026" style="position:absolute;margin-left:59.65pt;margin-top:3.5pt;width:1094.5pt;height:0;z-index:-251641856;mso-position-horizontal-relative:page" coordorigin="1193,70" coordsize="2189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">
                <v:shape id="Freeform 71" o:spid="_x0000_s1027" style="position:absolute;left:1193;top:70;width:21890;height:0;visibility:visible;mso-wrap-style:square;v-text-anchor:top" coordsize="2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" path="m,l21890,e" filled="f" strokeweight=".357mm">
                  <v:path arrowok="t" o:connecttype="custom" o:connectlocs="0,0;21890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36"/>
          <w:szCs w:val="36"/>
        </w:rPr>
        <w:t>6</w:t>
      </w:r>
      <w:r>
        <w:rPr>
          <w:rFonts w:ascii="Arial" w:eastAsia="Arial" w:hAnsi="Arial" w:cs="Arial"/>
          <w:b/>
          <w:spacing w:val="-9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ab/>
        <w:t>Who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was</w:t>
      </w:r>
      <w:r>
        <w:rPr>
          <w:rFonts w:ascii="Arial" w:eastAsia="Arial" w:hAnsi="Arial" w:cs="Arial"/>
          <w:b/>
          <w:spacing w:val="2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your</w:t>
      </w:r>
      <w:r>
        <w:rPr>
          <w:rFonts w:ascii="Arial" w:eastAsia="Arial" w:hAnsi="Arial" w:cs="Arial"/>
          <w:b/>
          <w:spacing w:val="-1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spouse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for</w:t>
      </w:r>
      <w:r>
        <w:rPr>
          <w:rFonts w:ascii="Arial" w:eastAsia="Arial" w:hAnsi="Arial" w:cs="Arial"/>
          <w:b/>
          <w:spacing w:val="7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the</w:t>
      </w:r>
      <w:r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tax</w:t>
      </w:r>
      <w:r>
        <w:rPr>
          <w:rFonts w:ascii="Arial" w:eastAsia="Arial" w:hAnsi="Arial" w:cs="Arial"/>
          <w:b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years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you</w:t>
      </w:r>
      <w:r>
        <w:rPr>
          <w:rFonts w:ascii="Arial" w:eastAsia="Arial" w:hAnsi="Arial" w:cs="Arial"/>
          <w:b/>
          <w:spacing w:val="-1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want</w:t>
      </w:r>
      <w:r>
        <w:rPr>
          <w:rFonts w:ascii="Arial" w:eastAsia="Arial" w:hAnsi="Arial" w:cs="Arial"/>
          <w:b/>
          <w:spacing w:val="27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relief?</w:t>
      </w:r>
      <w:r>
        <w:rPr>
          <w:rFonts w:ascii="Arial" w:eastAsia="Arial" w:hAnsi="Arial" w:cs="Arial"/>
          <w:b/>
          <w:spacing w:val="-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File</w:t>
      </w:r>
      <w:r>
        <w:rPr>
          <w:rFonts w:ascii="Arial" w:eastAsia="Arial" w:hAnsi="Arial" w:cs="Arial"/>
          <w:spacing w:val="-1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</w:t>
      </w:r>
      <w:r>
        <w:rPr>
          <w:rFonts w:ascii="Arial" w:eastAsia="Arial" w:hAnsi="Arial" w:cs="Arial"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separate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Form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8857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for</w:t>
      </w:r>
      <w:r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tax</w:t>
      </w:r>
      <w:r>
        <w:rPr>
          <w:rFonts w:ascii="Arial" w:eastAsia="Arial" w:hAnsi="Arial" w:cs="Arial"/>
          <w:spacing w:val="2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years</w:t>
      </w:r>
      <w:r>
        <w:rPr>
          <w:rFonts w:ascii="Arial" w:eastAsia="Arial" w:hAnsi="Arial" w:cs="Arial"/>
          <w:spacing w:val="-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involving</w:t>
      </w:r>
      <w:r>
        <w:rPr>
          <w:rFonts w:ascii="Arial" w:eastAsia="Arial" w:hAnsi="Arial" w:cs="Arial"/>
          <w:spacing w:val="3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different</w:t>
      </w:r>
      <w:r>
        <w:rPr>
          <w:rFonts w:ascii="Arial" w:eastAsia="Arial" w:hAnsi="Arial" w:cs="Arial"/>
          <w:spacing w:val="41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 xml:space="preserve">spouses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former</w:t>
      </w:r>
      <w:r>
        <w:rPr>
          <w:rFonts w:ascii="Arial" w:eastAsia="Arial" w:hAnsi="Arial" w:cs="Arial"/>
          <w:spacing w:val="23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>spouses.</w:t>
      </w:r>
    </w:p>
    <w:tbl>
      <w:tblPr>
        <w:tblW w:w="20891" w:type="dxa"/>
        <w:tblInd w:w="11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73"/>
        <w:gridCol w:w="2042"/>
        <w:gridCol w:w="3676"/>
      </w:tblGrid>
      <w:tr w:rsidR="00A26219" w14:paraId="413565B1" w14:textId="77777777" w:rsidTr="004009E7">
        <w:trPr>
          <w:trHeight w:hRule="exact" w:val="982"/>
        </w:trPr>
        <w:tc>
          <w:tcPr>
            <w:tcW w:w="15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9612DA1" w14:textId="77777777" w:rsidR="00A26219" w:rsidRDefault="00A26219" w:rsidP="00594854">
            <w:pPr>
              <w:spacing w:before="54"/>
              <w:ind w:left="10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sz w:val="36"/>
                <w:szCs w:val="36"/>
              </w:rPr>
              <w:t>That</w:t>
            </w:r>
            <w:r>
              <w:rPr>
                <w:rFonts w:ascii="Arial" w:eastAsia="Arial" w:hAnsi="Arial" w:cs="Arial"/>
                <w:spacing w:val="2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person’s</w:t>
            </w:r>
            <w:r>
              <w:rPr>
                <w:rFonts w:ascii="Arial" w:eastAsia="Arial" w:hAnsi="Arial" w:cs="Arial"/>
                <w:spacing w:val="43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current</w:t>
            </w:r>
            <w:r>
              <w:rPr>
                <w:rFonts w:ascii="Arial" w:eastAsia="Arial" w:hAnsi="Arial" w:cs="Arial"/>
                <w:spacing w:val="36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name</w:t>
            </w:r>
          </w:p>
        </w:tc>
        <w:tc>
          <w:tcPr>
            <w:tcW w:w="57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1020464B" w14:textId="77777777" w:rsidR="00A26219" w:rsidRDefault="00A26219" w:rsidP="00594854">
            <w:pPr>
              <w:spacing w:before="54"/>
              <w:ind w:left="152" w:right="-81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w w:val="95"/>
                <w:sz w:val="36"/>
                <w:szCs w:val="36"/>
              </w:rPr>
              <w:t>Social</w:t>
            </w:r>
            <w:r>
              <w:rPr>
                <w:rFonts w:ascii="Arial" w:eastAsia="Arial" w:hAnsi="Arial" w:cs="Arial"/>
                <w:b/>
                <w:spacing w:val="13"/>
                <w:w w:val="95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b/>
                <w:w w:val="95"/>
                <w:sz w:val="36"/>
                <w:szCs w:val="36"/>
              </w:rPr>
              <w:t>security</w:t>
            </w:r>
            <w:r>
              <w:rPr>
                <w:rFonts w:ascii="Arial" w:eastAsia="Arial" w:hAnsi="Arial" w:cs="Arial"/>
                <w:b/>
                <w:spacing w:val="2"/>
                <w:w w:val="95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b/>
                <w:w w:val="95"/>
                <w:sz w:val="36"/>
                <w:szCs w:val="36"/>
              </w:rPr>
              <w:t>number</w:t>
            </w:r>
            <w:r>
              <w:rPr>
                <w:rFonts w:ascii="Arial" w:eastAsia="Arial" w:hAnsi="Arial" w:cs="Arial"/>
                <w:b/>
                <w:spacing w:val="15"/>
                <w:w w:val="95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(if</w:t>
            </w:r>
            <w:r>
              <w:rPr>
                <w:rFonts w:ascii="Arial" w:eastAsia="Arial" w:hAnsi="Arial" w:cs="Arial"/>
                <w:spacing w:val="-33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known)</w:t>
            </w:r>
          </w:p>
        </w:tc>
      </w:tr>
      <w:tr w:rsidR="00A26219" w14:paraId="3F6CC012" w14:textId="77777777" w:rsidTr="004009E7">
        <w:trPr>
          <w:trHeight w:hRule="exact" w:val="972"/>
        </w:trPr>
        <w:tc>
          <w:tcPr>
            <w:tcW w:w="1721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88B04DA" w14:textId="77777777" w:rsidR="00A26219" w:rsidRDefault="00A26219" w:rsidP="00594854">
            <w:pPr>
              <w:spacing w:before="34"/>
              <w:ind w:left="10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sz w:val="36"/>
                <w:szCs w:val="36"/>
              </w:rPr>
              <w:t>Current</w:t>
            </w:r>
            <w:r>
              <w:rPr>
                <w:rFonts w:ascii="Arial" w:eastAsia="Arial" w:hAnsi="Arial" w:cs="Arial"/>
                <w:spacing w:val="14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home</w:t>
            </w:r>
            <w:r>
              <w:rPr>
                <w:rFonts w:ascii="Arial" w:eastAsia="Arial" w:hAnsi="Arial" w:cs="Arial"/>
                <w:spacing w:val="20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address</w:t>
            </w:r>
            <w:r>
              <w:rPr>
                <w:rFonts w:ascii="Arial" w:eastAsia="Arial" w:hAnsi="Arial" w:cs="Arial"/>
                <w:spacing w:val="28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(number</w:t>
            </w:r>
            <w:r>
              <w:rPr>
                <w:rFonts w:ascii="Arial" w:eastAsia="Arial" w:hAnsi="Arial" w:cs="Arial"/>
                <w:spacing w:val="2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and</w:t>
            </w:r>
            <w:r>
              <w:rPr>
                <w:rFonts w:ascii="Arial" w:eastAsia="Arial" w:hAnsi="Arial" w:cs="Arial"/>
                <w:spacing w:val="14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street)</w:t>
            </w:r>
            <w:r>
              <w:rPr>
                <w:rFonts w:ascii="Arial" w:eastAsia="Arial" w:hAnsi="Arial" w:cs="Arial"/>
                <w:spacing w:val="-8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(if</w:t>
            </w:r>
            <w:r>
              <w:rPr>
                <w:rFonts w:ascii="Arial" w:eastAsia="Arial" w:hAnsi="Arial" w:cs="Arial"/>
                <w:spacing w:val="-16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known).</w:t>
            </w:r>
            <w:r>
              <w:rPr>
                <w:rFonts w:ascii="Arial" w:eastAsia="Arial" w:hAnsi="Arial" w:cs="Arial"/>
                <w:spacing w:val="15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If</w:t>
            </w:r>
            <w:r>
              <w:rPr>
                <w:rFonts w:ascii="Arial" w:eastAsia="Arial" w:hAnsi="Arial" w:cs="Arial"/>
                <w:spacing w:val="4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a</w:t>
            </w:r>
            <w:r>
              <w:rPr>
                <w:rFonts w:ascii="Arial" w:eastAsia="Arial" w:hAnsi="Arial" w:cs="Arial"/>
                <w:spacing w:val="-4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P.O.</w:t>
            </w:r>
            <w:r>
              <w:rPr>
                <w:rFonts w:ascii="Arial" w:eastAsia="Arial" w:hAnsi="Arial" w:cs="Arial"/>
                <w:spacing w:val="-5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box,</w:t>
            </w:r>
            <w:r>
              <w:rPr>
                <w:rFonts w:ascii="Arial" w:eastAsia="Arial" w:hAnsi="Arial" w:cs="Arial"/>
                <w:spacing w:val="36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see</w:t>
            </w:r>
            <w:r>
              <w:rPr>
                <w:rFonts w:ascii="Arial" w:eastAsia="Arial" w:hAnsi="Arial" w:cs="Arial"/>
                <w:spacing w:val="-10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36"/>
                <w:szCs w:val="36"/>
              </w:rPr>
              <w:t>instructions.</w:t>
            </w:r>
          </w:p>
        </w:tc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845F8F6" w14:textId="77777777" w:rsidR="00A26219" w:rsidRDefault="00A26219" w:rsidP="00594854">
            <w:pPr>
              <w:spacing w:before="34"/>
              <w:ind w:left="152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sz w:val="36"/>
                <w:szCs w:val="36"/>
              </w:rPr>
              <w:t>Apt.</w:t>
            </w:r>
            <w:r>
              <w:rPr>
                <w:rFonts w:ascii="Arial" w:eastAsia="Arial" w:hAnsi="Arial" w:cs="Arial"/>
                <w:spacing w:val="28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36"/>
                <w:szCs w:val="36"/>
              </w:rPr>
              <w:t>no.</w:t>
            </w:r>
          </w:p>
        </w:tc>
      </w:tr>
      <w:tr w:rsidR="00A26219" w14:paraId="3FA666AD" w14:textId="77777777" w:rsidTr="004009E7">
        <w:trPr>
          <w:trHeight w:hRule="exact" w:val="1944"/>
        </w:trPr>
        <w:tc>
          <w:tcPr>
            <w:tcW w:w="151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A11500D" w14:textId="77777777" w:rsidR="00A26219" w:rsidRDefault="00A26219" w:rsidP="00594854">
            <w:pPr>
              <w:spacing w:before="34"/>
              <w:ind w:left="10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sz w:val="36"/>
                <w:szCs w:val="36"/>
              </w:rPr>
              <w:t>City,</w:t>
            </w:r>
            <w:r>
              <w:rPr>
                <w:rFonts w:ascii="Arial" w:eastAsia="Arial" w:hAnsi="Arial" w:cs="Arial"/>
                <w:spacing w:val="24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town</w:t>
            </w:r>
            <w:r>
              <w:rPr>
                <w:rFonts w:ascii="Arial" w:eastAsia="Arial" w:hAnsi="Arial" w:cs="Arial"/>
                <w:spacing w:val="40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or</w:t>
            </w:r>
            <w:r>
              <w:rPr>
                <w:rFonts w:ascii="Arial" w:eastAsia="Arial" w:hAnsi="Arial" w:cs="Arial"/>
                <w:spacing w:val="12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post</w:t>
            </w:r>
            <w:r>
              <w:rPr>
                <w:rFonts w:ascii="Arial" w:eastAsia="Arial" w:hAnsi="Arial" w:cs="Arial"/>
                <w:spacing w:val="43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office,</w:t>
            </w:r>
            <w:r>
              <w:rPr>
                <w:rFonts w:ascii="Arial" w:eastAsia="Arial" w:hAnsi="Arial" w:cs="Arial"/>
                <w:spacing w:val="40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state,</w:t>
            </w:r>
            <w:r>
              <w:rPr>
                <w:rFonts w:ascii="Arial" w:eastAsia="Arial" w:hAnsi="Arial" w:cs="Arial"/>
                <w:spacing w:val="20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and</w:t>
            </w:r>
            <w:r>
              <w:rPr>
                <w:rFonts w:ascii="Arial" w:eastAsia="Arial" w:hAnsi="Arial" w:cs="Arial"/>
                <w:spacing w:val="14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ZIP</w:t>
            </w:r>
            <w:r>
              <w:rPr>
                <w:rFonts w:ascii="Arial" w:eastAsia="Arial" w:hAnsi="Arial" w:cs="Arial"/>
                <w:spacing w:val="-9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code.</w:t>
            </w:r>
            <w:r>
              <w:rPr>
                <w:rFonts w:ascii="Arial" w:eastAsia="Arial" w:hAnsi="Arial" w:cs="Arial"/>
                <w:spacing w:val="3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If</w:t>
            </w:r>
            <w:r>
              <w:rPr>
                <w:rFonts w:ascii="Arial" w:eastAsia="Arial" w:hAnsi="Arial" w:cs="Arial"/>
                <w:spacing w:val="4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a</w:t>
            </w:r>
            <w:r>
              <w:rPr>
                <w:rFonts w:ascii="Arial" w:eastAsia="Arial" w:hAnsi="Arial" w:cs="Arial"/>
                <w:spacing w:val="-4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foreign</w:t>
            </w:r>
            <w:r>
              <w:rPr>
                <w:rFonts w:ascii="Arial" w:eastAsia="Arial" w:hAnsi="Arial" w:cs="Arial"/>
                <w:spacing w:val="24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address,</w:t>
            </w:r>
            <w:r>
              <w:rPr>
                <w:rFonts w:ascii="Arial" w:eastAsia="Arial" w:hAnsi="Arial" w:cs="Arial"/>
                <w:spacing w:val="30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see</w:t>
            </w:r>
            <w:r>
              <w:rPr>
                <w:rFonts w:ascii="Arial" w:eastAsia="Arial" w:hAnsi="Arial" w:cs="Arial"/>
                <w:spacing w:val="-10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36"/>
                <w:szCs w:val="36"/>
              </w:rPr>
              <w:t>instructions.</w:t>
            </w:r>
          </w:p>
        </w:tc>
        <w:tc>
          <w:tcPr>
            <w:tcW w:w="57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1538D093" w14:textId="77777777" w:rsidR="00A26219" w:rsidRDefault="00A26219" w:rsidP="00594854">
            <w:pPr>
              <w:spacing w:before="84" w:line="253" w:lineRule="auto"/>
              <w:ind w:left="152" w:right="869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sz w:val="36"/>
                <w:szCs w:val="36"/>
              </w:rPr>
              <w:t>Daytime</w:t>
            </w:r>
            <w:r>
              <w:rPr>
                <w:rFonts w:ascii="Arial" w:eastAsia="Arial" w:hAnsi="Arial" w:cs="Arial"/>
                <w:spacing w:val="15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phone</w:t>
            </w:r>
            <w:r>
              <w:rPr>
                <w:rFonts w:ascii="Arial" w:eastAsia="Arial" w:hAnsi="Arial" w:cs="Arial"/>
                <w:spacing w:val="22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36"/>
                <w:szCs w:val="36"/>
              </w:rPr>
              <w:t xml:space="preserve">number </w:t>
            </w:r>
            <w:r>
              <w:rPr>
                <w:rFonts w:ascii="Arial" w:eastAsia="Arial" w:hAnsi="Arial" w:cs="Arial"/>
                <w:sz w:val="36"/>
                <w:szCs w:val="36"/>
              </w:rPr>
              <w:t>(between</w:t>
            </w:r>
            <w:r>
              <w:rPr>
                <w:rFonts w:ascii="Arial" w:eastAsia="Arial" w:hAnsi="Arial" w:cs="Arial"/>
                <w:spacing w:val="2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6</w:t>
            </w:r>
            <w:r>
              <w:rPr>
                <w:rFonts w:ascii="Arial" w:eastAsia="Arial" w:hAnsi="Arial" w:cs="Arial"/>
                <w:spacing w:val="4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a.m.</w:t>
            </w:r>
            <w:r>
              <w:rPr>
                <w:rFonts w:ascii="Arial" w:eastAsia="Arial" w:hAnsi="Arial" w:cs="Arial"/>
                <w:spacing w:val="9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and</w:t>
            </w:r>
            <w:r>
              <w:rPr>
                <w:rFonts w:ascii="Arial" w:eastAsia="Arial" w:hAnsi="Arial" w:cs="Arial"/>
                <w:spacing w:val="14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5</w:t>
            </w:r>
            <w:r>
              <w:rPr>
                <w:rFonts w:ascii="Arial" w:eastAsia="Arial" w:hAnsi="Arial" w:cs="Arial"/>
                <w:spacing w:val="4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104"/>
                <w:sz w:val="36"/>
                <w:szCs w:val="36"/>
              </w:rPr>
              <w:t xml:space="preserve">p.m. </w:t>
            </w:r>
            <w:r>
              <w:rPr>
                <w:rFonts w:ascii="Arial" w:eastAsia="Arial" w:hAnsi="Arial" w:cs="Arial"/>
                <w:sz w:val="36"/>
                <w:szCs w:val="36"/>
              </w:rPr>
              <w:t>Eastern</w:t>
            </w:r>
            <w:r>
              <w:rPr>
                <w:rFonts w:ascii="Arial" w:eastAsia="Arial" w:hAnsi="Arial" w:cs="Arial"/>
                <w:spacing w:val="-10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time)</w:t>
            </w:r>
          </w:p>
        </w:tc>
      </w:tr>
    </w:tbl>
    <w:p w14:paraId="6DBDDB6E" w14:textId="77777777" w:rsidR="006F4693" w:rsidRDefault="006F4693" w:rsidP="00A26219">
      <w:pPr>
        <w:spacing w:before="23"/>
        <w:ind w:left="484"/>
        <w:rPr>
          <w:rFonts w:ascii="Arial" w:eastAsia="Arial" w:hAnsi="Arial" w:cs="Arial"/>
          <w:b/>
          <w:sz w:val="36"/>
          <w:szCs w:val="36"/>
        </w:rPr>
      </w:pPr>
    </w:p>
    <w:p w14:paraId="2797E9F9" w14:textId="77777777" w:rsidR="006F4693" w:rsidRDefault="006F4693" w:rsidP="00A26219">
      <w:pPr>
        <w:spacing w:before="23"/>
        <w:ind w:left="484"/>
        <w:rPr>
          <w:rFonts w:ascii="Arial" w:eastAsia="Arial" w:hAnsi="Arial" w:cs="Arial"/>
          <w:b/>
          <w:sz w:val="36"/>
          <w:szCs w:val="36"/>
        </w:rPr>
      </w:pPr>
    </w:p>
    <w:p w14:paraId="09F7B53A" w14:textId="77777777" w:rsidR="006F4693" w:rsidRDefault="006F4693" w:rsidP="00A26219">
      <w:pPr>
        <w:spacing w:before="23"/>
        <w:ind w:left="484"/>
        <w:rPr>
          <w:rFonts w:ascii="Arial" w:eastAsia="Arial" w:hAnsi="Arial" w:cs="Arial"/>
          <w:b/>
          <w:sz w:val="36"/>
          <w:szCs w:val="36"/>
        </w:rPr>
      </w:pPr>
    </w:p>
    <w:p w14:paraId="7EF01548" w14:textId="77777777" w:rsidR="006F4693" w:rsidRDefault="006F4693" w:rsidP="00A26219">
      <w:pPr>
        <w:spacing w:before="23"/>
        <w:ind w:left="484"/>
        <w:rPr>
          <w:rFonts w:ascii="Arial" w:eastAsia="Arial" w:hAnsi="Arial" w:cs="Arial"/>
          <w:b/>
          <w:sz w:val="36"/>
          <w:szCs w:val="36"/>
        </w:rPr>
      </w:pPr>
    </w:p>
    <w:p w14:paraId="5B6D7998" w14:textId="77777777" w:rsidR="006F4693" w:rsidRDefault="006F4693" w:rsidP="00A26219">
      <w:pPr>
        <w:spacing w:before="23"/>
        <w:ind w:left="484"/>
        <w:rPr>
          <w:rFonts w:ascii="Arial" w:eastAsia="Arial" w:hAnsi="Arial" w:cs="Arial"/>
          <w:b/>
          <w:sz w:val="36"/>
          <w:szCs w:val="36"/>
        </w:rPr>
      </w:pPr>
    </w:p>
    <w:p w14:paraId="11DEA19A" w14:textId="77777777" w:rsidR="00A26219" w:rsidRDefault="00A26219" w:rsidP="00A26219">
      <w:pPr>
        <w:spacing w:before="23"/>
        <w:ind w:left="484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lastRenderedPageBreak/>
        <w:t xml:space="preserve">7   </w:t>
      </w:r>
      <w:r>
        <w:rPr>
          <w:rFonts w:ascii="Arial" w:eastAsia="Arial" w:hAnsi="Arial" w:cs="Arial"/>
          <w:b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What</w:t>
      </w:r>
      <w:r>
        <w:rPr>
          <w:rFonts w:ascii="Arial" w:eastAsia="Arial" w:hAnsi="Arial" w:cs="Arial"/>
          <w:b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is</w:t>
      </w:r>
      <w:r>
        <w:rPr>
          <w:rFonts w:ascii="Arial" w:eastAsia="Arial" w:hAnsi="Arial" w:cs="Arial"/>
          <w:b/>
          <w:spacing w:val="-1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the</w:t>
      </w:r>
      <w:r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current</w:t>
      </w:r>
      <w:r>
        <w:rPr>
          <w:rFonts w:ascii="Arial" w:eastAsia="Arial" w:hAnsi="Arial" w:cs="Arial"/>
          <w:b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marital</w:t>
      </w:r>
      <w:r>
        <w:rPr>
          <w:rFonts w:ascii="Arial" w:eastAsia="Arial" w:hAnsi="Arial" w:cs="Arial"/>
          <w:b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status</w:t>
      </w:r>
      <w:r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between</w:t>
      </w:r>
      <w:r>
        <w:rPr>
          <w:rFonts w:ascii="Arial" w:eastAsia="Arial" w:hAnsi="Arial" w:cs="Arial"/>
          <w:b/>
          <w:spacing w:val="45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you</w:t>
      </w:r>
      <w:r>
        <w:rPr>
          <w:rFonts w:ascii="Arial" w:eastAsia="Arial" w:hAnsi="Arial" w:cs="Arial"/>
          <w:b/>
          <w:spacing w:val="-1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and</w:t>
      </w:r>
      <w:r>
        <w:rPr>
          <w:rFonts w:ascii="Arial" w:eastAsia="Arial" w:hAnsi="Arial" w:cs="Arial"/>
          <w:b/>
          <w:spacing w:val="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the</w:t>
      </w:r>
      <w:r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person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on</w:t>
      </w:r>
      <w:r>
        <w:rPr>
          <w:rFonts w:ascii="Arial" w:eastAsia="Arial" w:hAnsi="Arial" w:cs="Arial"/>
          <w:b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line</w:t>
      </w:r>
      <w:r>
        <w:rPr>
          <w:rFonts w:ascii="Arial" w:eastAsia="Arial" w:hAnsi="Arial" w:cs="Arial"/>
          <w:b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6?</w:t>
      </w:r>
    </w:p>
    <w:p w14:paraId="24EA3B35" w14:textId="77777777" w:rsidR="00A26219" w:rsidRDefault="00A5644A" w:rsidP="00A5644A">
      <w:pPr>
        <w:spacing w:before="72"/>
        <w:ind w:left="1133" w:firstLine="720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7E1B9324" wp14:editId="02E8B5F5">
                <wp:simplePos x="0" y="0"/>
                <wp:positionH relativeFrom="page">
                  <wp:posOffset>1682750</wp:posOffset>
                </wp:positionH>
                <wp:positionV relativeFrom="paragraph">
                  <wp:posOffset>17780</wp:posOffset>
                </wp:positionV>
                <wp:extent cx="205740" cy="205740"/>
                <wp:effectExtent l="9525" t="13335" r="13335" b="9525"/>
                <wp:wrapNone/>
                <wp:docPr id="292" name="Group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2370" y="109"/>
                          <a:chExt cx="324" cy="324"/>
                        </a:xfrm>
                      </wpg:grpSpPr>
                      <wps:wsp>
                        <wps:cNvPr id="293" name="Freeform 73"/>
                        <wps:cNvSpPr>
                          <a:spLocks/>
                        </wps:cNvSpPr>
                        <wps:spPr bwMode="auto">
                          <a:xfrm>
                            <a:off x="2370" y="109"/>
                            <a:ext cx="324" cy="324"/>
                          </a:xfrm>
                          <a:custGeom>
                            <a:avLst/>
                            <a:gdLst>
                              <a:gd name="T0" fmla="+- 0 2370 2370"/>
                              <a:gd name="T1" fmla="*/ T0 w 324"/>
                              <a:gd name="T2" fmla="+- 0 433 109"/>
                              <a:gd name="T3" fmla="*/ 433 h 324"/>
                              <a:gd name="T4" fmla="+- 0 2694 2370"/>
                              <a:gd name="T5" fmla="*/ T4 w 324"/>
                              <a:gd name="T6" fmla="+- 0 433 109"/>
                              <a:gd name="T7" fmla="*/ 433 h 324"/>
                              <a:gd name="T8" fmla="+- 0 2694 2370"/>
                              <a:gd name="T9" fmla="*/ T8 w 324"/>
                              <a:gd name="T10" fmla="+- 0 109 109"/>
                              <a:gd name="T11" fmla="*/ 109 h 324"/>
                              <a:gd name="T12" fmla="+- 0 2370 2370"/>
                              <a:gd name="T13" fmla="*/ T12 w 324"/>
                              <a:gd name="T14" fmla="+- 0 109 109"/>
                              <a:gd name="T15" fmla="*/ 109 h 324"/>
                              <a:gd name="T16" fmla="+- 0 2370 2370"/>
                              <a:gd name="T17" fmla="*/ T16 w 324"/>
                              <a:gd name="T18" fmla="+- 0 433 109"/>
                              <a:gd name="T19" fmla="*/ 433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116ED4" id="Group 292" o:spid="_x0000_s1026" style="position:absolute;margin-left:132.5pt;margin-top:1.4pt;width:16.2pt;height:16.2pt;z-index:-251640832;mso-position-horizontal-relative:page" coordorigin="2370,109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">
                <v:shape id="Freeform 73" o:spid="_x0000_s1027" style="position:absolute;left:2370;top:109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" path="m,324r324,l324,,,,,324xe" filled="f" strokeweight=".357mm">
                  <v:path arrowok="t" o:connecttype="custom" o:connectlocs="0,433;324,433;324,109;0,109;0,433" o:connectangles="0,0,0,0,0"/>
                </v:shape>
                <w10:wrap anchorx="page"/>
              </v:group>
            </w:pict>
          </mc:Fallback>
        </mc:AlternateContent>
      </w:r>
      <w:r w:rsidR="00A26219">
        <w:rPr>
          <w:rFonts w:ascii="Arial" w:eastAsia="Arial" w:hAnsi="Arial" w:cs="Arial"/>
          <w:sz w:val="36"/>
          <w:szCs w:val="36"/>
        </w:rPr>
        <w:t>Married</w:t>
      </w:r>
      <w:r w:rsidR="00A26219"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>and</w:t>
      </w:r>
      <w:r w:rsidR="00A26219"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>still</w:t>
      </w:r>
      <w:r w:rsidR="00A26219"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>living</w:t>
      </w:r>
      <w:r w:rsidR="00A26219"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w w:val="103"/>
          <w:sz w:val="36"/>
          <w:szCs w:val="36"/>
        </w:rPr>
        <w:t>together</w:t>
      </w:r>
    </w:p>
    <w:p w14:paraId="48EE24D0" w14:textId="77777777" w:rsidR="00A5644A" w:rsidRDefault="00A5644A" w:rsidP="00A26219">
      <w:pPr>
        <w:spacing w:before="72" w:line="400" w:lineRule="exact"/>
        <w:ind w:left="1853"/>
        <w:rPr>
          <w:rFonts w:ascii="Arial" w:eastAsia="Arial" w:hAnsi="Arial" w:cs="Arial"/>
          <w:position w:val="-1"/>
          <w:sz w:val="36"/>
          <w:szCs w:val="36"/>
        </w:rPr>
      </w:pPr>
    </w:p>
    <w:p w14:paraId="7307211E" w14:textId="77777777" w:rsidR="00A26219" w:rsidRDefault="004A22A4" w:rsidP="00A26219">
      <w:pPr>
        <w:spacing w:before="72" w:line="400" w:lineRule="exact"/>
        <w:ind w:left="1853"/>
        <w:rPr>
          <w:rFonts w:ascii="Arial" w:eastAsia="Arial" w:hAnsi="Arial" w:cs="Arial"/>
          <w:sz w:val="36"/>
          <w:szCs w:val="36"/>
        </w:rPr>
        <w:sectPr w:rsidR="00A26219" w:rsidSect="000805DE">
          <w:pgSz w:w="24480" w:h="15840" w:orient="landscape"/>
          <w:pgMar w:top="1440" w:right="1440" w:bottom="1440" w:left="1440" w:header="720" w:footer="720" w:gutter="0"/>
          <w:cols w:space="720"/>
        </w:sectPr>
      </w:pPr>
      <w:r w:rsidRPr="00A5644A">
        <w:rPr>
          <w:rFonts w:ascii="Arial" w:eastAsia="Arial" w:hAnsi="Arial" w:cs="Arial"/>
          <w:noProof/>
          <w:position w:val="-1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823104" behindDoc="0" locked="0" layoutInCell="1" allowOverlap="1" wp14:anchorId="34991E71" wp14:editId="7131B5DC">
                <wp:simplePos x="0" y="0"/>
                <wp:positionH relativeFrom="page">
                  <wp:posOffset>5524500</wp:posOffset>
                </wp:positionH>
                <wp:positionV relativeFrom="paragraph">
                  <wp:posOffset>915035</wp:posOffset>
                </wp:positionV>
                <wp:extent cx="1358900" cy="546100"/>
                <wp:effectExtent l="0" t="0" r="0" b="6350"/>
                <wp:wrapSquare wrapText="bothSides"/>
                <wp:docPr id="3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54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0B3D4D" w14:textId="77777777" w:rsidR="004A22A4" w:rsidRPr="00A5644A" w:rsidRDefault="004A22A4" w:rsidP="004A22A4">
                            <w:pPr>
                              <w:pStyle w:val="Body"/>
                            </w:pPr>
                            <w:r>
                              <w:rPr>
                                <w:rFonts w:ascii="Arial" w:eastAsia="Arial" w:hAnsi="Arial" w:cs="Arial"/>
                                <w:w w:val="102"/>
                                <w:sz w:val="28"/>
                                <w:szCs w:val="28"/>
                              </w:rPr>
                              <w:t>MM/DD/YYYY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91E71" id="_x0000_s1028" type="#_x0000_t202" style="position:absolute;left:0;text-align:left;margin-left:435pt;margin-top:72.05pt;width:107pt;height:43pt;z-index:2518231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" filled="f" stroked="f">
                <v:textbox>
                  <w:txbxContent>
                    <w:p w14:paraId="330B3D4D" w14:textId="77777777" w:rsidR="004A22A4" w:rsidRPr="00A5644A" w:rsidRDefault="004A22A4" w:rsidP="004A22A4">
                      <w:pPr>
                        <w:pStyle w:val="Body"/>
                      </w:pPr>
                      <w:r>
                        <w:rPr>
                          <w:rFonts w:ascii="Arial" w:eastAsia="Arial" w:hAnsi="Arial" w:cs="Arial"/>
                          <w:w w:val="102"/>
                          <w:sz w:val="28"/>
                          <w:szCs w:val="28"/>
                        </w:rPr>
                        <w:t>MM/DD/YYYY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A5644A">
        <w:rPr>
          <w:rFonts w:ascii="Arial" w:eastAsia="Arial" w:hAnsi="Arial" w:cs="Arial"/>
          <w:noProof/>
          <w:position w:val="-1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816960" behindDoc="0" locked="0" layoutInCell="1" allowOverlap="1" wp14:anchorId="1B1A9D7A" wp14:editId="6718222A">
                <wp:simplePos x="0" y="0"/>
                <wp:positionH relativeFrom="page">
                  <wp:posOffset>5524500</wp:posOffset>
                </wp:positionH>
                <wp:positionV relativeFrom="paragraph">
                  <wp:posOffset>89535</wp:posOffset>
                </wp:positionV>
                <wp:extent cx="1358900" cy="546100"/>
                <wp:effectExtent l="0" t="0" r="0" b="6350"/>
                <wp:wrapSquare wrapText="bothSides"/>
                <wp:docPr id="3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54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8D90A4" w14:textId="77777777" w:rsidR="00A5644A" w:rsidRPr="00A5644A" w:rsidRDefault="004A22A4" w:rsidP="00A5644A">
                            <w:pPr>
                              <w:pStyle w:val="Body"/>
                            </w:pPr>
                            <w:r>
                              <w:rPr>
                                <w:rFonts w:ascii="Arial" w:eastAsia="Arial" w:hAnsi="Arial" w:cs="Arial"/>
                                <w:w w:val="102"/>
                                <w:sz w:val="28"/>
                                <w:szCs w:val="28"/>
                              </w:rPr>
                              <w:t>MM/DD/YYYY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A9D7A" id="_x0000_s1029" type="#_x0000_t202" style="position:absolute;left:0;text-align:left;margin-left:435pt;margin-top:7.05pt;width:107pt;height:43pt;z-index:2518169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" filled="f" stroked="f">
                <v:textbox>
                  <w:txbxContent>
                    <w:p w14:paraId="728D90A4" w14:textId="77777777" w:rsidR="00A5644A" w:rsidRPr="00A5644A" w:rsidRDefault="004A22A4" w:rsidP="00A5644A">
                      <w:pPr>
                        <w:pStyle w:val="Body"/>
                      </w:pPr>
                      <w:r>
                        <w:rPr>
                          <w:rFonts w:ascii="Arial" w:eastAsia="Arial" w:hAnsi="Arial" w:cs="Arial"/>
                          <w:w w:val="102"/>
                          <w:sz w:val="28"/>
                          <w:szCs w:val="28"/>
                        </w:rPr>
                        <w:t>MM/DD/YYYY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4A22A4">
        <w:rPr>
          <w:rFonts w:ascii="Arial" w:eastAsia="Arial" w:hAnsi="Arial" w:cs="Arial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821056" behindDoc="0" locked="0" layoutInCell="1" allowOverlap="1" wp14:anchorId="23E3A516" wp14:editId="6F41122F">
                <wp:simplePos x="0" y="0"/>
                <wp:positionH relativeFrom="column">
                  <wp:posOffset>9664065</wp:posOffset>
                </wp:positionH>
                <wp:positionV relativeFrom="paragraph">
                  <wp:posOffset>597535</wp:posOffset>
                </wp:positionV>
                <wp:extent cx="1346200" cy="1404620"/>
                <wp:effectExtent l="0" t="0" r="0" b="0"/>
                <wp:wrapSquare wrapText="bothSides"/>
                <wp:docPr id="3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62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D4C6F6" w14:textId="77777777" w:rsidR="004A22A4" w:rsidRDefault="004A22A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E3A516" id="_x0000_s1030" type="#_x0000_t202" style="position:absolute;left:0;text-align:left;margin-left:760.95pt;margin-top:47.05pt;width:106pt;height:110.6pt;z-index:251821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" filled="f" stroked="f">
                <v:textbox style="mso-fit-shape-to-text:t">
                  <w:txbxContent>
                    <w:p w14:paraId="6CD4C6F6" w14:textId="77777777" w:rsidR="004A22A4" w:rsidRDefault="004A22A4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681792" behindDoc="1" locked="0" layoutInCell="1" allowOverlap="1" wp14:anchorId="2E638312" wp14:editId="3AA815E4">
                <wp:simplePos x="0" y="0"/>
                <wp:positionH relativeFrom="page">
                  <wp:posOffset>5564505</wp:posOffset>
                </wp:positionH>
                <wp:positionV relativeFrom="paragraph">
                  <wp:posOffset>1090930</wp:posOffset>
                </wp:positionV>
                <wp:extent cx="1864360" cy="0"/>
                <wp:effectExtent l="0" t="0" r="0" b="0"/>
                <wp:wrapNone/>
                <wp:docPr id="276" name="Group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4360" cy="0"/>
                          <a:chOff x="8483" y="-514"/>
                          <a:chExt cx="2936" cy="0"/>
                        </a:xfrm>
                      </wpg:grpSpPr>
                      <wps:wsp>
                        <wps:cNvPr id="277" name="Freeform 85"/>
                        <wps:cNvSpPr>
                          <a:spLocks/>
                        </wps:cNvSpPr>
                        <wps:spPr bwMode="auto">
                          <a:xfrm>
                            <a:off x="8483" y="-514"/>
                            <a:ext cx="2936" cy="0"/>
                          </a:xfrm>
                          <a:custGeom>
                            <a:avLst/>
                            <a:gdLst>
                              <a:gd name="T0" fmla="+- 0 8483 8483"/>
                              <a:gd name="T1" fmla="*/ T0 w 2936"/>
                              <a:gd name="T2" fmla="+- 0 11419 8483"/>
                              <a:gd name="T3" fmla="*/ T2 w 29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36">
                                <a:moveTo>
                                  <a:pt x="0" y="0"/>
                                </a:moveTo>
                                <a:lnTo>
                                  <a:pt x="2936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B4ECFD" id="Group 276" o:spid="_x0000_s1026" style="position:absolute;margin-left:438.15pt;margin-top:85.9pt;width:146.8pt;height:0;z-index:-251634688;mso-position-horizontal-relative:page" coordorigin="8483,-514" coordsize="293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">
                <v:shape id="Freeform 85" o:spid="_x0000_s1027" style="position:absolute;left:8483;top:-514;width:2936;height:0;visibility:visible;mso-wrap-style:square;v-text-anchor:top" coordsize="29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" path="m,l2936,e" filled="f" strokeweight=".357mm">
                  <v:path arrowok="t" o:connecttype="custom" o:connectlocs="0,0;2936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5D5CA930" wp14:editId="46D37CB7">
                <wp:simplePos x="0" y="0"/>
                <wp:positionH relativeFrom="page">
                  <wp:posOffset>5589905</wp:posOffset>
                </wp:positionH>
                <wp:positionV relativeFrom="paragraph">
                  <wp:posOffset>245110</wp:posOffset>
                </wp:positionV>
                <wp:extent cx="1864360" cy="0"/>
                <wp:effectExtent l="0" t="0" r="0" b="0"/>
                <wp:wrapNone/>
                <wp:docPr id="288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4360" cy="0"/>
                          <a:chOff x="8483" y="514"/>
                          <a:chExt cx="2936" cy="0"/>
                        </a:xfrm>
                      </wpg:grpSpPr>
                      <wps:wsp>
                        <wps:cNvPr id="289" name="Freeform 77"/>
                        <wps:cNvSpPr>
                          <a:spLocks/>
                        </wps:cNvSpPr>
                        <wps:spPr bwMode="auto">
                          <a:xfrm>
                            <a:off x="8483" y="514"/>
                            <a:ext cx="2936" cy="0"/>
                          </a:xfrm>
                          <a:custGeom>
                            <a:avLst/>
                            <a:gdLst>
                              <a:gd name="T0" fmla="+- 0 8483 8483"/>
                              <a:gd name="T1" fmla="*/ T0 w 2936"/>
                              <a:gd name="T2" fmla="+- 0 11419 8483"/>
                              <a:gd name="T3" fmla="*/ T2 w 29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36">
                                <a:moveTo>
                                  <a:pt x="0" y="0"/>
                                </a:moveTo>
                                <a:lnTo>
                                  <a:pt x="2936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30AB92" id="Group 288" o:spid="_x0000_s1026" style="position:absolute;margin-left:440.15pt;margin-top:19.3pt;width:146.8pt;height:0;z-index:-251638784;mso-position-horizontal-relative:page" coordorigin="8483,514" coordsize="293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">
                <v:shape id="Freeform 77" o:spid="_x0000_s1027" style="position:absolute;left:8483;top:514;width:2936;height:0;visibility:visible;mso-wrap-style:square;v-text-anchor:top" coordsize="29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" path="m,l2936,e" filled="f" strokeweight=".357mm">
                  <v:path arrowok="t" o:connecttype="custom" o:connectlocs="0,0;2936,0" o:connectangles="0,0"/>
                </v:shape>
                <w10:wrap anchorx="page"/>
              </v:group>
            </w:pict>
          </mc:Fallback>
        </mc:AlternateContent>
      </w:r>
      <w:r w:rsidR="00A5644A"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3A644FFF" wp14:editId="355DC979">
                <wp:simplePos x="0" y="0"/>
                <wp:positionH relativeFrom="page">
                  <wp:posOffset>1682750</wp:posOffset>
                </wp:positionH>
                <wp:positionV relativeFrom="paragraph">
                  <wp:posOffset>18415</wp:posOffset>
                </wp:positionV>
                <wp:extent cx="205740" cy="205740"/>
                <wp:effectExtent l="0" t="0" r="22860" b="22860"/>
                <wp:wrapNone/>
                <wp:docPr id="290" name="Group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2370" y="109"/>
                          <a:chExt cx="324" cy="324"/>
                        </a:xfrm>
                      </wpg:grpSpPr>
                      <wps:wsp>
                        <wps:cNvPr id="291" name="Freeform 75"/>
                        <wps:cNvSpPr>
                          <a:spLocks/>
                        </wps:cNvSpPr>
                        <wps:spPr bwMode="auto">
                          <a:xfrm>
                            <a:off x="2370" y="109"/>
                            <a:ext cx="324" cy="324"/>
                          </a:xfrm>
                          <a:custGeom>
                            <a:avLst/>
                            <a:gdLst>
                              <a:gd name="T0" fmla="+- 0 2370 2370"/>
                              <a:gd name="T1" fmla="*/ T0 w 324"/>
                              <a:gd name="T2" fmla="+- 0 433 109"/>
                              <a:gd name="T3" fmla="*/ 433 h 324"/>
                              <a:gd name="T4" fmla="+- 0 2694 2370"/>
                              <a:gd name="T5" fmla="*/ T4 w 324"/>
                              <a:gd name="T6" fmla="+- 0 433 109"/>
                              <a:gd name="T7" fmla="*/ 433 h 324"/>
                              <a:gd name="T8" fmla="+- 0 2694 2370"/>
                              <a:gd name="T9" fmla="*/ T8 w 324"/>
                              <a:gd name="T10" fmla="+- 0 109 109"/>
                              <a:gd name="T11" fmla="*/ 109 h 324"/>
                              <a:gd name="T12" fmla="+- 0 2370 2370"/>
                              <a:gd name="T13" fmla="*/ T12 w 324"/>
                              <a:gd name="T14" fmla="+- 0 109 109"/>
                              <a:gd name="T15" fmla="*/ 109 h 324"/>
                              <a:gd name="T16" fmla="+- 0 2370 2370"/>
                              <a:gd name="T17" fmla="*/ T16 w 324"/>
                              <a:gd name="T18" fmla="+- 0 433 109"/>
                              <a:gd name="T19" fmla="*/ 433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4CFD4A" id="Group 290" o:spid="_x0000_s1026" style="position:absolute;margin-left:132.5pt;margin-top:1.45pt;width:16.2pt;height:16.2pt;z-index:-251639808;mso-position-horizontal-relative:page" coordorigin="2370,109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">
                <v:shape id="Freeform 75" o:spid="_x0000_s1027" style="position:absolute;left:2370;top:109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" path="m,324r324,l324,,,,,324xe" filled="f" strokeweight=".357mm">
                  <v:path arrowok="t" o:connecttype="custom" o:connectlocs="0,433;324,433;324,109;0,109;0,433" o:connectangles="0,0,0,0,0"/>
                </v:shape>
                <w10:wrap anchorx="page"/>
              </v:group>
            </w:pict>
          </mc:Fallback>
        </mc:AlternateContent>
      </w:r>
      <w:r w:rsidR="00A26219">
        <w:rPr>
          <w:rFonts w:ascii="Arial" w:eastAsia="Arial" w:hAnsi="Arial" w:cs="Arial"/>
          <w:position w:val="-1"/>
          <w:sz w:val="36"/>
          <w:szCs w:val="36"/>
        </w:rPr>
        <w:t>Married</w:t>
      </w:r>
      <w:r w:rsidR="00A26219">
        <w:rPr>
          <w:rFonts w:ascii="Arial" w:eastAsia="Arial" w:hAnsi="Arial" w:cs="Arial"/>
          <w:spacing w:val="26"/>
          <w:position w:val="-1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position w:val="-1"/>
          <w:sz w:val="36"/>
          <w:szCs w:val="36"/>
        </w:rPr>
        <w:t>and</w:t>
      </w:r>
      <w:r w:rsidR="00A26219">
        <w:rPr>
          <w:rFonts w:ascii="Arial" w:eastAsia="Arial" w:hAnsi="Arial" w:cs="Arial"/>
          <w:spacing w:val="14"/>
          <w:position w:val="-1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position w:val="-1"/>
          <w:sz w:val="36"/>
          <w:szCs w:val="36"/>
        </w:rPr>
        <w:t>living</w:t>
      </w:r>
      <w:r w:rsidR="00A26219">
        <w:rPr>
          <w:rFonts w:ascii="Arial" w:eastAsia="Arial" w:hAnsi="Arial" w:cs="Arial"/>
          <w:spacing w:val="18"/>
          <w:position w:val="-1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position w:val="-1"/>
          <w:sz w:val="36"/>
          <w:szCs w:val="36"/>
        </w:rPr>
        <w:t>apart</w:t>
      </w:r>
      <w:r w:rsidR="00A26219">
        <w:rPr>
          <w:rFonts w:ascii="Arial" w:eastAsia="Arial" w:hAnsi="Arial" w:cs="Arial"/>
          <w:spacing w:val="18"/>
          <w:position w:val="-1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w w:val="102"/>
          <w:position w:val="-1"/>
          <w:sz w:val="36"/>
          <w:szCs w:val="36"/>
        </w:rPr>
        <w:t>since</w:t>
      </w:r>
    </w:p>
    <w:p w14:paraId="738E68C4" w14:textId="77777777" w:rsidR="00A5644A" w:rsidRDefault="00B2630C" w:rsidP="00A5644A">
      <w:pPr>
        <w:ind w:left="1133" w:firstLine="720"/>
        <w:rPr>
          <w:rFonts w:ascii="Arial" w:eastAsia="Arial" w:hAnsi="Arial" w:cs="Arial"/>
          <w:sz w:val="36"/>
          <w:szCs w:val="36"/>
        </w:rPr>
      </w:pPr>
      <w:r w:rsidRPr="00B2630C">
        <w:rPr>
          <w:rFonts w:ascii="Arial" w:eastAsia="Arial" w:hAnsi="Arial" w:cs="Arial"/>
          <w:noProof/>
          <w:position w:val="-1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829248" behindDoc="0" locked="0" layoutInCell="1" allowOverlap="1" wp14:anchorId="6A06E6A5" wp14:editId="25CB30EB">
                <wp:simplePos x="0" y="0"/>
                <wp:positionH relativeFrom="margin">
                  <wp:align>right</wp:align>
                </wp:positionH>
                <wp:positionV relativeFrom="paragraph">
                  <wp:posOffset>191135</wp:posOffset>
                </wp:positionV>
                <wp:extent cx="6972300" cy="596900"/>
                <wp:effectExtent l="0" t="0" r="0" b="0"/>
                <wp:wrapSquare wrapText="bothSides"/>
                <wp:docPr id="3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596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F8C3A7" w14:textId="77777777" w:rsidR="00B2630C" w:rsidRDefault="00B2630C" w:rsidP="00B2630C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B2630C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Attach a photocopy of the death certificate and will (if one exists).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6E6A5" id="_x0000_s1031" type="#_x0000_t202" style="position:absolute;left:0;text-align:left;margin-left:497.8pt;margin-top:15.05pt;width:549pt;height:47pt;z-index:2518292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" filled="f" stroked="f">
                <v:textbox>
                  <w:txbxContent>
                    <w:p w14:paraId="21F8C3A7" w14:textId="77777777" w:rsidR="00B2630C" w:rsidRDefault="00B2630C" w:rsidP="00B2630C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B2630C">
                        <w:rPr>
                          <w:rFonts w:ascii="Arial" w:hAnsi="Arial" w:cs="Arial"/>
                          <w:sz w:val="36"/>
                          <w:szCs w:val="36"/>
                        </w:rPr>
                        <w:t>Attach a photocopy of the death certificate and will (if one exists).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956248F" w14:textId="77777777" w:rsidR="00A5644A" w:rsidRDefault="00A5644A" w:rsidP="00A5644A">
      <w:pPr>
        <w:ind w:left="1133" w:firstLine="720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7F206D33" wp14:editId="1A0A48D2">
                <wp:simplePos x="0" y="0"/>
                <wp:positionH relativeFrom="page">
                  <wp:posOffset>1682750</wp:posOffset>
                </wp:positionH>
                <wp:positionV relativeFrom="paragraph">
                  <wp:posOffset>23495</wp:posOffset>
                </wp:positionV>
                <wp:extent cx="205740" cy="205740"/>
                <wp:effectExtent l="0" t="0" r="22860" b="22860"/>
                <wp:wrapNone/>
                <wp:docPr id="286" name="Group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2370" y="37"/>
                          <a:chExt cx="324" cy="324"/>
                        </a:xfrm>
                      </wpg:grpSpPr>
                      <wps:wsp>
                        <wps:cNvPr id="287" name="Freeform 79"/>
                        <wps:cNvSpPr>
                          <a:spLocks/>
                        </wps:cNvSpPr>
                        <wps:spPr bwMode="auto">
                          <a:xfrm>
                            <a:off x="2370" y="37"/>
                            <a:ext cx="324" cy="324"/>
                          </a:xfrm>
                          <a:custGeom>
                            <a:avLst/>
                            <a:gdLst>
                              <a:gd name="T0" fmla="+- 0 2370 2370"/>
                              <a:gd name="T1" fmla="*/ T0 w 324"/>
                              <a:gd name="T2" fmla="+- 0 361 37"/>
                              <a:gd name="T3" fmla="*/ 361 h 324"/>
                              <a:gd name="T4" fmla="+- 0 2694 2370"/>
                              <a:gd name="T5" fmla="*/ T4 w 324"/>
                              <a:gd name="T6" fmla="+- 0 361 37"/>
                              <a:gd name="T7" fmla="*/ 361 h 324"/>
                              <a:gd name="T8" fmla="+- 0 2694 2370"/>
                              <a:gd name="T9" fmla="*/ T8 w 324"/>
                              <a:gd name="T10" fmla="+- 0 37 37"/>
                              <a:gd name="T11" fmla="*/ 37 h 324"/>
                              <a:gd name="T12" fmla="+- 0 2370 2370"/>
                              <a:gd name="T13" fmla="*/ T12 w 324"/>
                              <a:gd name="T14" fmla="+- 0 37 37"/>
                              <a:gd name="T15" fmla="*/ 37 h 324"/>
                              <a:gd name="T16" fmla="+- 0 2370 2370"/>
                              <a:gd name="T17" fmla="*/ T16 w 324"/>
                              <a:gd name="T18" fmla="+- 0 361 37"/>
                              <a:gd name="T19" fmla="*/ 361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BD0803" id="Group 286" o:spid="_x0000_s1026" style="position:absolute;margin-left:132.5pt;margin-top:1.85pt;width:16.2pt;height:16.2pt;z-index:-251637760;mso-position-horizontal-relative:page" coordorigin="2370,37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">
                <v:shape id="Freeform 79" o:spid="_x0000_s1027" style="position:absolute;left:2370;top:37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" path="m,324r324,l324,,,,,324xe" filled="f" strokeweight=".357mm">
                  <v:path arrowok="t" o:connecttype="custom" o:connectlocs="0,361;324,361;324,37;0,37;0,361" o:connectangles="0,0,0,0,0"/>
                </v:shape>
                <w10:wrap anchorx="page"/>
              </v:group>
            </w:pict>
          </mc:Fallback>
        </mc:AlternateContent>
      </w:r>
      <w:r w:rsidR="00A26219">
        <w:rPr>
          <w:rFonts w:ascii="Arial" w:eastAsia="Arial" w:hAnsi="Arial" w:cs="Arial"/>
          <w:sz w:val="36"/>
          <w:szCs w:val="36"/>
        </w:rPr>
        <w:t>Widowed</w:t>
      </w:r>
      <w:r w:rsidR="00A26219">
        <w:rPr>
          <w:rFonts w:ascii="Arial" w:eastAsia="Arial" w:hAnsi="Arial" w:cs="Arial"/>
          <w:spacing w:val="46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w w:val="102"/>
          <w:sz w:val="36"/>
          <w:szCs w:val="36"/>
        </w:rPr>
        <w:t>since</w:t>
      </w:r>
    </w:p>
    <w:p w14:paraId="38C55771" w14:textId="77777777" w:rsidR="00A5644A" w:rsidRDefault="00B2630C" w:rsidP="00A5644A">
      <w:pPr>
        <w:ind w:left="1858" w:hanging="17"/>
        <w:rPr>
          <w:rFonts w:ascii="Arial" w:eastAsia="Arial" w:hAnsi="Arial" w:cs="Arial"/>
          <w:sz w:val="36"/>
          <w:szCs w:val="36"/>
        </w:rPr>
      </w:pPr>
      <w:r w:rsidRPr="00B2630C">
        <w:rPr>
          <w:rFonts w:ascii="Arial" w:eastAsia="Arial" w:hAnsi="Arial" w:cs="Arial"/>
          <w:noProof/>
          <w:position w:val="-1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831296" behindDoc="0" locked="0" layoutInCell="1" allowOverlap="1" wp14:anchorId="17986D8B" wp14:editId="4DAF2B63">
                <wp:simplePos x="0" y="0"/>
                <wp:positionH relativeFrom="margin">
                  <wp:align>right</wp:align>
                </wp:positionH>
                <wp:positionV relativeFrom="paragraph">
                  <wp:posOffset>186055</wp:posOffset>
                </wp:positionV>
                <wp:extent cx="6972300" cy="596900"/>
                <wp:effectExtent l="0" t="0" r="0" b="0"/>
                <wp:wrapSquare wrapText="bothSides"/>
                <wp:docPr id="3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596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BE7B2A" w14:textId="77777777" w:rsidR="00B2630C" w:rsidRPr="00B2630C" w:rsidRDefault="00B2630C" w:rsidP="00B2630C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B2630C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Attach a photocopy of your </w:t>
                            </w:r>
                            <w:r w:rsidRPr="00B2630C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entire </w:t>
                            </w:r>
                            <w:r w:rsidRPr="00B2630C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separation agreement</w:t>
                            </w: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14:paraId="3487FA3D" w14:textId="77777777" w:rsidR="00B2630C" w:rsidRDefault="00B2630C" w:rsidP="00B2630C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86D8B" id="_x0000_s1032" type="#_x0000_t202" style="position:absolute;left:0;text-align:left;margin-left:497.8pt;margin-top:14.65pt;width:549pt;height:47pt;z-index:2518312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" filled="f" stroked="f">
                <v:textbox>
                  <w:txbxContent>
                    <w:p w14:paraId="66BE7B2A" w14:textId="77777777" w:rsidR="00B2630C" w:rsidRPr="00B2630C" w:rsidRDefault="00B2630C" w:rsidP="00B2630C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B2630C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Attach a photocopy of your </w:t>
                      </w:r>
                      <w:r w:rsidRPr="00B2630C"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t xml:space="preserve">entire </w:t>
                      </w:r>
                      <w:r w:rsidRPr="00B2630C">
                        <w:rPr>
                          <w:rFonts w:ascii="Arial" w:hAnsi="Arial" w:cs="Arial"/>
                          <w:sz w:val="36"/>
                          <w:szCs w:val="36"/>
                        </w:rPr>
                        <w:t>separation agreement</w:t>
                      </w: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.</w:t>
                      </w:r>
                    </w:p>
                    <w:p w14:paraId="3487FA3D" w14:textId="77777777" w:rsidR="00B2630C" w:rsidRDefault="00B2630C" w:rsidP="00B2630C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A22A4" w:rsidRPr="00A5644A">
        <w:rPr>
          <w:rFonts w:ascii="Arial" w:eastAsia="Arial" w:hAnsi="Arial" w:cs="Arial"/>
          <w:noProof/>
          <w:position w:val="-1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825152" behindDoc="0" locked="0" layoutInCell="1" allowOverlap="1" wp14:anchorId="54205027" wp14:editId="76AFC42D">
                <wp:simplePos x="0" y="0"/>
                <wp:positionH relativeFrom="page">
                  <wp:posOffset>5524500</wp:posOffset>
                </wp:positionH>
                <wp:positionV relativeFrom="paragraph">
                  <wp:posOffset>430530</wp:posOffset>
                </wp:positionV>
                <wp:extent cx="1358900" cy="546100"/>
                <wp:effectExtent l="0" t="0" r="0" b="6350"/>
                <wp:wrapSquare wrapText="bothSides"/>
                <wp:docPr id="3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54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B813D9" w14:textId="77777777" w:rsidR="004A22A4" w:rsidRPr="00A5644A" w:rsidRDefault="004A22A4" w:rsidP="004A22A4">
                            <w:pPr>
                              <w:pStyle w:val="Body"/>
                            </w:pPr>
                            <w:r>
                              <w:rPr>
                                <w:rFonts w:ascii="Arial" w:eastAsia="Arial" w:hAnsi="Arial" w:cs="Arial"/>
                                <w:w w:val="102"/>
                                <w:sz w:val="28"/>
                                <w:szCs w:val="28"/>
                              </w:rPr>
                              <w:t>MM/DD/YYYY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05027" id="_x0000_s1033" type="#_x0000_t202" style="position:absolute;left:0;text-align:left;margin-left:435pt;margin-top:33.9pt;width:107pt;height:43pt;z-index:2518251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" filled="f" stroked="f">
                <v:textbox>
                  <w:txbxContent>
                    <w:p w14:paraId="59B813D9" w14:textId="77777777" w:rsidR="004A22A4" w:rsidRPr="00A5644A" w:rsidRDefault="004A22A4" w:rsidP="004A22A4">
                      <w:pPr>
                        <w:pStyle w:val="Body"/>
                      </w:pPr>
                      <w:r>
                        <w:rPr>
                          <w:rFonts w:ascii="Arial" w:eastAsia="Arial" w:hAnsi="Arial" w:cs="Arial"/>
                          <w:w w:val="102"/>
                          <w:sz w:val="28"/>
                          <w:szCs w:val="28"/>
                        </w:rPr>
                        <w:t>MM/DD/YYYY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05B86D8F" w14:textId="77777777" w:rsidR="00A5644A" w:rsidRDefault="004A22A4" w:rsidP="00A5644A">
      <w:pPr>
        <w:ind w:left="1858" w:hanging="17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19008" behindDoc="1" locked="0" layoutInCell="1" allowOverlap="1" wp14:anchorId="5005F4A6" wp14:editId="0F87595A">
                <wp:simplePos x="0" y="0"/>
                <wp:positionH relativeFrom="page">
                  <wp:posOffset>5588000</wp:posOffset>
                </wp:positionH>
                <wp:positionV relativeFrom="paragraph">
                  <wp:posOffset>197485</wp:posOffset>
                </wp:positionV>
                <wp:extent cx="1864360" cy="0"/>
                <wp:effectExtent l="0" t="0" r="0" b="0"/>
                <wp:wrapNone/>
                <wp:docPr id="388" name="Group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4360" cy="0"/>
                          <a:chOff x="8483" y="514"/>
                          <a:chExt cx="2936" cy="0"/>
                        </a:xfrm>
                      </wpg:grpSpPr>
                      <wps:wsp>
                        <wps:cNvPr id="389" name="Freeform 77"/>
                        <wps:cNvSpPr>
                          <a:spLocks/>
                        </wps:cNvSpPr>
                        <wps:spPr bwMode="auto">
                          <a:xfrm>
                            <a:off x="8483" y="514"/>
                            <a:ext cx="2936" cy="0"/>
                          </a:xfrm>
                          <a:custGeom>
                            <a:avLst/>
                            <a:gdLst>
                              <a:gd name="T0" fmla="+- 0 8483 8483"/>
                              <a:gd name="T1" fmla="*/ T0 w 2936"/>
                              <a:gd name="T2" fmla="+- 0 11419 8483"/>
                              <a:gd name="T3" fmla="*/ T2 w 29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36">
                                <a:moveTo>
                                  <a:pt x="0" y="0"/>
                                </a:moveTo>
                                <a:lnTo>
                                  <a:pt x="2936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DD6365" id="Group 388" o:spid="_x0000_s1026" style="position:absolute;margin-left:440pt;margin-top:15.55pt;width:146.8pt;height:0;z-index:-251497472;mso-position-horizontal-relative:page" coordorigin="8483,514" coordsize="293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">
                <v:shape id="Freeform 77" o:spid="_x0000_s1027" style="position:absolute;left:8483;top:514;width:2936;height:0;visibility:visible;mso-wrap-style:square;v-text-anchor:top" coordsize="29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" path="m,l2936,e" filled="f" strokeweight=".357mm">
                  <v:path arrowok="t" o:connecttype="custom" o:connectlocs="0,0;2936,0" o:connectangles="0,0"/>
                </v:shape>
                <w10:wrap anchorx="page"/>
              </v:group>
            </w:pict>
          </mc:Fallback>
        </mc:AlternateContent>
      </w:r>
      <w:r w:rsidR="00A5644A"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567B8B64" wp14:editId="5C9F4FEC">
                <wp:simplePos x="0" y="0"/>
                <wp:positionH relativeFrom="page">
                  <wp:posOffset>1682750</wp:posOffset>
                </wp:positionH>
                <wp:positionV relativeFrom="paragraph">
                  <wp:posOffset>36195</wp:posOffset>
                </wp:positionV>
                <wp:extent cx="205740" cy="205740"/>
                <wp:effectExtent l="0" t="0" r="22860" b="22860"/>
                <wp:wrapNone/>
                <wp:docPr id="284" name="Group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2370" y="37"/>
                          <a:chExt cx="324" cy="324"/>
                        </a:xfrm>
                      </wpg:grpSpPr>
                      <wps:wsp>
                        <wps:cNvPr id="285" name="Freeform 83"/>
                        <wps:cNvSpPr>
                          <a:spLocks/>
                        </wps:cNvSpPr>
                        <wps:spPr bwMode="auto">
                          <a:xfrm>
                            <a:off x="2370" y="37"/>
                            <a:ext cx="324" cy="324"/>
                          </a:xfrm>
                          <a:custGeom>
                            <a:avLst/>
                            <a:gdLst>
                              <a:gd name="T0" fmla="+- 0 2370 2370"/>
                              <a:gd name="T1" fmla="*/ T0 w 324"/>
                              <a:gd name="T2" fmla="+- 0 361 37"/>
                              <a:gd name="T3" fmla="*/ 361 h 324"/>
                              <a:gd name="T4" fmla="+- 0 2694 2370"/>
                              <a:gd name="T5" fmla="*/ T4 w 324"/>
                              <a:gd name="T6" fmla="+- 0 361 37"/>
                              <a:gd name="T7" fmla="*/ 361 h 324"/>
                              <a:gd name="T8" fmla="+- 0 2694 2370"/>
                              <a:gd name="T9" fmla="*/ T8 w 324"/>
                              <a:gd name="T10" fmla="+- 0 37 37"/>
                              <a:gd name="T11" fmla="*/ 37 h 324"/>
                              <a:gd name="T12" fmla="+- 0 2370 2370"/>
                              <a:gd name="T13" fmla="*/ T12 w 324"/>
                              <a:gd name="T14" fmla="+- 0 37 37"/>
                              <a:gd name="T15" fmla="*/ 37 h 324"/>
                              <a:gd name="T16" fmla="+- 0 2370 2370"/>
                              <a:gd name="T17" fmla="*/ T16 w 324"/>
                              <a:gd name="T18" fmla="+- 0 361 37"/>
                              <a:gd name="T19" fmla="*/ 361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4A4985" id="Group 284" o:spid="_x0000_s1026" style="position:absolute;margin-left:132.5pt;margin-top:2.85pt;width:16.2pt;height:16.2pt;z-index:-251635712;mso-position-horizontal-relative:page" coordorigin="2370,37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">
                <v:shape id="Freeform 83" o:spid="_x0000_s1027" style="position:absolute;left:2370;top:37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" path="m,324r324,l324,,,,,324xe" filled="f" strokeweight=".357mm">
                  <v:path arrowok="t" o:connecttype="custom" o:connectlocs="0,361;324,361;324,37;0,37;0,361" o:connectangles="0,0,0,0,0"/>
                </v:shape>
                <w10:wrap anchorx="page"/>
              </v:group>
            </w:pict>
          </mc:Fallback>
        </mc:AlternateContent>
      </w:r>
      <w:r w:rsidR="00A26219">
        <w:rPr>
          <w:rFonts w:ascii="Arial" w:eastAsia="Arial" w:hAnsi="Arial" w:cs="Arial"/>
          <w:sz w:val="36"/>
          <w:szCs w:val="36"/>
        </w:rPr>
        <w:t>Legally</w:t>
      </w:r>
      <w:r w:rsidR="00A26219">
        <w:rPr>
          <w:rFonts w:ascii="Arial" w:eastAsia="Arial" w:hAnsi="Arial" w:cs="Arial"/>
          <w:spacing w:val="2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>separated</w:t>
      </w:r>
      <w:r w:rsidR="00A5644A">
        <w:rPr>
          <w:rFonts w:ascii="Arial" w:eastAsia="Arial" w:hAnsi="Arial" w:cs="Arial"/>
          <w:spacing w:val="34"/>
          <w:sz w:val="36"/>
          <w:szCs w:val="36"/>
        </w:rPr>
        <w:t xml:space="preserve"> s</w:t>
      </w:r>
      <w:r w:rsidR="00A26219">
        <w:rPr>
          <w:rFonts w:ascii="Arial" w:eastAsia="Arial" w:hAnsi="Arial" w:cs="Arial"/>
          <w:w w:val="102"/>
          <w:sz w:val="36"/>
          <w:szCs w:val="36"/>
        </w:rPr>
        <w:t>ince</w:t>
      </w:r>
    </w:p>
    <w:p w14:paraId="0F4FC2D2" w14:textId="77777777" w:rsidR="00B2630C" w:rsidRDefault="00B2630C" w:rsidP="00A5644A">
      <w:pPr>
        <w:ind w:left="1858" w:hanging="17"/>
        <w:rPr>
          <w:rFonts w:ascii="Arial" w:eastAsia="Arial" w:hAnsi="Arial" w:cs="Arial"/>
          <w:sz w:val="36"/>
          <w:szCs w:val="36"/>
        </w:rPr>
      </w:pPr>
      <w:r w:rsidRPr="00B2630C">
        <w:rPr>
          <w:rFonts w:ascii="Arial" w:eastAsia="Arial" w:hAnsi="Arial" w:cs="Arial"/>
          <w:noProof/>
          <w:position w:val="-1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833344" behindDoc="0" locked="0" layoutInCell="1" allowOverlap="1" wp14:anchorId="66C9ED58" wp14:editId="6BA33649">
                <wp:simplePos x="0" y="0"/>
                <wp:positionH relativeFrom="margin">
                  <wp:align>right</wp:align>
                </wp:positionH>
                <wp:positionV relativeFrom="paragraph">
                  <wp:posOffset>215265</wp:posOffset>
                </wp:positionV>
                <wp:extent cx="6972300" cy="596900"/>
                <wp:effectExtent l="0" t="0" r="0" b="0"/>
                <wp:wrapSquare wrapText="bothSides"/>
                <wp:docPr id="3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596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ABCED" w14:textId="77777777" w:rsidR="00B2630C" w:rsidRPr="00B2630C" w:rsidRDefault="00B2630C" w:rsidP="00B2630C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B2630C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Attach a photocopy</w:t>
                            </w: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of your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entire </w:t>
                            </w: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divorce decree.</w:t>
                            </w:r>
                          </w:p>
                          <w:p w14:paraId="342EB387" w14:textId="77777777" w:rsidR="00B2630C" w:rsidRDefault="00B2630C" w:rsidP="00B2630C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9ED58" id="_x0000_s1034" type="#_x0000_t202" style="position:absolute;left:0;text-align:left;margin-left:497.8pt;margin-top:16.95pt;width:549pt;height:47pt;z-index:25183334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" filled="f" stroked="f">
                <v:textbox>
                  <w:txbxContent>
                    <w:p w14:paraId="3EFABCED" w14:textId="77777777" w:rsidR="00B2630C" w:rsidRPr="00B2630C" w:rsidRDefault="00B2630C" w:rsidP="00B2630C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B2630C">
                        <w:rPr>
                          <w:rFonts w:ascii="Arial" w:hAnsi="Arial" w:cs="Arial"/>
                          <w:sz w:val="36"/>
                          <w:szCs w:val="36"/>
                        </w:rPr>
                        <w:t>Attach a photocopy</w:t>
                      </w: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of your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t xml:space="preserve">entire </w:t>
                      </w: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divorce decree.</w:t>
                      </w:r>
                    </w:p>
                    <w:p w14:paraId="342EB387" w14:textId="77777777" w:rsidR="00B2630C" w:rsidRDefault="00B2630C" w:rsidP="00B2630C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1F1AACA" w14:textId="77777777" w:rsidR="00A5644A" w:rsidRDefault="004A22A4" w:rsidP="00A5644A">
      <w:pPr>
        <w:ind w:left="1858" w:hanging="17"/>
        <w:rPr>
          <w:rFonts w:ascii="Arial" w:eastAsia="Arial" w:hAnsi="Arial" w:cs="Arial"/>
          <w:w w:val="102"/>
          <w:sz w:val="36"/>
          <w:szCs w:val="36"/>
        </w:rPr>
      </w:pPr>
      <w:r w:rsidRPr="00A5644A">
        <w:rPr>
          <w:rFonts w:ascii="Arial" w:eastAsia="Arial" w:hAnsi="Arial" w:cs="Arial"/>
          <w:noProof/>
          <w:position w:val="-1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827200" behindDoc="0" locked="0" layoutInCell="1" allowOverlap="1" wp14:anchorId="6F668F3E" wp14:editId="4C92401F">
                <wp:simplePos x="0" y="0"/>
                <wp:positionH relativeFrom="page">
                  <wp:posOffset>5524500</wp:posOffset>
                </wp:positionH>
                <wp:positionV relativeFrom="paragraph">
                  <wp:posOffset>16510</wp:posOffset>
                </wp:positionV>
                <wp:extent cx="1358900" cy="431800"/>
                <wp:effectExtent l="0" t="0" r="0" b="6350"/>
                <wp:wrapSquare wrapText="bothSides"/>
                <wp:docPr id="3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431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331C51" w14:textId="77777777" w:rsidR="004A22A4" w:rsidRPr="00A5644A" w:rsidRDefault="004A22A4" w:rsidP="004A22A4">
                            <w:pPr>
                              <w:pStyle w:val="Body"/>
                            </w:pPr>
                            <w:r>
                              <w:rPr>
                                <w:rFonts w:ascii="Arial" w:eastAsia="Arial" w:hAnsi="Arial" w:cs="Arial"/>
                                <w:w w:val="102"/>
                                <w:sz w:val="28"/>
                                <w:szCs w:val="28"/>
                              </w:rPr>
                              <w:t>MM/DD/YYYY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68F3E" id="_x0000_s1035" type="#_x0000_t202" style="position:absolute;left:0;text-align:left;margin-left:435pt;margin-top:1.3pt;width:107pt;height:34pt;z-index:2518272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" filled="f" stroked="f">
                <v:textbox>
                  <w:txbxContent>
                    <w:p w14:paraId="5F331C51" w14:textId="77777777" w:rsidR="004A22A4" w:rsidRPr="00A5644A" w:rsidRDefault="004A22A4" w:rsidP="004A22A4">
                      <w:pPr>
                        <w:pStyle w:val="Body"/>
                      </w:pPr>
                      <w:r>
                        <w:rPr>
                          <w:rFonts w:ascii="Arial" w:eastAsia="Arial" w:hAnsi="Arial" w:cs="Arial"/>
                          <w:w w:val="102"/>
                          <w:sz w:val="28"/>
                          <w:szCs w:val="28"/>
                        </w:rPr>
                        <w:t>MM/DD/YYYY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21B2D62E" wp14:editId="64CF7248">
                <wp:simplePos x="0" y="0"/>
                <wp:positionH relativeFrom="page">
                  <wp:posOffset>5588000</wp:posOffset>
                </wp:positionH>
                <wp:positionV relativeFrom="paragraph">
                  <wp:posOffset>215900</wp:posOffset>
                </wp:positionV>
                <wp:extent cx="1864360" cy="0"/>
                <wp:effectExtent l="0" t="0" r="0" b="0"/>
                <wp:wrapNone/>
                <wp:docPr id="280" name="Group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4360" cy="0"/>
                          <a:chOff x="8483" y="4623242"/>
                          <a:chExt cx="2936" cy="0"/>
                        </a:xfrm>
                      </wpg:grpSpPr>
                      <wps:wsp>
                        <wps:cNvPr id="281" name="Freeform 81"/>
                        <wps:cNvSpPr>
                          <a:spLocks/>
                        </wps:cNvSpPr>
                        <wps:spPr bwMode="auto">
                          <a:xfrm>
                            <a:off x="8483" y="4623242"/>
                            <a:ext cx="2936" cy="0"/>
                          </a:xfrm>
                          <a:custGeom>
                            <a:avLst/>
                            <a:gdLst>
                              <a:gd name="T0" fmla="+- 0 8483 8483"/>
                              <a:gd name="T1" fmla="*/ T0 w 2936"/>
                              <a:gd name="T2" fmla="+- 0 11419 8483"/>
                              <a:gd name="T3" fmla="*/ T2 w 29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36">
                                <a:moveTo>
                                  <a:pt x="0" y="0"/>
                                </a:moveTo>
                                <a:lnTo>
                                  <a:pt x="2936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2C447B" id="Group 280" o:spid="_x0000_s1026" style="position:absolute;margin-left:440pt;margin-top:17pt;width:146.8pt;height:0;z-index:-251636736;mso-position-horizontal-relative:page" coordorigin="84,46232" coordsize="2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">
                <v:shape id="Freeform 81" o:spid="_x0000_s1027" style="position:absolute;left:84;top:46232;width:30;height:0;visibility:visible;mso-wrap-style:square;v-text-anchor:top" coordsize="29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" path="m,l2936,e" filled="f" strokeweight=".357mm">
                  <v:path arrowok="t" o:connecttype="custom" o:connectlocs="0,0;2936,0" o:connectangles="0,0"/>
                </v:shape>
                <w10:wrap anchorx="page"/>
              </v:group>
            </w:pict>
          </mc:Fallback>
        </mc:AlternateContent>
      </w:r>
      <w:r w:rsidR="00A5644A"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 wp14:anchorId="0560309E" wp14:editId="5635C58F">
                <wp:simplePos x="0" y="0"/>
                <wp:positionH relativeFrom="margin">
                  <wp:posOffset>762000</wp:posOffset>
                </wp:positionH>
                <wp:positionV relativeFrom="paragraph">
                  <wp:posOffset>22225</wp:posOffset>
                </wp:positionV>
                <wp:extent cx="205740" cy="205740"/>
                <wp:effectExtent l="0" t="0" r="22860" b="22860"/>
                <wp:wrapNone/>
                <wp:docPr id="282" name="Group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2370" y="37"/>
                          <a:chExt cx="324" cy="324"/>
                        </a:xfrm>
                      </wpg:grpSpPr>
                      <wps:wsp>
                        <wps:cNvPr id="283" name="Freeform 87"/>
                        <wps:cNvSpPr>
                          <a:spLocks/>
                        </wps:cNvSpPr>
                        <wps:spPr bwMode="auto">
                          <a:xfrm>
                            <a:off x="2370" y="37"/>
                            <a:ext cx="324" cy="324"/>
                          </a:xfrm>
                          <a:custGeom>
                            <a:avLst/>
                            <a:gdLst>
                              <a:gd name="T0" fmla="+- 0 2370 2370"/>
                              <a:gd name="T1" fmla="*/ T0 w 324"/>
                              <a:gd name="T2" fmla="+- 0 361 37"/>
                              <a:gd name="T3" fmla="*/ 361 h 324"/>
                              <a:gd name="T4" fmla="+- 0 2694 2370"/>
                              <a:gd name="T5" fmla="*/ T4 w 324"/>
                              <a:gd name="T6" fmla="+- 0 361 37"/>
                              <a:gd name="T7" fmla="*/ 361 h 324"/>
                              <a:gd name="T8" fmla="+- 0 2694 2370"/>
                              <a:gd name="T9" fmla="*/ T8 w 324"/>
                              <a:gd name="T10" fmla="+- 0 37 37"/>
                              <a:gd name="T11" fmla="*/ 37 h 324"/>
                              <a:gd name="T12" fmla="+- 0 2370 2370"/>
                              <a:gd name="T13" fmla="*/ T12 w 324"/>
                              <a:gd name="T14" fmla="+- 0 37 37"/>
                              <a:gd name="T15" fmla="*/ 37 h 324"/>
                              <a:gd name="T16" fmla="+- 0 2370 2370"/>
                              <a:gd name="T17" fmla="*/ T16 w 324"/>
                              <a:gd name="T18" fmla="+- 0 361 37"/>
                              <a:gd name="T19" fmla="*/ 361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67BF2B" id="Group 282" o:spid="_x0000_s1026" style="position:absolute;margin-left:60pt;margin-top:1.75pt;width:16.2pt;height:16.2pt;z-index:-251633664;mso-position-horizontal-relative:margin" coordorigin="2370,37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">
                <v:shape id="Freeform 87" o:spid="_x0000_s1027" style="position:absolute;left:2370;top:37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" path="m,324r324,l324,,,,,324xe" filled="f" strokeweight=".357mm">
                  <v:path arrowok="t" o:connecttype="custom" o:connectlocs="0,361;324,361;324,37;0,37;0,361" o:connectangles="0,0,0,0,0"/>
                </v:shape>
                <w10:wrap anchorx="margin"/>
              </v:group>
            </w:pict>
          </mc:Fallback>
        </mc:AlternateContent>
      </w:r>
      <w:r w:rsidR="00A26219">
        <w:rPr>
          <w:rFonts w:ascii="Arial" w:eastAsia="Arial" w:hAnsi="Arial" w:cs="Arial"/>
          <w:sz w:val="36"/>
          <w:szCs w:val="36"/>
        </w:rPr>
        <w:t>Divorced</w:t>
      </w:r>
      <w:r w:rsidR="00A26219">
        <w:rPr>
          <w:rFonts w:ascii="Arial" w:eastAsia="Arial" w:hAnsi="Arial" w:cs="Arial"/>
          <w:spacing w:val="30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w w:val="102"/>
          <w:sz w:val="36"/>
          <w:szCs w:val="36"/>
        </w:rPr>
        <w:t>since</w:t>
      </w:r>
    </w:p>
    <w:p w14:paraId="2F31B936" w14:textId="77777777" w:rsidR="00A26219" w:rsidRDefault="004A22A4" w:rsidP="001541AB">
      <w:pPr>
        <w:rPr>
          <w:sz w:val="15"/>
          <w:szCs w:val="15"/>
        </w:rPr>
      </w:pPr>
      <w:r>
        <w:rPr>
          <w:rFonts w:ascii="Arial" w:eastAsia="Arial" w:hAnsi="Arial" w:cs="Arial"/>
          <w:w w:val="102"/>
          <w:sz w:val="28"/>
          <w:szCs w:val="28"/>
        </w:rPr>
        <w:t xml:space="preserve"> </w:t>
      </w:r>
    </w:p>
    <w:p w14:paraId="219B1E72" w14:textId="77777777" w:rsidR="00E03276" w:rsidRDefault="00A26219" w:rsidP="00E03276">
      <w:pPr>
        <w:ind w:left="1270"/>
        <w:rPr>
          <w:rFonts w:ascii="Arial" w:eastAsia="Arial" w:hAnsi="Arial" w:cs="Arial"/>
          <w:sz w:val="36"/>
          <w:szCs w:val="36"/>
        </w:rPr>
        <w:sectPr w:rsidR="00E03276" w:rsidSect="000805DE">
          <w:type w:val="continuous"/>
          <w:pgSz w:w="24480" w:h="15840" w:orient="landscape"/>
          <w:pgMar w:top="1440" w:right="1440" w:bottom="1440" w:left="1440" w:header="720" w:footer="720" w:gutter="0"/>
          <w:cols w:space="720"/>
        </w:sectPr>
      </w:pPr>
      <w:r>
        <w:rPr>
          <w:rFonts w:ascii="Arial" w:eastAsia="Arial" w:hAnsi="Arial" w:cs="Arial"/>
          <w:b/>
          <w:sz w:val="36"/>
          <w:szCs w:val="36"/>
        </w:rPr>
        <w:t>Note:</w:t>
      </w:r>
      <w:r>
        <w:rPr>
          <w:rFonts w:ascii="Arial" w:eastAsia="Arial" w:hAnsi="Arial" w:cs="Arial"/>
          <w:b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</w:t>
      </w:r>
      <w:r>
        <w:rPr>
          <w:rFonts w:ascii="Arial" w:eastAsia="Arial" w:hAnsi="Arial" w:cs="Arial"/>
          <w:spacing w:val="-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divorce</w:t>
      </w:r>
      <w:r>
        <w:rPr>
          <w:rFonts w:ascii="Arial" w:eastAsia="Arial" w:hAnsi="Arial" w:cs="Arial"/>
          <w:spacing w:val="3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decree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stating</w:t>
      </w:r>
      <w:r>
        <w:rPr>
          <w:rFonts w:ascii="Arial" w:eastAsia="Arial" w:hAnsi="Arial" w:cs="Arial"/>
          <w:spacing w:val="3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that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former</w:t>
      </w:r>
      <w:r>
        <w:rPr>
          <w:rFonts w:ascii="Arial" w:eastAsia="Arial" w:hAnsi="Arial" w:cs="Arial"/>
          <w:spacing w:val="2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spouse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must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pay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all</w:t>
      </w:r>
      <w:r>
        <w:rPr>
          <w:rFonts w:ascii="Arial" w:eastAsia="Arial" w:hAnsi="Arial" w:cs="Arial"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taxes</w:t>
      </w:r>
      <w:r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does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not</w:t>
      </w:r>
      <w:r>
        <w:rPr>
          <w:rFonts w:ascii="Arial" w:eastAsia="Arial" w:hAnsi="Arial" w:cs="Arial"/>
          <w:spacing w:val="2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necessarily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mean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qualify</w:t>
      </w:r>
      <w:r>
        <w:rPr>
          <w:rFonts w:ascii="Arial" w:eastAsia="Arial" w:hAnsi="Arial" w:cs="Arial"/>
          <w:spacing w:val="2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for</w:t>
      </w:r>
      <w:r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relie</w:t>
      </w:r>
      <w:r w:rsidR="00AA1B1F">
        <w:rPr>
          <w:rFonts w:ascii="Arial" w:eastAsia="Arial" w:hAnsi="Arial" w:cs="Arial"/>
          <w:sz w:val="36"/>
          <w:szCs w:val="36"/>
        </w:rPr>
        <w:t>f</w:t>
      </w:r>
    </w:p>
    <w:p w14:paraId="56EBAD04" w14:textId="77777777" w:rsidR="00E03276" w:rsidRDefault="00E03276" w:rsidP="00E03276">
      <w:pPr>
        <w:spacing w:before="20"/>
        <w:ind w:left="792" w:hanging="792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 xml:space="preserve">8    </w:t>
      </w:r>
      <w:r>
        <w:rPr>
          <w:rFonts w:ascii="Arial" w:eastAsia="Arial" w:hAnsi="Arial" w:cs="Arial"/>
          <w:b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What</w:t>
      </w:r>
      <w:r>
        <w:rPr>
          <w:rFonts w:ascii="Arial" w:eastAsia="Arial" w:hAnsi="Arial" w:cs="Arial"/>
          <w:b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was</w:t>
      </w:r>
      <w:r>
        <w:rPr>
          <w:rFonts w:ascii="Arial" w:eastAsia="Arial" w:hAnsi="Arial" w:cs="Arial"/>
          <w:b/>
          <w:spacing w:val="2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the</w:t>
      </w:r>
      <w:r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highest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level</w:t>
      </w:r>
      <w:r>
        <w:rPr>
          <w:rFonts w:ascii="Arial" w:eastAsia="Arial" w:hAnsi="Arial" w:cs="Arial"/>
          <w:b/>
          <w:spacing w:val="-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of</w:t>
      </w:r>
      <w:r>
        <w:rPr>
          <w:rFonts w:ascii="Arial" w:eastAsia="Arial" w:hAnsi="Arial" w:cs="Arial"/>
          <w:b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education</w:t>
      </w:r>
      <w:r>
        <w:rPr>
          <w:rFonts w:ascii="Arial" w:eastAsia="Arial" w:hAnsi="Arial" w:cs="Arial"/>
          <w:b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you</w:t>
      </w:r>
      <w:r>
        <w:rPr>
          <w:rFonts w:ascii="Arial" w:eastAsia="Arial" w:hAnsi="Arial" w:cs="Arial"/>
          <w:b/>
          <w:spacing w:val="-1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had</w:t>
      </w:r>
      <w:r>
        <w:rPr>
          <w:rFonts w:ascii="Arial" w:eastAsia="Arial" w:hAnsi="Arial" w:cs="Arial"/>
          <w:b/>
          <w:spacing w:val="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completed</w:t>
      </w:r>
      <w:r>
        <w:rPr>
          <w:rFonts w:ascii="Arial" w:eastAsia="Arial" w:hAnsi="Arial" w:cs="Arial"/>
          <w:b/>
          <w:spacing w:val="3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when</w:t>
      </w:r>
      <w:r>
        <w:rPr>
          <w:rFonts w:ascii="Arial" w:eastAsia="Arial" w:hAnsi="Arial" w:cs="Arial"/>
          <w:b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the</w:t>
      </w:r>
      <w:r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return</w:t>
      </w:r>
      <w:r>
        <w:rPr>
          <w:rFonts w:ascii="Arial" w:eastAsia="Arial" w:hAnsi="Arial" w:cs="Arial"/>
          <w:b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or</w:t>
      </w:r>
      <w:r>
        <w:rPr>
          <w:rFonts w:ascii="Arial" w:eastAsia="Arial" w:hAnsi="Arial" w:cs="Arial"/>
          <w:b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returns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were</w:t>
      </w:r>
      <w:r>
        <w:rPr>
          <w:rFonts w:ascii="Arial" w:eastAsia="Arial" w:hAnsi="Arial" w:cs="Arial"/>
          <w:b/>
          <w:spacing w:val="35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filed?</w:t>
      </w:r>
      <w:r>
        <w:rPr>
          <w:rFonts w:ascii="Arial" w:eastAsia="Arial" w:hAnsi="Arial" w:cs="Arial"/>
          <w:b/>
          <w:spacing w:val="-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answers</w:t>
      </w:r>
      <w:r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are</w:t>
      </w:r>
      <w:r>
        <w:rPr>
          <w:rFonts w:ascii="Arial" w:eastAsia="Arial" w:hAnsi="Arial" w:cs="Arial"/>
          <w:spacing w:val="-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w w:val="101"/>
          <w:sz w:val="36"/>
          <w:szCs w:val="36"/>
        </w:rPr>
        <w:t>not</w:t>
      </w:r>
      <w:r>
        <w:rPr>
          <w:rFonts w:ascii="Arial" w:eastAsia="Arial" w:hAnsi="Arial" w:cs="Arial"/>
          <w:sz w:val="36"/>
          <w:szCs w:val="36"/>
        </w:rPr>
        <w:t xml:space="preserve">     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same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for</w:t>
      </w:r>
      <w:r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all</w:t>
      </w:r>
      <w:r>
        <w:rPr>
          <w:rFonts w:ascii="Arial" w:eastAsia="Arial" w:hAnsi="Arial" w:cs="Arial"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tax</w:t>
      </w:r>
      <w:r>
        <w:rPr>
          <w:rFonts w:ascii="Arial" w:eastAsia="Arial" w:hAnsi="Arial" w:cs="Arial"/>
          <w:spacing w:val="2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years,</w:t>
      </w:r>
      <w:r>
        <w:rPr>
          <w:rFonts w:ascii="Arial" w:eastAsia="Arial" w:hAnsi="Arial" w:cs="Arial"/>
          <w:spacing w:val="-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explain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w w:val="103"/>
          <w:sz w:val="36"/>
          <w:szCs w:val="36"/>
        </w:rPr>
        <w:t>below.</w:t>
      </w:r>
    </w:p>
    <w:p w14:paraId="2A5955BC" w14:textId="77777777" w:rsidR="00E03276" w:rsidRDefault="00E03276" w:rsidP="00E03276">
      <w:pPr>
        <w:ind w:left="1673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35392" behindDoc="1" locked="0" layoutInCell="1" allowOverlap="1" wp14:anchorId="67E8E693" wp14:editId="6CE27742">
                <wp:simplePos x="0" y="0"/>
                <wp:positionH relativeFrom="page">
                  <wp:posOffset>1504950</wp:posOffset>
                </wp:positionH>
                <wp:positionV relativeFrom="paragraph">
                  <wp:posOffset>23495</wp:posOffset>
                </wp:positionV>
                <wp:extent cx="205740" cy="205740"/>
                <wp:effectExtent l="9525" t="14605" r="13335" b="8255"/>
                <wp:wrapNone/>
                <wp:docPr id="274" name="Group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2370" y="37"/>
                          <a:chExt cx="324" cy="324"/>
                        </a:xfrm>
                      </wpg:grpSpPr>
                      <wps:wsp>
                        <wps:cNvPr id="275" name="Freeform 91"/>
                        <wps:cNvSpPr>
                          <a:spLocks/>
                        </wps:cNvSpPr>
                        <wps:spPr bwMode="auto">
                          <a:xfrm>
                            <a:off x="2370" y="37"/>
                            <a:ext cx="324" cy="324"/>
                          </a:xfrm>
                          <a:custGeom>
                            <a:avLst/>
                            <a:gdLst>
                              <a:gd name="T0" fmla="+- 0 2370 2370"/>
                              <a:gd name="T1" fmla="*/ T0 w 324"/>
                              <a:gd name="T2" fmla="+- 0 361 37"/>
                              <a:gd name="T3" fmla="*/ 361 h 324"/>
                              <a:gd name="T4" fmla="+- 0 2694 2370"/>
                              <a:gd name="T5" fmla="*/ T4 w 324"/>
                              <a:gd name="T6" fmla="+- 0 361 37"/>
                              <a:gd name="T7" fmla="*/ 361 h 324"/>
                              <a:gd name="T8" fmla="+- 0 2694 2370"/>
                              <a:gd name="T9" fmla="*/ T8 w 324"/>
                              <a:gd name="T10" fmla="+- 0 37 37"/>
                              <a:gd name="T11" fmla="*/ 37 h 324"/>
                              <a:gd name="T12" fmla="+- 0 2370 2370"/>
                              <a:gd name="T13" fmla="*/ T12 w 324"/>
                              <a:gd name="T14" fmla="+- 0 37 37"/>
                              <a:gd name="T15" fmla="*/ 37 h 324"/>
                              <a:gd name="T16" fmla="+- 0 2370 2370"/>
                              <a:gd name="T17" fmla="*/ T16 w 324"/>
                              <a:gd name="T18" fmla="+- 0 361 37"/>
                              <a:gd name="T19" fmla="*/ 361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ACFF4F" id="Group 274" o:spid="_x0000_s1026" style="position:absolute;margin-left:118.5pt;margin-top:1.85pt;width:16.2pt;height:16.2pt;z-index:-251481088;mso-position-horizontal-relative:page" coordorigin="2370,37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">
                <v:shape id="Freeform 91" o:spid="_x0000_s1027" style="position:absolute;left:2370;top:37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" path="m,324r324,l324,,,,,324xe" filled="f" strokeweight=".357mm">
                  <v:path arrowok="t" o:connecttype="custom" o:connectlocs="0,361;324,361;324,37;0,37;0,361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z w:val="36"/>
          <w:szCs w:val="36"/>
        </w:rPr>
        <w:t>Did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not</w:t>
      </w:r>
      <w:r>
        <w:rPr>
          <w:rFonts w:ascii="Arial" w:eastAsia="Arial" w:hAnsi="Arial" w:cs="Arial"/>
          <w:spacing w:val="2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complete</w:t>
      </w:r>
      <w:r>
        <w:rPr>
          <w:rFonts w:ascii="Arial" w:eastAsia="Arial" w:hAnsi="Arial" w:cs="Arial"/>
          <w:spacing w:val="6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high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w w:val="103"/>
          <w:sz w:val="36"/>
          <w:szCs w:val="36"/>
        </w:rPr>
        <w:t>school</w:t>
      </w:r>
    </w:p>
    <w:p w14:paraId="403ADAA0" w14:textId="77777777" w:rsidR="00E03276" w:rsidRDefault="00E03276" w:rsidP="00E03276">
      <w:pPr>
        <w:spacing w:before="72"/>
        <w:ind w:left="1673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36416" behindDoc="1" locked="0" layoutInCell="1" allowOverlap="1" wp14:anchorId="4706015B" wp14:editId="4C6EECEE">
                <wp:simplePos x="0" y="0"/>
                <wp:positionH relativeFrom="page">
                  <wp:posOffset>1504950</wp:posOffset>
                </wp:positionH>
                <wp:positionV relativeFrom="paragraph">
                  <wp:posOffset>69215</wp:posOffset>
                </wp:positionV>
                <wp:extent cx="205740" cy="205740"/>
                <wp:effectExtent l="9525" t="8890" r="13335" b="13970"/>
                <wp:wrapNone/>
                <wp:docPr id="272" name="Group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2370" y="109"/>
                          <a:chExt cx="324" cy="324"/>
                        </a:xfrm>
                      </wpg:grpSpPr>
                      <wps:wsp>
                        <wps:cNvPr id="273" name="Freeform 93"/>
                        <wps:cNvSpPr>
                          <a:spLocks/>
                        </wps:cNvSpPr>
                        <wps:spPr bwMode="auto">
                          <a:xfrm>
                            <a:off x="2370" y="109"/>
                            <a:ext cx="324" cy="324"/>
                          </a:xfrm>
                          <a:custGeom>
                            <a:avLst/>
                            <a:gdLst>
                              <a:gd name="T0" fmla="+- 0 2370 2370"/>
                              <a:gd name="T1" fmla="*/ T0 w 324"/>
                              <a:gd name="T2" fmla="+- 0 433 109"/>
                              <a:gd name="T3" fmla="*/ 433 h 324"/>
                              <a:gd name="T4" fmla="+- 0 2694 2370"/>
                              <a:gd name="T5" fmla="*/ T4 w 324"/>
                              <a:gd name="T6" fmla="+- 0 433 109"/>
                              <a:gd name="T7" fmla="*/ 433 h 324"/>
                              <a:gd name="T8" fmla="+- 0 2694 2370"/>
                              <a:gd name="T9" fmla="*/ T8 w 324"/>
                              <a:gd name="T10" fmla="+- 0 109 109"/>
                              <a:gd name="T11" fmla="*/ 109 h 324"/>
                              <a:gd name="T12" fmla="+- 0 2370 2370"/>
                              <a:gd name="T13" fmla="*/ T12 w 324"/>
                              <a:gd name="T14" fmla="+- 0 109 109"/>
                              <a:gd name="T15" fmla="*/ 109 h 324"/>
                              <a:gd name="T16" fmla="+- 0 2370 2370"/>
                              <a:gd name="T17" fmla="*/ T16 w 324"/>
                              <a:gd name="T18" fmla="+- 0 433 109"/>
                              <a:gd name="T19" fmla="*/ 433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C6AE42" id="Group 272" o:spid="_x0000_s1026" style="position:absolute;margin-left:118.5pt;margin-top:5.45pt;width:16.2pt;height:16.2pt;z-index:-251480064;mso-position-horizontal-relative:page" coordorigin="2370,109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">
                <v:shape id="Freeform 93" o:spid="_x0000_s1027" style="position:absolute;left:2370;top:109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" path="m,324r324,l324,,,,,324xe" filled="f" strokeweight=".357mm">
                  <v:path arrowok="t" o:connecttype="custom" o:connectlocs="0,433;324,433;324,109;0,109;0,433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z w:val="36"/>
          <w:szCs w:val="36"/>
        </w:rPr>
        <w:t>High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school</w:t>
      </w:r>
      <w:r>
        <w:rPr>
          <w:rFonts w:ascii="Arial" w:eastAsia="Arial" w:hAnsi="Arial" w:cs="Arial"/>
          <w:spacing w:val="3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diploma</w:t>
      </w:r>
      <w:r>
        <w:rPr>
          <w:rFonts w:ascii="Arial" w:eastAsia="Arial" w:hAnsi="Arial" w:cs="Arial"/>
          <w:spacing w:val="4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w w:val="101"/>
          <w:sz w:val="36"/>
          <w:szCs w:val="36"/>
        </w:rPr>
        <w:t>equivalent</w:t>
      </w:r>
    </w:p>
    <w:p w14:paraId="2CE1F0FC" w14:textId="77777777" w:rsidR="00E03276" w:rsidRDefault="00E03276" w:rsidP="00E03276">
      <w:pPr>
        <w:spacing w:before="72"/>
        <w:ind w:left="1673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37440" behindDoc="1" locked="0" layoutInCell="1" allowOverlap="1" wp14:anchorId="56843D60" wp14:editId="2A3380B1">
                <wp:simplePos x="0" y="0"/>
                <wp:positionH relativeFrom="page">
                  <wp:posOffset>1504950</wp:posOffset>
                </wp:positionH>
                <wp:positionV relativeFrom="paragraph">
                  <wp:posOffset>69215</wp:posOffset>
                </wp:positionV>
                <wp:extent cx="205740" cy="205740"/>
                <wp:effectExtent l="9525" t="12700" r="13335" b="10160"/>
                <wp:wrapNone/>
                <wp:docPr id="270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2370" y="109"/>
                          <a:chExt cx="324" cy="324"/>
                        </a:xfrm>
                      </wpg:grpSpPr>
                      <wps:wsp>
                        <wps:cNvPr id="271" name="Freeform 95"/>
                        <wps:cNvSpPr>
                          <a:spLocks/>
                        </wps:cNvSpPr>
                        <wps:spPr bwMode="auto">
                          <a:xfrm>
                            <a:off x="2370" y="109"/>
                            <a:ext cx="324" cy="324"/>
                          </a:xfrm>
                          <a:custGeom>
                            <a:avLst/>
                            <a:gdLst>
                              <a:gd name="T0" fmla="+- 0 2370 2370"/>
                              <a:gd name="T1" fmla="*/ T0 w 324"/>
                              <a:gd name="T2" fmla="+- 0 433 109"/>
                              <a:gd name="T3" fmla="*/ 433 h 324"/>
                              <a:gd name="T4" fmla="+- 0 2694 2370"/>
                              <a:gd name="T5" fmla="*/ T4 w 324"/>
                              <a:gd name="T6" fmla="+- 0 433 109"/>
                              <a:gd name="T7" fmla="*/ 433 h 324"/>
                              <a:gd name="T8" fmla="+- 0 2694 2370"/>
                              <a:gd name="T9" fmla="*/ T8 w 324"/>
                              <a:gd name="T10" fmla="+- 0 109 109"/>
                              <a:gd name="T11" fmla="*/ 109 h 324"/>
                              <a:gd name="T12" fmla="+- 0 2370 2370"/>
                              <a:gd name="T13" fmla="*/ T12 w 324"/>
                              <a:gd name="T14" fmla="+- 0 109 109"/>
                              <a:gd name="T15" fmla="*/ 109 h 324"/>
                              <a:gd name="T16" fmla="+- 0 2370 2370"/>
                              <a:gd name="T17" fmla="*/ T16 w 324"/>
                              <a:gd name="T18" fmla="+- 0 433 109"/>
                              <a:gd name="T19" fmla="*/ 433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730311" id="Group 270" o:spid="_x0000_s1026" style="position:absolute;margin-left:118.5pt;margin-top:5.45pt;width:16.2pt;height:16.2pt;z-index:-251479040;mso-position-horizontal-relative:page" coordorigin="2370,109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">
                <v:shape id="Freeform 95" o:spid="_x0000_s1027" style="position:absolute;left:2370;top:109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" path="m,324r324,l324,,,,,324xe" filled="f" strokeweight=".357mm">
                  <v:path arrowok="t" o:connecttype="custom" o:connectlocs="0,433;324,433;324,109;0,109;0,433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z w:val="36"/>
          <w:szCs w:val="36"/>
        </w:rPr>
        <w:t>Some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>college</w:t>
      </w:r>
    </w:p>
    <w:p w14:paraId="72E6CA9C" w14:textId="77777777" w:rsidR="00E03276" w:rsidRDefault="00E03276" w:rsidP="00E03276">
      <w:pPr>
        <w:spacing w:before="72"/>
        <w:ind w:left="1673"/>
        <w:rPr>
          <w:rFonts w:ascii="Cambria" w:eastAsia="Cambria" w:hAnsi="Cambria" w:cs="Cambria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39488" behindDoc="1" locked="0" layoutInCell="1" allowOverlap="1" wp14:anchorId="14DCC099" wp14:editId="73D56D31">
                <wp:simplePos x="0" y="0"/>
                <wp:positionH relativeFrom="margin">
                  <wp:align>right</wp:align>
                </wp:positionH>
                <wp:positionV relativeFrom="paragraph">
                  <wp:posOffset>237490</wp:posOffset>
                </wp:positionV>
                <wp:extent cx="7049135" cy="0"/>
                <wp:effectExtent l="0" t="0" r="0" b="0"/>
                <wp:wrapNone/>
                <wp:docPr id="266" name="Group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49135" cy="0"/>
                          <a:chOff x="11982" y="514"/>
                          <a:chExt cx="11101" cy="0"/>
                        </a:xfrm>
                      </wpg:grpSpPr>
                      <wps:wsp>
                        <wps:cNvPr id="267" name="Freeform 99"/>
                        <wps:cNvSpPr>
                          <a:spLocks/>
                        </wps:cNvSpPr>
                        <wps:spPr bwMode="auto">
                          <a:xfrm>
                            <a:off x="11982" y="514"/>
                            <a:ext cx="11101" cy="0"/>
                          </a:xfrm>
                          <a:custGeom>
                            <a:avLst/>
                            <a:gdLst>
                              <a:gd name="T0" fmla="+- 0 11982 11982"/>
                              <a:gd name="T1" fmla="*/ T0 w 11101"/>
                              <a:gd name="T2" fmla="+- 0 23083 11982"/>
                              <a:gd name="T3" fmla="*/ T2 w 111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101">
                                <a:moveTo>
                                  <a:pt x="0" y="0"/>
                                </a:moveTo>
                                <a:lnTo>
                                  <a:pt x="11101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F1020E" id="Group 266" o:spid="_x0000_s1026" style="position:absolute;margin-left:503.85pt;margin-top:18.7pt;width:555.05pt;height:0;z-index:-251476992;mso-position-horizontal:right;mso-position-horizontal-relative:margin" coordorigin="11982,514" coordsize="1110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">
                <v:shape id="Freeform 99" o:spid="_x0000_s1027" style="position:absolute;left:11982;top:514;width:11101;height:0;visibility:visible;mso-wrap-style:square;v-text-anchor:top" coordsize="111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" path="m,l11101,e" filled="f" strokeweight=".357mm">
                  <v:stroke dashstyle="dash"/>
                  <v:path arrowok="t" o:connecttype="custom" o:connectlocs="0,0;11101,0" o:connectangles="0,0"/>
                </v:shape>
                <w10:wrap anchorx="margin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38464" behindDoc="1" locked="0" layoutInCell="1" allowOverlap="1" wp14:anchorId="5DCAF92B" wp14:editId="4EC5D6F0">
                <wp:simplePos x="0" y="0"/>
                <wp:positionH relativeFrom="page">
                  <wp:posOffset>1504950</wp:posOffset>
                </wp:positionH>
                <wp:positionV relativeFrom="paragraph">
                  <wp:posOffset>69215</wp:posOffset>
                </wp:positionV>
                <wp:extent cx="205740" cy="205740"/>
                <wp:effectExtent l="9525" t="6985" r="13335" b="15875"/>
                <wp:wrapNone/>
                <wp:docPr id="268" name="Group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2370" y="109"/>
                          <a:chExt cx="324" cy="324"/>
                        </a:xfrm>
                      </wpg:grpSpPr>
                      <wps:wsp>
                        <wps:cNvPr id="269" name="Freeform 97"/>
                        <wps:cNvSpPr>
                          <a:spLocks/>
                        </wps:cNvSpPr>
                        <wps:spPr bwMode="auto">
                          <a:xfrm>
                            <a:off x="2370" y="109"/>
                            <a:ext cx="324" cy="324"/>
                          </a:xfrm>
                          <a:custGeom>
                            <a:avLst/>
                            <a:gdLst>
                              <a:gd name="T0" fmla="+- 0 2370 2370"/>
                              <a:gd name="T1" fmla="*/ T0 w 324"/>
                              <a:gd name="T2" fmla="+- 0 433 109"/>
                              <a:gd name="T3" fmla="*/ 433 h 324"/>
                              <a:gd name="T4" fmla="+- 0 2694 2370"/>
                              <a:gd name="T5" fmla="*/ T4 w 324"/>
                              <a:gd name="T6" fmla="+- 0 433 109"/>
                              <a:gd name="T7" fmla="*/ 433 h 324"/>
                              <a:gd name="T8" fmla="+- 0 2694 2370"/>
                              <a:gd name="T9" fmla="*/ T8 w 324"/>
                              <a:gd name="T10" fmla="+- 0 109 109"/>
                              <a:gd name="T11" fmla="*/ 109 h 324"/>
                              <a:gd name="T12" fmla="+- 0 2370 2370"/>
                              <a:gd name="T13" fmla="*/ T12 w 324"/>
                              <a:gd name="T14" fmla="+- 0 109 109"/>
                              <a:gd name="T15" fmla="*/ 109 h 324"/>
                              <a:gd name="T16" fmla="+- 0 2370 2370"/>
                              <a:gd name="T17" fmla="*/ T16 w 324"/>
                              <a:gd name="T18" fmla="+- 0 433 109"/>
                              <a:gd name="T19" fmla="*/ 433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75369F" id="Group 268" o:spid="_x0000_s1026" style="position:absolute;margin-left:118.5pt;margin-top:5.45pt;width:16.2pt;height:16.2pt;z-index:-251478016;mso-position-horizontal-relative:page" coordorigin="2370,109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">
                <v:shape id="Freeform 97" o:spid="_x0000_s1027" style="position:absolute;left:2370;top:109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" path="m,324r324,l324,,,,,324xe" filled="f" strokeweight=".357mm">
                  <v:path arrowok="t" o:connecttype="custom" o:connectlocs="0,433;324,433;324,109;0,109;0,433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z w:val="36"/>
          <w:szCs w:val="36"/>
        </w:rPr>
        <w:t>College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degree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higher.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List</w:t>
      </w:r>
      <w:r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any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degrees</w:t>
      </w:r>
      <w:r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have</w:t>
      </w:r>
      <w:r>
        <w:rPr>
          <w:rFonts w:ascii="Arial" w:eastAsia="Arial" w:hAnsi="Arial" w:cs="Arial"/>
          <w:spacing w:val="-12"/>
          <w:sz w:val="36"/>
          <w:szCs w:val="36"/>
        </w:rPr>
        <w:t xml:space="preserve"> </w:t>
      </w:r>
      <w:r>
        <w:rPr>
          <w:rFonts w:ascii="Cambria" w:eastAsia="Cambria" w:hAnsi="Cambria" w:cs="Cambria"/>
          <w:w w:val="121"/>
          <w:position w:val="6"/>
          <w:sz w:val="26"/>
          <w:szCs w:val="26"/>
        </w:rPr>
        <w:t>▶</w:t>
      </w:r>
    </w:p>
    <w:p w14:paraId="1AF7C56D" w14:textId="77777777" w:rsidR="00E03276" w:rsidRDefault="00E03276" w:rsidP="00E03276">
      <w:pPr>
        <w:spacing w:before="72" w:line="400" w:lineRule="exact"/>
        <w:ind w:left="720"/>
        <w:rPr>
          <w:rFonts w:ascii="Cambria" w:eastAsia="Cambria" w:hAnsi="Cambria" w:cs="Cambria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40512" behindDoc="1" locked="0" layoutInCell="1" allowOverlap="1" wp14:anchorId="16D399BE" wp14:editId="4EBDDEB8">
                <wp:simplePos x="0" y="0"/>
                <wp:positionH relativeFrom="page">
                  <wp:posOffset>8870950</wp:posOffset>
                </wp:positionH>
                <wp:positionV relativeFrom="paragraph">
                  <wp:posOffset>262890</wp:posOffset>
                </wp:positionV>
                <wp:extent cx="5753100" cy="0"/>
                <wp:effectExtent l="8255" t="10795" r="10795" b="8255"/>
                <wp:wrapNone/>
                <wp:docPr id="264" name="Group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3100" cy="0"/>
                          <a:chOff x="14023" y="514"/>
                          <a:chExt cx="9060" cy="0"/>
                        </a:xfrm>
                      </wpg:grpSpPr>
                      <wps:wsp>
                        <wps:cNvPr id="265" name="Freeform 101"/>
                        <wps:cNvSpPr>
                          <a:spLocks/>
                        </wps:cNvSpPr>
                        <wps:spPr bwMode="auto">
                          <a:xfrm>
                            <a:off x="14023" y="514"/>
                            <a:ext cx="9060" cy="0"/>
                          </a:xfrm>
                          <a:custGeom>
                            <a:avLst/>
                            <a:gdLst>
                              <a:gd name="T0" fmla="+- 0 14023 14023"/>
                              <a:gd name="T1" fmla="*/ T0 w 9060"/>
                              <a:gd name="T2" fmla="+- 0 23083 14023"/>
                              <a:gd name="T3" fmla="*/ T2 w 90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60">
                                <a:moveTo>
                                  <a:pt x="0" y="0"/>
                                </a:moveTo>
                                <a:lnTo>
                                  <a:pt x="9060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215267" id="Group 264" o:spid="_x0000_s1026" style="position:absolute;margin-left:698.5pt;margin-top:20.7pt;width:453pt;height:0;z-index:-251475968;mso-position-horizontal-relative:page" coordorigin="14023,514" coordsize="90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">
                <v:shape id="Freeform 101" o:spid="_x0000_s1027" style="position:absolute;left:14023;top:514;width:9060;height:0;visibility:visible;mso-wrap-style:square;v-text-anchor:top" coordsize="90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" path="m,l9060,e" filled="f" strokeweight=".357mm">
                  <v:stroke dashstyle="dash"/>
                  <v:path arrowok="t" o:connecttype="custom" o:connectlocs="0,0;9060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position w:val="-1"/>
          <w:sz w:val="36"/>
          <w:szCs w:val="36"/>
        </w:rPr>
        <w:t>List</w:t>
      </w:r>
      <w:r>
        <w:rPr>
          <w:rFonts w:ascii="Arial" w:eastAsia="Arial" w:hAnsi="Arial" w:cs="Arial"/>
          <w:spacing w:val="19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any</w:t>
      </w:r>
      <w:r>
        <w:rPr>
          <w:rFonts w:ascii="Arial" w:eastAsia="Arial" w:hAnsi="Arial" w:cs="Arial"/>
          <w:spacing w:val="2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college-level</w:t>
      </w:r>
      <w:r>
        <w:rPr>
          <w:rFonts w:ascii="Arial" w:eastAsia="Arial" w:hAnsi="Arial" w:cs="Arial"/>
          <w:spacing w:val="42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business</w:t>
      </w:r>
      <w:r>
        <w:rPr>
          <w:rFonts w:ascii="Arial" w:eastAsia="Arial" w:hAnsi="Arial" w:cs="Arial"/>
          <w:spacing w:val="16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or</w:t>
      </w:r>
      <w:r>
        <w:rPr>
          <w:rFonts w:ascii="Arial" w:eastAsia="Arial" w:hAnsi="Arial" w:cs="Arial"/>
          <w:spacing w:val="12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tax-related</w:t>
      </w:r>
      <w:r>
        <w:rPr>
          <w:rFonts w:ascii="Arial" w:eastAsia="Arial" w:hAnsi="Arial" w:cs="Arial"/>
          <w:spacing w:val="53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courses</w:t>
      </w:r>
      <w:r>
        <w:rPr>
          <w:rFonts w:ascii="Arial" w:eastAsia="Arial" w:hAnsi="Arial" w:cs="Arial"/>
          <w:spacing w:val="27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you</w:t>
      </w:r>
      <w:r>
        <w:rPr>
          <w:rFonts w:ascii="Arial" w:eastAsia="Arial" w:hAnsi="Arial" w:cs="Arial"/>
          <w:spacing w:val="14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completed</w:t>
      </w:r>
      <w:r>
        <w:rPr>
          <w:rFonts w:ascii="Arial" w:eastAsia="Arial" w:hAnsi="Arial" w:cs="Arial"/>
          <w:spacing w:val="62"/>
          <w:position w:val="-1"/>
          <w:sz w:val="36"/>
          <w:szCs w:val="36"/>
        </w:rPr>
        <w:t xml:space="preserve"> </w:t>
      </w:r>
      <w:r>
        <w:rPr>
          <w:rFonts w:ascii="Cambria" w:eastAsia="Cambria" w:hAnsi="Cambria" w:cs="Cambria"/>
          <w:w w:val="121"/>
          <w:position w:val="5"/>
          <w:sz w:val="26"/>
          <w:szCs w:val="26"/>
        </w:rPr>
        <w:t>▶</w:t>
      </w:r>
    </w:p>
    <w:p w14:paraId="2E5D98BA" w14:textId="77777777" w:rsidR="00E03276" w:rsidRDefault="00E03276" w:rsidP="00E03276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41536" behindDoc="1" locked="0" layoutInCell="1" allowOverlap="1" wp14:anchorId="65162ABC" wp14:editId="1E724BBC">
                <wp:simplePos x="0" y="0"/>
                <wp:positionH relativeFrom="margin">
                  <wp:align>right</wp:align>
                </wp:positionH>
                <wp:positionV relativeFrom="paragraph">
                  <wp:posOffset>152400</wp:posOffset>
                </wp:positionV>
                <wp:extent cx="13159740" cy="0"/>
                <wp:effectExtent l="0" t="0" r="0" b="0"/>
                <wp:wrapNone/>
                <wp:docPr id="262" name="Group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1000"/>
                          <a:chExt cx="20724" cy="0"/>
                        </a:xfrm>
                      </wpg:grpSpPr>
                      <wps:wsp>
                        <wps:cNvPr id="263" name="Freeform 103"/>
                        <wps:cNvSpPr>
                          <a:spLocks/>
                        </wps:cNvSpPr>
                        <wps:spPr bwMode="auto">
                          <a:xfrm>
                            <a:off x="2359" y="1000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0DA0E6" id="Group 262" o:spid="_x0000_s1026" style="position:absolute;margin-left:985pt;margin-top:12pt;width:1036.2pt;height:0;z-index:-251474944;mso-position-horizontal:right;mso-position-horizontal-relative:margin" coordorigin="2359,1000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">
                <v:shape id="Freeform 103" o:spid="_x0000_s1027" style="position:absolute;left:2359;top:1000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57B8DEE7" w14:textId="77777777" w:rsidR="00E03276" w:rsidRDefault="00E03276" w:rsidP="00E03276">
      <w:pPr>
        <w:spacing w:before="20" w:line="400" w:lineRule="exact"/>
        <w:ind w:firstLine="720"/>
        <w:rPr>
          <w:rFonts w:ascii="Cambria" w:eastAsia="Cambria" w:hAnsi="Cambria" w:cs="Cambria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42560" behindDoc="1" locked="0" layoutInCell="1" allowOverlap="1" wp14:anchorId="21D0322E" wp14:editId="4B21E21B">
                <wp:simplePos x="0" y="0"/>
                <wp:positionH relativeFrom="margin">
                  <wp:align>right</wp:align>
                </wp:positionH>
                <wp:positionV relativeFrom="paragraph">
                  <wp:posOffset>229870</wp:posOffset>
                </wp:positionV>
                <wp:extent cx="12048490" cy="0"/>
                <wp:effectExtent l="0" t="0" r="0" b="0"/>
                <wp:wrapNone/>
                <wp:docPr id="260" name="Group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48490" cy="0"/>
                          <a:chOff x="4109" y="462"/>
                          <a:chExt cx="18974" cy="0"/>
                        </a:xfrm>
                      </wpg:grpSpPr>
                      <wps:wsp>
                        <wps:cNvPr id="261" name="Freeform 105"/>
                        <wps:cNvSpPr>
                          <a:spLocks/>
                        </wps:cNvSpPr>
                        <wps:spPr bwMode="auto">
                          <a:xfrm>
                            <a:off x="4109" y="462"/>
                            <a:ext cx="18974" cy="0"/>
                          </a:xfrm>
                          <a:custGeom>
                            <a:avLst/>
                            <a:gdLst>
                              <a:gd name="T0" fmla="+- 0 4109 4109"/>
                              <a:gd name="T1" fmla="*/ T0 w 18974"/>
                              <a:gd name="T2" fmla="+- 0 23083 4109"/>
                              <a:gd name="T3" fmla="*/ T2 w 189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974">
                                <a:moveTo>
                                  <a:pt x="0" y="0"/>
                                </a:moveTo>
                                <a:lnTo>
                                  <a:pt x="1897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BF2555" id="Group 260" o:spid="_x0000_s1026" style="position:absolute;margin-left:897.5pt;margin-top:18.1pt;width:948.7pt;height:0;z-index:-251473920;mso-position-horizontal:right;mso-position-horizontal-relative:margin" coordorigin="4109,462" coordsize="1897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">
                <v:shape id="Freeform 105" o:spid="_x0000_s1027" style="position:absolute;left:4109;top:462;width:18974;height:0;visibility:visible;mso-wrap-style:square;v-text-anchor:top" coordsize="1897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" path="m,l18974,e" filled="f" strokeweight=".357mm">
                  <v:stroke dashstyle="dash"/>
                  <v:path arrowok="t" o:connecttype="custom" o:connectlocs="0,0;18974,0" o:connectangles="0,0"/>
                </v:shape>
                <w10:wrap anchorx="margin"/>
              </v:group>
            </w:pict>
          </mc:Fallback>
        </mc:AlternateContent>
      </w:r>
      <w:r>
        <w:rPr>
          <w:rFonts w:ascii="Arial" w:eastAsia="Arial" w:hAnsi="Arial" w:cs="Arial"/>
          <w:position w:val="-1"/>
          <w:sz w:val="36"/>
          <w:szCs w:val="36"/>
        </w:rPr>
        <w:t>Explain</w:t>
      </w:r>
      <w:r>
        <w:rPr>
          <w:rFonts w:ascii="Arial" w:eastAsia="Arial" w:hAnsi="Arial" w:cs="Arial"/>
          <w:spacing w:val="-4"/>
          <w:position w:val="-1"/>
          <w:sz w:val="36"/>
          <w:szCs w:val="36"/>
        </w:rPr>
        <w:t xml:space="preserve"> </w:t>
      </w:r>
      <w:r>
        <w:rPr>
          <w:rFonts w:ascii="Cambria" w:eastAsia="Cambria" w:hAnsi="Cambria" w:cs="Cambria"/>
          <w:w w:val="121"/>
          <w:position w:val="5"/>
          <w:sz w:val="26"/>
          <w:szCs w:val="26"/>
        </w:rPr>
        <w:t>▶</w:t>
      </w:r>
    </w:p>
    <w:p w14:paraId="6A4C1AC2" w14:textId="77777777" w:rsidR="00E03276" w:rsidRDefault="00E03276" w:rsidP="00E03276">
      <w:pPr>
        <w:spacing w:before="5" w:line="100" w:lineRule="exact"/>
        <w:rPr>
          <w:sz w:val="11"/>
          <w:szCs w:val="11"/>
        </w:rPr>
      </w:pPr>
      <w:r>
        <w:rPr>
          <w:rFonts w:ascii="Times New Roman" w:eastAsia="Times New Roman" w:hAnsi="Times New Roman" w:cs="Times New Roman"/>
          <w:noProof/>
          <w:szCs w:val="20"/>
        </w:rPr>
        <w:lastRenderedPageBreak/>
        <mc:AlternateContent>
          <mc:Choice Requires="wpg">
            <w:drawing>
              <wp:anchor distT="0" distB="0" distL="114300" distR="114300" simplePos="0" relativeHeight="251843584" behindDoc="1" locked="0" layoutInCell="1" allowOverlap="1" wp14:anchorId="6DEC0604" wp14:editId="12AFA9FD">
                <wp:simplePos x="0" y="0"/>
                <wp:positionH relativeFrom="margin">
                  <wp:align>right</wp:align>
                </wp:positionH>
                <wp:positionV relativeFrom="paragraph">
                  <wp:posOffset>132080</wp:posOffset>
                </wp:positionV>
                <wp:extent cx="13159740" cy="0"/>
                <wp:effectExtent l="0" t="0" r="0" b="0"/>
                <wp:wrapNone/>
                <wp:docPr id="258" name="Group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948"/>
                          <a:chExt cx="20724" cy="0"/>
                        </a:xfrm>
                      </wpg:grpSpPr>
                      <wps:wsp>
                        <wps:cNvPr id="259" name="Freeform 107"/>
                        <wps:cNvSpPr>
                          <a:spLocks/>
                        </wps:cNvSpPr>
                        <wps:spPr bwMode="auto">
                          <a:xfrm>
                            <a:off x="2359" y="948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4F9C47" id="Group 258" o:spid="_x0000_s1026" style="position:absolute;margin-left:985pt;margin-top:10.4pt;width:1036.2pt;height:0;z-index:-251472896;mso-position-horizontal:right;mso-position-horizontal-relative:margin" coordorigin="2359,948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">
                <v:shape id="Freeform 107" o:spid="_x0000_s1027" style="position:absolute;left:2359;top:948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04AB7253" w14:textId="77777777" w:rsidR="00E03276" w:rsidRDefault="00E03276" w:rsidP="00E03276">
      <w:pPr>
        <w:tabs>
          <w:tab w:val="left" w:pos="1080"/>
        </w:tabs>
        <w:spacing w:before="20" w:line="259" w:lineRule="auto"/>
        <w:ind w:left="576" w:right="461" w:hanging="576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9</w:t>
      </w:r>
      <w:r>
        <w:rPr>
          <w:rFonts w:ascii="Arial" w:eastAsia="Arial" w:hAnsi="Arial" w:cs="Arial"/>
          <w:b/>
          <w:spacing w:val="-9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 xml:space="preserve">    When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any</w:t>
      </w:r>
      <w:r>
        <w:rPr>
          <w:rFonts w:ascii="Arial" w:eastAsia="Arial" w:hAnsi="Arial" w:cs="Arial"/>
          <w:b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of</w:t>
      </w:r>
      <w:r>
        <w:rPr>
          <w:rFonts w:ascii="Arial" w:eastAsia="Arial" w:hAnsi="Arial" w:cs="Arial"/>
          <w:b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the</w:t>
      </w:r>
      <w:r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returns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listed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on</w:t>
      </w:r>
      <w:r>
        <w:rPr>
          <w:rFonts w:ascii="Arial" w:eastAsia="Arial" w:hAnsi="Arial" w:cs="Arial"/>
          <w:b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line</w:t>
      </w:r>
      <w:r>
        <w:rPr>
          <w:rFonts w:ascii="Arial" w:eastAsia="Arial" w:hAnsi="Arial" w:cs="Arial"/>
          <w:b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3</w:t>
      </w:r>
      <w:r>
        <w:rPr>
          <w:rFonts w:ascii="Arial" w:eastAsia="Arial" w:hAnsi="Arial" w:cs="Arial"/>
          <w:b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were</w:t>
      </w:r>
      <w:r>
        <w:rPr>
          <w:rFonts w:ascii="Arial" w:eastAsia="Arial" w:hAnsi="Arial" w:cs="Arial"/>
          <w:b/>
          <w:spacing w:val="35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filed,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did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you</w:t>
      </w:r>
      <w:r>
        <w:rPr>
          <w:rFonts w:ascii="Arial" w:eastAsia="Arial" w:hAnsi="Arial" w:cs="Arial"/>
          <w:b/>
          <w:spacing w:val="-1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have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</w:t>
      </w:r>
      <w:r>
        <w:rPr>
          <w:rFonts w:ascii="Arial" w:eastAsia="Arial" w:hAnsi="Arial" w:cs="Arial"/>
          <w:b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mental</w:t>
      </w:r>
      <w:r>
        <w:rPr>
          <w:rFonts w:ascii="Arial" w:eastAsia="Arial" w:hAnsi="Arial" w:cs="Arial"/>
          <w:b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or</w:t>
      </w:r>
      <w:r>
        <w:rPr>
          <w:rFonts w:ascii="Arial" w:eastAsia="Arial" w:hAnsi="Arial" w:cs="Arial"/>
          <w:b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physical</w:t>
      </w:r>
      <w:r>
        <w:rPr>
          <w:rFonts w:ascii="Arial" w:eastAsia="Arial" w:hAnsi="Arial" w:cs="Arial"/>
          <w:b/>
          <w:spacing w:val="-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health</w:t>
      </w:r>
      <w:r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proofErr w:type="gramStart"/>
      <w:r>
        <w:rPr>
          <w:rFonts w:ascii="Arial" w:eastAsia="Arial" w:hAnsi="Arial" w:cs="Arial"/>
          <w:b/>
          <w:sz w:val="36"/>
          <w:szCs w:val="36"/>
        </w:rPr>
        <w:t>problem</w:t>
      </w:r>
      <w:proofErr w:type="gramEnd"/>
      <w:r>
        <w:rPr>
          <w:rFonts w:ascii="Arial" w:eastAsia="Arial" w:hAnsi="Arial" w:cs="Arial"/>
          <w:b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or</w:t>
      </w:r>
      <w:r>
        <w:rPr>
          <w:rFonts w:ascii="Arial" w:eastAsia="Arial" w:hAnsi="Arial" w:cs="Arial"/>
          <w:b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do</w:t>
      </w:r>
      <w:r>
        <w:rPr>
          <w:rFonts w:ascii="Arial" w:eastAsia="Arial" w:hAnsi="Arial" w:cs="Arial"/>
          <w:b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you</w:t>
      </w:r>
      <w:r>
        <w:rPr>
          <w:rFonts w:ascii="Arial" w:eastAsia="Arial" w:hAnsi="Arial" w:cs="Arial"/>
          <w:b/>
          <w:spacing w:val="-1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have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mental</w:t>
      </w:r>
      <w:r>
        <w:rPr>
          <w:rFonts w:ascii="Arial" w:eastAsia="Arial" w:hAnsi="Arial" w:cs="Arial"/>
          <w:b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or</w:t>
      </w:r>
      <w:r>
        <w:rPr>
          <w:rFonts w:ascii="Arial" w:eastAsia="Arial" w:hAnsi="Arial" w:cs="Arial"/>
          <w:b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physical</w:t>
      </w:r>
      <w:r>
        <w:rPr>
          <w:rFonts w:ascii="Arial" w:eastAsia="Arial" w:hAnsi="Arial" w:cs="Arial"/>
          <w:b/>
          <w:spacing w:val="-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health</w:t>
      </w:r>
      <w:r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problem</w:t>
      </w:r>
      <w:r>
        <w:rPr>
          <w:rFonts w:ascii="Arial" w:eastAsia="Arial" w:hAnsi="Arial" w:cs="Arial"/>
          <w:b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now?</w:t>
      </w:r>
      <w:r>
        <w:rPr>
          <w:rFonts w:ascii="Arial" w:eastAsia="Arial" w:hAnsi="Arial" w:cs="Arial"/>
          <w:b/>
          <w:spacing w:val="-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answers</w:t>
      </w:r>
      <w:r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are</w:t>
      </w:r>
      <w:r>
        <w:rPr>
          <w:rFonts w:ascii="Arial" w:eastAsia="Arial" w:hAnsi="Arial" w:cs="Arial"/>
          <w:spacing w:val="-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not</w:t>
      </w:r>
      <w:r>
        <w:rPr>
          <w:rFonts w:ascii="Arial" w:eastAsia="Arial" w:hAnsi="Arial" w:cs="Arial"/>
          <w:b/>
          <w:spacing w:val="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same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for</w:t>
      </w:r>
      <w:r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all</w:t>
      </w:r>
      <w:r>
        <w:rPr>
          <w:rFonts w:ascii="Arial" w:eastAsia="Arial" w:hAnsi="Arial" w:cs="Arial"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tax</w:t>
      </w:r>
      <w:r>
        <w:rPr>
          <w:rFonts w:ascii="Arial" w:eastAsia="Arial" w:hAnsi="Arial" w:cs="Arial"/>
          <w:spacing w:val="2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years,</w:t>
      </w:r>
      <w:r>
        <w:rPr>
          <w:rFonts w:ascii="Arial" w:eastAsia="Arial" w:hAnsi="Arial" w:cs="Arial"/>
          <w:spacing w:val="-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explain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w w:val="103"/>
          <w:sz w:val="36"/>
          <w:szCs w:val="36"/>
        </w:rPr>
        <w:t>below.</w:t>
      </w:r>
    </w:p>
    <w:p w14:paraId="404D9891" w14:textId="77777777" w:rsidR="00E03276" w:rsidRDefault="00E03276" w:rsidP="00E03276">
      <w:pPr>
        <w:spacing w:line="253" w:lineRule="auto"/>
        <w:ind w:left="1673" w:right="538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44608" behindDoc="1" locked="0" layoutInCell="1" allowOverlap="1" wp14:anchorId="7818FCFD" wp14:editId="71AE6AF2">
                <wp:simplePos x="0" y="0"/>
                <wp:positionH relativeFrom="page">
                  <wp:posOffset>1504950</wp:posOffset>
                </wp:positionH>
                <wp:positionV relativeFrom="paragraph">
                  <wp:posOffset>31115</wp:posOffset>
                </wp:positionV>
                <wp:extent cx="205740" cy="205740"/>
                <wp:effectExtent l="9525" t="9525" r="13335" b="13335"/>
                <wp:wrapNone/>
                <wp:docPr id="256" name="Group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2370" y="49"/>
                          <a:chExt cx="324" cy="324"/>
                        </a:xfrm>
                      </wpg:grpSpPr>
                      <wps:wsp>
                        <wps:cNvPr id="257" name="Freeform 109"/>
                        <wps:cNvSpPr>
                          <a:spLocks/>
                        </wps:cNvSpPr>
                        <wps:spPr bwMode="auto">
                          <a:xfrm>
                            <a:off x="2370" y="49"/>
                            <a:ext cx="324" cy="324"/>
                          </a:xfrm>
                          <a:custGeom>
                            <a:avLst/>
                            <a:gdLst>
                              <a:gd name="T0" fmla="+- 0 2370 2370"/>
                              <a:gd name="T1" fmla="*/ T0 w 324"/>
                              <a:gd name="T2" fmla="+- 0 373 49"/>
                              <a:gd name="T3" fmla="*/ 373 h 324"/>
                              <a:gd name="T4" fmla="+- 0 2694 2370"/>
                              <a:gd name="T5" fmla="*/ T4 w 324"/>
                              <a:gd name="T6" fmla="+- 0 373 49"/>
                              <a:gd name="T7" fmla="*/ 373 h 324"/>
                              <a:gd name="T8" fmla="+- 0 2694 2370"/>
                              <a:gd name="T9" fmla="*/ T8 w 324"/>
                              <a:gd name="T10" fmla="+- 0 49 49"/>
                              <a:gd name="T11" fmla="*/ 49 h 324"/>
                              <a:gd name="T12" fmla="+- 0 2370 2370"/>
                              <a:gd name="T13" fmla="*/ T12 w 324"/>
                              <a:gd name="T14" fmla="+- 0 49 49"/>
                              <a:gd name="T15" fmla="*/ 49 h 324"/>
                              <a:gd name="T16" fmla="+- 0 2370 2370"/>
                              <a:gd name="T17" fmla="*/ T16 w 324"/>
                              <a:gd name="T18" fmla="+- 0 373 49"/>
                              <a:gd name="T19" fmla="*/ 373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AA0B0E" id="Group 256" o:spid="_x0000_s1026" style="position:absolute;margin-left:118.5pt;margin-top:2.45pt;width:16.2pt;height:16.2pt;z-index:-251471872;mso-position-horizontal-relative:page" coordorigin="2370,49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">
                <v:shape id="Freeform 109" o:spid="_x0000_s1027" style="position:absolute;left:2370;top:49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" path="m,324r324,l324,,,,,324xe" filled="f" strokeweight=".357mm">
                  <v:path arrowok="t" o:connecttype="custom" o:connectlocs="0,373;324,373;324,49;0,49;0,373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z w:val="36"/>
          <w:szCs w:val="36"/>
        </w:rPr>
        <w:t>Yes.</w:t>
      </w:r>
      <w:r>
        <w:rPr>
          <w:rFonts w:ascii="Arial" w:eastAsia="Arial" w:hAnsi="Arial" w:cs="Arial"/>
          <w:spacing w:val="-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Attach</w:t>
      </w:r>
      <w:r>
        <w:rPr>
          <w:rFonts w:ascii="Arial" w:eastAsia="Arial" w:hAnsi="Arial" w:cs="Arial"/>
          <w:spacing w:val="3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</w:t>
      </w:r>
      <w:r>
        <w:rPr>
          <w:rFonts w:ascii="Arial" w:eastAsia="Arial" w:hAnsi="Arial" w:cs="Arial"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statement</w:t>
      </w:r>
      <w:r>
        <w:rPr>
          <w:rFonts w:ascii="Arial" w:eastAsia="Arial" w:hAnsi="Arial" w:cs="Arial"/>
          <w:spacing w:val="4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explain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problem</w:t>
      </w:r>
      <w:r>
        <w:rPr>
          <w:rFonts w:ascii="Arial" w:eastAsia="Arial" w:hAnsi="Arial" w:cs="Arial"/>
          <w:spacing w:val="4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and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when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it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started.</w:t>
      </w:r>
      <w:r>
        <w:rPr>
          <w:rFonts w:ascii="Arial" w:eastAsia="Arial" w:hAnsi="Arial" w:cs="Arial"/>
          <w:spacing w:val="3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Provide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photocopies</w:t>
      </w:r>
      <w:r>
        <w:rPr>
          <w:rFonts w:ascii="Arial" w:eastAsia="Arial" w:hAnsi="Arial" w:cs="Arial"/>
          <w:spacing w:val="8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any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documentation,</w:t>
      </w:r>
      <w:r>
        <w:rPr>
          <w:rFonts w:ascii="Arial" w:eastAsia="Arial" w:hAnsi="Arial" w:cs="Arial"/>
          <w:spacing w:val="7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such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as medical</w:t>
      </w:r>
      <w:r>
        <w:rPr>
          <w:rFonts w:ascii="Arial" w:eastAsia="Arial" w:hAnsi="Arial" w:cs="Arial"/>
          <w:spacing w:val="2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bills</w:t>
      </w:r>
      <w:r>
        <w:rPr>
          <w:rFonts w:ascii="Arial" w:eastAsia="Arial" w:hAnsi="Arial" w:cs="Arial"/>
          <w:spacing w:val="2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</w:t>
      </w:r>
      <w:r>
        <w:rPr>
          <w:rFonts w:ascii="Arial" w:eastAsia="Arial" w:hAnsi="Arial" w:cs="Arial"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doctor’s</w:t>
      </w:r>
      <w:r>
        <w:rPr>
          <w:rFonts w:ascii="Arial" w:eastAsia="Arial" w:hAnsi="Arial" w:cs="Arial"/>
          <w:spacing w:val="9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report</w:t>
      </w:r>
      <w:r>
        <w:rPr>
          <w:rFonts w:ascii="Arial" w:eastAsia="Arial" w:hAnsi="Arial" w:cs="Arial"/>
          <w:spacing w:val="4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>letter.</w:t>
      </w:r>
    </w:p>
    <w:p w14:paraId="7BE2D846" w14:textId="77777777" w:rsidR="00E03276" w:rsidRDefault="00E03276" w:rsidP="00E03276">
      <w:pPr>
        <w:spacing w:before="18" w:line="480" w:lineRule="exact"/>
        <w:ind w:left="1090" w:right="19162" w:firstLine="583"/>
        <w:rPr>
          <w:rFonts w:ascii="Arial" w:eastAsia="Arial" w:hAnsi="Arial" w:cs="Arial"/>
          <w:w w:val="102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45632" behindDoc="1" locked="0" layoutInCell="1" allowOverlap="1" wp14:anchorId="4B49BBA0" wp14:editId="66AFD0C0">
                <wp:simplePos x="0" y="0"/>
                <wp:positionH relativeFrom="page">
                  <wp:posOffset>1504950</wp:posOffset>
                </wp:positionH>
                <wp:positionV relativeFrom="paragraph">
                  <wp:posOffset>67310</wp:posOffset>
                </wp:positionV>
                <wp:extent cx="205740" cy="205740"/>
                <wp:effectExtent l="9525" t="9525" r="13335" b="13335"/>
                <wp:wrapNone/>
                <wp:docPr id="254" name="Group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2370" y="106"/>
                          <a:chExt cx="324" cy="324"/>
                        </a:xfrm>
                      </wpg:grpSpPr>
                      <wps:wsp>
                        <wps:cNvPr id="255" name="Freeform 111"/>
                        <wps:cNvSpPr>
                          <a:spLocks/>
                        </wps:cNvSpPr>
                        <wps:spPr bwMode="auto">
                          <a:xfrm>
                            <a:off x="2370" y="106"/>
                            <a:ext cx="324" cy="324"/>
                          </a:xfrm>
                          <a:custGeom>
                            <a:avLst/>
                            <a:gdLst>
                              <a:gd name="T0" fmla="+- 0 2370 2370"/>
                              <a:gd name="T1" fmla="*/ T0 w 324"/>
                              <a:gd name="T2" fmla="+- 0 430 106"/>
                              <a:gd name="T3" fmla="*/ 430 h 324"/>
                              <a:gd name="T4" fmla="+- 0 2694 2370"/>
                              <a:gd name="T5" fmla="*/ T4 w 324"/>
                              <a:gd name="T6" fmla="+- 0 430 106"/>
                              <a:gd name="T7" fmla="*/ 430 h 324"/>
                              <a:gd name="T8" fmla="+- 0 2694 2370"/>
                              <a:gd name="T9" fmla="*/ T8 w 324"/>
                              <a:gd name="T10" fmla="+- 0 106 106"/>
                              <a:gd name="T11" fmla="*/ 106 h 324"/>
                              <a:gd name="T12" fmla="+- 0 2370 2370"/>
                              <a:gd name="T13" fmla="*/ T12 w 324"/>
                              <a:gd name="T14" fmla="+- 0 106 106"/>
                              <a:gd name="T15" fmla="*/ 106 h 324"/>
                              <a:gd name="T16" fmla="+- 0 2370 2370"/>
                              <a:gd name="T17" fmla="*/ T16 w 324"/>
                              <a:gd name="T18" fmla="+- 0 430 106"/>
                              <a:gd name="T19" fmla="*/ 430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8F07B0" id="Group 254" o:spid="_x0000_s1026" style="position:absolute;margin-left:118.5pt;margin-top:5.3pt;width:16.2pt;height:16.2pt;z-index:-251470848;mso-position-horizontal-relative:page" coordorigin="2370,106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">
                <v:shape id="Freeform 111" o:spid="_x0000_s1027" style="position:absolute;left:2370;top:106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" path="m,324r324,l324,,,,,324xe" filled="f" strokeweight=".357mm">
                  <v:path arrowok="t" o:connecttype="custom" o:connectlocs="0,430;324,430;324,106;0,106;0,430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w w:val="102"/>
          <w:sz w:val="36"/>
          <w:szCs w:val="36"/>
        </w:rPr>
        <w:t xml:space="preserve">No. </w:t>
      </w:r>
    </w:p>
    <w:p w14:paraId="48900152" w14:textId="77777777" w:rsidR="00E03276" w:rsidRDefault="00E03276" w:rsidP="00E03276">
      <w:pPr>
        <w:spacing w:before="18" w:line="480" w:lineRule="exact"/>
        <w:ind w:firstLine="720"/>
        <w:rPr>
          <w:rFonts w:ascii="Cambria" w:eastAsia="Cambria" w:hAnsi="Cambria" w:cs="Cambria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46656" behindDoc="1" locked="0" layoutInCell="1" allowOverlap="1" wp14:anchorId="01E8379C" wp14:editId="44AA17B1">
                <wp:simplePos x="0" y="0"/>
                <wp:positionH relativeFrom="page">
                  <wp:posOffset>2578100</wp:posOffset>
                </wp:positionH>
                <wp:positionV relativeFrom="paragraph">
                  <wp:posOffset>264795</wp:posOffset>
                </wp:positionV>
                <wp:extent cx="12079605" cy="0"/>
                <wp:effectExtent l="15875" t="13335" r="10795" b="15240"/>
                <wp:wrapNone/>
                <wp:docPr id="252" name="Group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79605" cy="0"/>
                          <a:chOff x="4060" y="997"/>
                          <a:chExt cx="19023" cy="0"/>
                        </a:xfrm>
                      </wpg:grpSpPr>
                      <wps:wsp>
                        <wps:cNvPr id="253" name="Freeform 113"/>
                        <wps:cNvSpPr>
                          <a:spLocks/>
                        </wps:cNvSpPr>
                        <wps:spPr bwMode="auto">
                          <a:xfrm>
                            <a:off x="4060" y="997"/>
                            <a:ext cx="19023" cy="0"/>
                          </a:xfrm>
                          <a:custGeom>
                            <a:avLst/>
                            <a:gdLst>
                              <a:gd name="T0" fmla="+- 0 4060 4060"/>
                              <a:gd name="T1" fmla="*/ T0 w 19023"/>
                              <a:gd name="T2" fmla="+- 0 23083 4060"/>
                              <a:gd name="T3" fmla="*/ T2 w 1902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023">
                                <a:moveTo>
                                  <a:pt x="0" y="0"/>
                                </a:moveTo>
                                <a:lnTo>
                                  <a:pt x="19023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778FE4" id="Group 252" o:spid="_x0000_s1026" style="position:absolute;margin-left:203pt;margin-top:20.85pt;width:951.15pt;height:0;z-index:-251469824;mso-position-horizontal-relative:page" coordorigin="4060,997" coordsize="1902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">
                <v:shape id="Freeform 113" o:spid="_x0000_s1027" style="position:absolute;left:4060;top:997;width:19023;height:0;visibility:visible;mso-wrap-style:square;v-text-anchor:top" coordsize="1902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" path="m,l19023,e" filled="f" strokeweight=".357mm">
                  <v:stroke dashstyle="dash"/>
                  <v:path arrowok="t" o:connecttype="custom" o:connectlocs="0,0;19023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z w:val="36"/>
          <w:szCs w:val="36"/>
        </w:rPr>
        <w:t>Explain</w:t>
      </w:r>
      <w:r>
        <w:rPr>
          <w:rFonts w:ascii="Arial" w:eastAsia="Arial" w:hAnsi="Arial" w:cs="Arial"/>
          <w:spacing w:val="-4"/>
          <w:sz w:val="36"/>
          <w:szCs w:val="36"/>
        </w:rPr>
        <w:t xml:space="preserve"> </w:t>
      </w:r>
      <w:r>
        <w:rPr>
          <w:rFonts w:ascii="Cambria" w:eastAsia="Cambria" w:hAnsi="Cambria" w:cs="Cambria"/>
          <w:w w:val="121"/>
          <w:position w:val="5"/>
          <w:sz w:val="26"/>
          <w:szCs w:val="26"/>
        </w:rPr>
        <w:t>▶</w:t>
      </w:r>
    </w:p>
    <w:p w14:paraId="578F856C" w14:textId="77777777" w:rsidR="00E03276" w:rsidRDefault="00E03276" w:rsidP="00E03276">
      <w:pPr>
        <w:spacing w:before="3" w:line="180" w:lineRule="exact"/>
        <w:rPr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47680" behindDoc="1" locked="0" layoutInCell="1" allowOverlap="1" wp14:anchorId="4C5BA7BC" wp14:editId="733EBE3F">
                <wp:simplePos x="0" y="0"/>
                <wp:positionH relativeFrom="page">
                  <wp:posOffset>1497965</wp:posOffset>
                </wp:positionH>
                <wp:positionV relativeFrom="paragraph">
                  <wp:posOffset>90805</wp:posOffset>
                </wp:positionV>
                <wp:extent cx="13159740" cy="0"/>
                <wp:effectExtent l="12065" t="7620" r="10795" b="11430"/>
                <wp:wrapNone/>
                <wp:docPr id="250" name="Group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1483"/>
                          <a:chExt cx="20724" cy="0"/>
                        </a:xfrm>
                      </wpg:grpSpPr>
                      <wps:wsp>
                        <wps:cNvPr id="251" name="Freeform 115"/>
                        <wps:cNvSpPr>
                          <a:spLocks/>
                        </wps:cNvSpPr>
                        <wps:spPr bwMode="auto">
                          <a:xfrm>
                            <a:off x="2359" y="1483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28FCE3" id="Group 250" o:spid="_x0000_s1026" style="position:absolute;margin-left:117.95pt;margin-top:7.15pt;width:1036.2pt;height:0;z-index:-251468800;mso-position-horizontal-relative:page" coordorigin="2359,1483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">
                <v:shape id="Freeform 115" o:spid="_x0000_s1027" style="position:absolute;left:2359;top:1483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page"/>
              </v:group>
            </w:pict>
          </mc:Fallback>
        </mc:AlternateContent>
      </w:r>
    </w:p>
    <w:p w14:paraId="37FE69E2" w14:textId="77777777" w:rsidR="00E03276" w:rsidRDefault="00E03276" w:rsidP="00E03276">
      <w:pPr>
        <w:spacing w:line="20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1" locked="0" layoutInCell="1" allowOverlap="1" wp14:anchorId="491566C1" wp14:editId="5513DB4B">
                <wp:simplePos x="0" y="0"/>
                <wp:positionH relativeFrom="column">
                  <wp:posOffset>539750</wp:posOffset>
                </wp:positionH>
                <wp:positionV relativeFrom="paragraph">
                  <wp:posOffset>139696</wp:posOffset>
                </wp:positionV>
                <wp:extent cx="13159740" cy="0"/>
                <wp:effectExtent l="0" t="0" r="0" b="0"/>
                <wp:wrapNone/>
                <wp:docPr id="248" name="Freeform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159740" cy="0"/>
                        </a:xfrm>
                        <a:custGeom>
                          <a:avLst/>
                          <a:gdLst>
                            <a:gd name="T0" fmla="+- 0 2359 2359"/>
                            <a:gd name="T1" fmla="*/ T0 w 20724"/>
                            <a:gd name="T2" fmla="+- 0 23083 2359"/>
                            <a:gd name="T3" fmla="*/ T2 w 207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724">
                              <a:moveTo>
                                <a:pt x="0" y="0"/>
                              </a:moveTo>
                              <a:lnTo>
                                <a:pt x="20724" y="0"/>
                              </a:lnTo>
                            </a:path>
                          </a:pathLst>
                        </a:custGeom>
                        <a:noFill/>
                        <a:ln w="12852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polyline w14:anchorId="05249BEB" id="Freeform 117" o:spid="_x0000_s1026" style="position:absolute;z-index:-251466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42.5pt,11pt,1078.7pt,11pt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" filled="f" strokeweight=".357mm">
                <v:stroke dashstyle="dash"/>
                <v:path arrowok="t" o:connecttype="custom" o:connectlocs="0,0;13159740,0" o:connectangles="0,0"/>
              </v:polyline>
            </w:pict>
          </mc:Fallback>
        </mc:AlternateContent>
      </w:r>
    </w:p>
    <w:p w14:paraId="3630E14A" w14:textId="77777777" w:rsidR="00E03276" w:rsidRDefault="00E03276" w:rsidP="00E03276">
      <w:pPr>
        <w:spacing w:before="20"/>
        <w:ind w:left="101"/>
        <w:rPr>
          <w:rFonts w:ascii="Arial" w:eastAsia="Arial" w:hAnsi="Arial" w:cs="Arial"/>
          <w:w w:val="102"/>
          <w:position w:val="2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75D0BCA3" wp14:editId="63E1A4BC">
                <wp:simplePos x="0" y="0"/>
                <wp:positionH relativeFrom="column">
                  <wp:posOffset>11734800</wp:posOffset>
                </wp:positionH>
                <wp:positionV relativeFrom="paragraph">
                  <wp:posOffset>38100</wp:posOffset>
                </wp:positionV>
                <wp:extent cx="205740" cy="205740"/>
                <wp:effectExtent l="0" t="0" r="22860" b="22860"/>
                <wp:wrapNone/>
                <wp:docPr id="399" name="Freeform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740" cy="205740"/>
                        </a:xfrm>
                        <a:custGeom>
                          <a:avLst/>
                          <a:gdLst>
                            <a:gd name="T0" fmla="+- 0 19866 19866"/>
                            <a:gd name="T1" fmla="*/ T0 w 324"/>
                            <a:gd name="T2" fmla="+- 0 381 57"/>
                            <a:gd name="T3" fmla="*/ 381 h 324"/>
                            <a:gd name="T4" fmla="+- 0 20190 19866"/>
                            <a:gd name="T5" fmla="*/ T4 w 324"/>
                            <a:gd name="T6" fmla="+- 0 381 57"/>
                            <a:gd name="T7" fmla="*/ 381 h 324"/>
                            <a:gd name="T8" fmla="+- 0 20190 19866"/>
                            <a:gd name="T9" fmla="*/ T8 w 324"/>
                            <a:gd name="T10" fmla="+- 0 57 57"/>
                            <a:gd name="T11" fmla="*/ 57 h 324"/>
                            <a:gd name="T12" fmla="+- 0 19866 19866"/>
                            <a:gd name="T13" fmla="*/ T12 w 324"/>
                            <a:gd name="T14" fmla="+- 0 57 57"/>
                            <a:gd name="T15" fmla="*/ 57 h 324"/>
                            <a:gd name="T16" fmla="+- 0 19866 19866"/>
                            <a:gd name="T17" fmla="*/ T16 w 324"/>
                            <a:gd name="T18" fmla="+- 0 381 57"/>
                            <a:gd name="T19" fmla="*/ 381 h 3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324" h="324">
                              <a:moveTo>
                                <a:pt x="0" y="324"/>
                              </a:moveTo>
                              <a:lnTo>
                                <a:pt x="324" y="324"/>
                              </a:lnTo>
                              <a:lnTo>
                                <a:pt x="324" y="0"/>
                              </a:lnTo>
                              <a:lnTo>
                                <a:pt x="0" y="0"/>
                              </a:lnTo>
                              <a:lnTo>
                                <a:pt x="0" y="324"/>
                              </a:lnTo>
                              <a:close/>
                            </a:path>
                          </a:pathLst>
                        </a:custGeom>
                        <a:noFill/>
                        <a:ln w="128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41D6EB" id="Freeform 118" o:spid="_x0000_s1026" style="position:absolute;margin-left:924pt;margin-top:3pt;width:16.2pt;height:16.2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" path="m,324r324,l324,,,,,324xe" filled="f" strokeweight=".357mm">
                <v:path arrowok="t" o:connecttype="custom" o:connectlocs="0,241935;205740,241935;205740,36195;0,36195;0,241935" o:connectangles="0,0,0,0,0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50752" behindDoc="1" locked="0" layoutInCell="1" allowOverlap="1" wp14:anchorId="6279B34F" wp14:editId="71E0D6EE">
                <wp:simplePos x="0" y="0"/>
                <wp:positionH relativeFrom="page">
                  <wp:posOffset>13725525</wp:posOffset>
                </wp:positionH>
                <wp:positionV relativeFrom="paragraph">
                  <wp:posOffset>36195</wp:posOffset>
                </wp:positionV>
                <wp:extent cx="205740" cy="205740"/>
                <wp:effectExtent l="9525" t="13970" r="13335" b="8890"/>
                <wp:wrapNone/>
                <wp:docPr id="245" name="Group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21615" y="57"/>
                          <a:chExt cx="324" cy="324"/>
                        </a:xfrm>
                      </wpg:grpSpPr>
                      <wps:wsp>
                        <wps:cNvPr id="246" name="Freeform 120"/>
                        <wps:cNvSpPr>
                          <a:spLocks/>
                        </wps:cNvSpPr>
                        <wps:spPr bwMode="auto">
                          <a:xfrm>
                            <a:off x="21615" y="57"/>
                            <a:ext cx="324" cy="324"/>
                          </a:xfrm>
                          <a:custGeom>
                            <a:avLst/>
                            <a:gdLst>
                              <a:gd name="T0" fmla="+- 0 21615 21615"/>
                              <a:gd name="T1" fmla="*/ T0 w 324"/>
                              <a:gd name="T2" fmla="+- 0 381 57"/>
                              <a:gd name="T3" fmla="*/ 381 h 324"/>
                              <a:gd name="T4" fmla="+- 0 21939 21615"/>
                              <a:gd name="T5" fmla="*/ T4 w 324"/>
                              <a:gd name="T6" fmla="+- 0 381 57"/>
                              <a:gd name="T7" fmla="*/ 381 h 324"/>
                              <a:gd name="T8" fmla="+- 0 21939 21615"/>
                              <a:gd name="T9" fmla="*/ T8 w 324"/>
                              <a:gd name="T10" fmla="+- 0 57 57"/>
                              <a:gd name="T11" fmla="*/ 57 h 324"/>
                              <a:gd name="T12" fmla="+- 0 21615 21615"/>
                              <a:gd name="T13" fmla="*/ T12 w 324"/>
                              <a:gd name="T14" fmla="+- 0 57 57"/>
                              <a:gd name="T15" fmla="*/ 57 h 324"/>
                              <a:gd name="T16" fmla="+- 0 21615 21615"/>
                              <a:gd name="T17" fmla="*/ T16 w 324"/>
                              <a:gd name="T18" fmla="+- 0 381 57"/>
                              <a:gd name="T19" fmla="*/ 381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8C5554" id="Group 245" o:spid="_x0000_s1026" style="position:absolute;margin-left:1080.75pt;margin-top:2.85pt;width:16.2pt;height:16.2pt;z-index:-251465728;mso-position-horizontal-relative:page" coordorigin="21615,57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">
                <v:shape id="Freeform 120" o:spid="_x0000_s1027" style="position:absolute;left:21615;top:57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" path="m,324r324,l324,,,,,324xe" filled="f" strokeweight=".357mm">
                  <v:path arrowok="t" o:connecttype="custom" o:connectlocs="0,381;324,381;324,57;0,57;0,381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36"/>
          <w:szCs w:val="36"/>
        </w:rPr>
        <w:t xml:space="preserve">10    </w:t>
      </w:r>
      <w:r>
        <w:rPr>
          <w:rFonts w:ascii="Arial" w:eastAsia="Arial" w:hAnsi="Arial" w:cs="Arial"/>
          <w:b/>
          <w:spacing w:val="8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Is</w:t>
      </w:r>
      <w:r>
        <w:rPr>
          <w:rFonts w:ascii="Arial" w:eastAsia="Arial" w:hAnsi="Arial" w:cs="Arial"/>
          <w:b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there</w:t>
      </w:r>
      <w:r>
        <w:rPr>
          <w:rFonts w:ascii="Arial" w:eastAsia="Arial" w:hAnsi="Arial" w:cs="Arial"/>
          <w:b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any</w:t>
      </w:r>
      <w:r>
        <w:rPr>
          <w:rFonts w:ascii="Arial" w:eastAsia="Arial" w:hAnsi="Arial" w:cs="Arial"/>
          <w:b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information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you</w:t>
      </w:r>
      <w:r>
        <w:rPr>
          <w:rFonts w:ascii="Arial" w:eastAsia="Arial" w:hAnsi="Arial" w:cs="Arial"/>
          <w:b/>
          <w:spacing w:val="-1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are</w:t>
      </w:r>
      <w:r>
        <w:rPr>
          <w:rFonts w:ascii="Arial" w:eastAsia="Arial" w:hAnsi="Arial" w:cs="Arial"/>
          <w:b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afraid</w:t>
      </w:r>
      <w:r>
        <w:rPr>
          <w:rFonts w:ascii="Arial" w:eastAsia="Arial" w:hAnsi="Arial" w:cs="Arial"/>
          <w:b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to</w:t>
      </w:r>
      <w:r>
        <w:rPr>
          <w:rFonts w:ascii="Arial" w:eastAsia="Arial" w:hAnsi="Arial" w:cs="Arial"/>
          <w:b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provide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on</w:t>
      </w:r>
      <w:r>
        <w:rPr>
          <w:rFonts w:ascii="Arial" w:eastAsia="Arial" w:hAnsi="Arial" w:cs="Arial"/>
          <w:b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this</w:t>
      </w:r>
      <w:r>
        <w:rPr>
          <w:rFonts w:ascii="Arial" w:eastAsia="Arial" w:hAnsi="Arial" w:cs="Arial"/>
          <w:b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form,</w:t>
      </w:r>
      <w:r>
        <w:rPr>
          <w:rFonts w:ascii="Arial" w:eastAsia="Arial" w:hAnsi="Arial" w:cs="Arial"/>
          <w:b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but</w:t>
      </w:r>
      <w:r>
        <w:rPr>
          <w:rFonts w:ascii="Arial" w:eastAsia="Arial" w:hAnsi="Arial" w:cs="Arial"/>
          <w:b/>
          <w:spacing w:val="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are</w:t>
      </w:r>
      <w:r>
        <w:rPr>
          <w:rFonts w:ascii="Arial" w:eastAsia="Arial" w:hAnsi="Arial" w:cs="Arial"/>
          <w:b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willing</w:t>
      </w:r>
      <w:r>
        <w:rPr>
          <w:rFonts w:ascii="Arial" w:eastAsia="Arial" w:hAnsi="Arial" w:cs="Arial"/>
          <w:b/>
          <w:spacing w:val="-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to</w:t>
      </w:r>
      <w:r>
        <w:rPr>
          <w:rFonts w:ascii="Arial" w:eastAsia="Arial" w:hAnsi="Arial" w:cs="Arial"/>
          <w:b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 xml:space="preserve">discuss?                         </w:t>
      </w:r>
      <w:r>
        <w:rPr>
          <w:rFonts w:ascii="Arial" w:eastAsia="Arial" w:hAnsi="Arial" w:cs="Arial"/>
          <w:b/>
          <w:spacing w:val="62"/>
          <w:sz w:val="36"/>
          <w:szCs w:val="36"/>
        </w:rPr>
        <w:t xml:space="preserve"> </w:t>
      </w:r>
      <w:r>
        <w:rPr>
          <w:rFonts w:ascii="Arial" w:eastAsia="Arial" w:hAnsi="Arial" w:cs="Arial"/>
          <w:position w:val="2"/>
          <w:sz w:val="36"/>
          <w:szCs w:val="36"/>
        </w:rPr>
        <w:t xml:space="preserve">Yes          </w:t>
      </w:r>
      <w:r>
        <w:rPr>
          <w:rFonts w:ascii="Arial" w:eastAsia="Arial" w:hAnsi="Arial" w:cs="Arial"/>
          <w:spacing w:val="32"/>
          <w:position w:val="2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position w:val="2"/>
          <w:sz w:val="36"/>
          <w:szCs w:val="36"/>
        </w:rPr>
        <w:t>No</w:t>
      </w:r>
    </w:p>
    <w:p w14:paraId="0C3F93BA" w14:textId="77777777" w:rsidR="00747A8A" w:rsidRDefault="00133FCA" w:rsidP="00747A8A">
      <w:pPr>
        <w:spacing w:before="1" w:line="220" w:lineRule="exact"/>
        <w:rPr>
          <w:sz w:val="22"/>
          <w:szCs w:val="22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858944" behindDoc="1" locked="0" layoutInCell="1" allowOverlap="1" wp14:anchorId="59A2649E" wp14:editId="45FADA7D">
                <wp:simplePos x="0" y="0"/>
                <wp:positionH relativeFrom="margin">
                  <wp:align>right</wp:align>
                </wp:positionH>
                <wp:positionV relativeFrom="paragraph">
                  <wp:posOffset>81915</wp:posOffset>
                </wp:positionV>
                <wp:extent cx="13909675" cy="581660"/>
                <wp:effectExtent l="0" t="0" r="15875" b="8890"/>
                <wp:wrapNone/>
                <wp:docPr id="242" name="Text Box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9675" cy="581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168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440"/>
                              <w:gridCol w:w="40"/>
                              <w:gridCol w:w="8319"/>
                              <w:gridCol w:w="16330"/>
                              <w:gridCol w:w="324"/>
                              <w:gridCol w:w="1426"/>
                              <w:gridCol w:w="324"/>
                              <w:gridCol w:w="3477"/>
                            </w:tblGrid>
                            <w:tr w:rsidR="00133FCA" w14:paraId="7EAC7B9E" w14:textId="77777777" w:rsidTr="00133FCA">
                              <w:trPr>
                                <w:trHeight w:hRule="exact" w:val="750"/>
                              </w:trPr>
                              <w:tc>
                                <w:tcPr>
                                  <w:tcW w:w="1440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000000"/>
                                </w:tcPr>
                                <w:p w14:paraId="073B2ABE" w14:textId="77777777" w:rsidR="00133FCA" w:rsidRDefault="00133FCA">
                                  <w:pPr>
                                    <w:spacing w:line="440" w:lineRule="exact"/>
                                    <w:ind w:left="92"/>
                                    <w:rPr>
                                      <w:rFonts w:ascii="Arial" w:eastAsia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FFFFFF"/>
                                      <w:sz w:val="40"/>
                                    </w:rPr>
                                    <w:t>Part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FFFFFF"/>
                                      <w:spacing w:val="25"/>
                                      <w:sz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FFFFFF"/>
                                      <w:w w:val="107"/>
                                      <w:sz w:val="40"/>
                                    </w:rPr>
                                    <w:t>III</w:t>
                                  </w:r>
                                </w:p>
                              </w:tc>
                              <w:tc>
                                <w:tcPr>
                                  <w:tcW w:w="40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3E3661C" w14:textId="77777777" w:rsidR="00133FCA" w:rsidRDefault="00133FCA">
                                  <w:pPr>
                                    <w:spacing w:line="440" w:lineRule="exact"/>
                                    <w:ind w:left="567"/>
                                    <w:rPr>
                                      <w:rFonts w:ascii="Arial" w:eastAsia="Arial" w:hAnsi="Arial" w:cs="Arial"/>
                                      <w:b/>
                                      <w:sz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200" w:type="dxa"/>
                                  <w:gridSpan w:val="6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5D104A8" w14:textId="77777777" w:rsidR="00133FCA" w:rsidRDefault="00133FCA" w:rsidP="00133FCA">
                                  <w:pPr>
                                    <w:spacing w:line="440" w:lineRule="exact"/>
                                    <w:rPr>
                                      <w:rFonts w:ascii="Arial" w:eastAsia="Arial" w:hAnsi="Arial" w:cs="Arial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40"/>
                                    </w:rPr>
                                    <w:t xml:space="preserve"> Tell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1"/>
                                      <w:sz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40"/>
                                    </w:rPr>
                                    <w:t>us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3"/>
                                      <w:sz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40"/>
                                    </w:rPr>
                                    <w:t>if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2"/>
                                      <w:sz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40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4"/>
                                      <w:sz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40"/>
                                    </w:rPr>
                                    <w:t>how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8"/>
                                      <w:sz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40"/>
                                    </w:rPr>
                                    <w:t>you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36"/>
                                      <w:sz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40"/>
                                    </w:rPr>
                                    <w:t>were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9"/>
                                      <w:sz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w w:val="96"/>
                                      <w:sz w:val="40"/>
                                    </w:rPr>
                                    <w:t>involved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4"/>
                                      <w:w w:val="96"/>
                                      <w:sz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40"/>
                                    </w:rPr>
                                    <w:t>with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8"/>
                                      <w:sz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40"/>
                                    </w:rPr>
                                    <w:t>finances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32"/>
                                      <w:sz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40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4"/>
                                      <w:sz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40"/>
                                    </w:rPr>
                                    <w:t>preparing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37"/>
                                      <w:sz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40"/>
                                    </w:rPr>
                                    <w:t>returns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28"/>
                                      <w:sz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40"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1"/>
                                      <w:sz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40"/>
                                    </w:rPr>
                                    <w:t>the tax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6"/>
                                      <w:sz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40"/>
                                    </w:rPr>
                                    <w:t>years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31"/>
                                      <w:sz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40"/>
                                    </w:rPr>
                                    <w:t>you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36"/>
                                      <w:sz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40"/>
                                    </w:rPr>
                                    <w:t>want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9"/>
                                      <w:sz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z w:val="40"/>
                                    </w:rPr>
                                    <w:t>relief.</w:t>
                                  </w:r>
                                </w:p>
                              </w:tc>
                            </w:tr>
                            <w:tr w:rsidR="00133FCA" w14:paraId="13B67457" w14:textId="77777777" w:rsidTr="00133FCA">
                              <w:trPr>
                                <w:trHeight w:hRule="exact" w:val="405"/>
                              </w:trPr>
                              <w:tc>
                                <w:tcPr>
                                  <w:tcW w:w="9799" w:type="dxa"/>
                                  <w:gridSpan w:val="3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3A0F4D64" w14:textId="77777777" w:rsidR="00133FCA" w:rsidRDefault="00133FCA"/>
                              </w:tc>
                              <w:tc>
                                <w:tcPr>
                                  <w:tcW w:w="16330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7818CBDE" w14:textId="77777777" w:rsidR="00133FCA" w:rsidRDefault="00133FCA"/>
                              </w:tc>
                              <w:tc>
                                <w:tcPr>
                                  <w:tcW w:w="32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A51FBFB" w14:textId="77777777" w:rsidR="00133FCA" w:rsidRDefault="00133FCA"/>
                              </w:tc>
                              <w:tc>
                                <w:tcPr>
                                  <w:tcW w:w="142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663CC198" w14:textId="77777777" w:rsidR="00133FCA" w:rsidRDefault="00133FCA">
                                  <w:pPr>
                                    <w:spacing w:before="34" w:line="360" w:lineRule="exact"/>
                                    <w:ind w:left="249"/>
                                    <w:rPr>
                                      <w:rFonts w:ascii="Arial" w:eastAsia="Arial" w:hAnsi="Arial" w:cs="Arial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position w:val="-5"/>
                                      <w:sz w:val="36"/>
                                      <w:szCs w:val="36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32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3DBD642" w14:textId="77777777" w:rsidR="00133FCA" w:rsidRDefault="00133FCA"/>
                              </w:tc>
                              <w:tc>
                                <w:tcPr>
                                  <w:tcW w:w="347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63B78D59" w14:textId="77777777" w:rsidR="00133FCA" w:rsidRDefault="00133FCA"/>
                              </w:tc>
                            </w:tr>
                          </w:tbl>
                          <w:p w14:paraId="5999DB63" w14:textId="77777777" w:rsidR="00747A8A" w:rsidRDefault="00747A8A" w:rsidP="00747A8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2649E" id="Text Box 242" o:spid="_x0000_s1036" type="#_x0000_t202" style="position:absolute;margin-left:1044.05pt;margin-top:6.45pt;width:1095.25pt;height:45.8pt;z-index:-2514575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" filled="f" stroked="f">
                <v:textbox inset="0,0,0,0">
                  <w:txbxContent>
                    <w:tbl>
                      <w:tblPr>
                        <w:tblW w:w="3168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440"/>
                        <w:gridCol w:w="40"/>
                        <w:gridCol w:w="8319"/>
                        <w:gridCol w:w="16330"/>
                        <w:gridCol w:w="324"/>
                        <w:gridCol w:w="1426"/>
                        <w:gridCol w:w="324"/>
                        <w:gridCol w:w="3477"/>
                      </w:tblGrid>
                      <w:tr w:rsidR="00133FCA" w14:paraId="7EAC7B9E" w14:textId="77777777" w:rsidTr="00133FCA">
                        <w:trPr>
                          <w:trHeight w:hRule="exact" w:val="750"/>
                        </w:trPr>
                        <w:tc>
                          <w:tcPr>
                            <w:tcW w:w="1440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000000"/>
                          </w:tcPr>
                          <w:p w14:paraId="073B2ABE" w14:textId="77777777" w:rsidR="00133FCA" w:rsidRDefault="00133FCA">
                            <w:pPr>
                              <w:spacing w:line="440" w:lineRule="exact"/>
                              <w:ind w:left="92"/>
                              <w:rPr>
                                <w:rFonts w:ascii="Arial" w:eastAsia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40"/>
                              </w:rPr>
                              <w:t>Part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pacing w:val="25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w w:val="107"/>
                                <w:sz w:val="40"/>
                              </w:rPr>
                              <w:t>III</w:t>
                            </w:r>
                          </w:p>
                        </w:tc>
                        <w:tc>
                          <w:tcPr>
                            <w:tcW w:w="40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3E3661C" w14:textId="77777777" w:rsidR="00133FCA" w:rsidRDefault="00133FCA">
                            <w:pPr>
                              <w:spacing w:line="440" w:lineRule="exact"/>
                              <w:ind w:left="567"/>
                              <w:rPr>
                                <w:rFonts w:ascii="Arial" w:eastAsia="Arial" w:hAnsi="Arial" w:cs="Arial"/>
                                <w:b/>
                                <w:sz w:val="40"/>
                              </w:rPr>
                            </w:pPr>
                          </w:p>
                        </w:tc>
                        <w:tc>
                          <w:tcPr>
                            <w:tcW w:w="30200" w:type="dxa"/>
                            <w:gridSpan w:val="6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45D104A8" w14:textId="77777777" w:rsidR="00133FCA" w:rsidRDefault="00133FCA" w:rsidP="00133FCA">
                            <w:pPr>
                              <w:spacing w:line="440" w:lineRule="exact"/>
                              <w:rPr>
                                <w:rFonts w:ascii="Arial" w:eastAsia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40"/>
                              </w:rPr>
                              <w:t xml:space="preserve"> Tell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1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40"/>
                              </w:rPr>
                              <w:t>us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3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40"/>
                              </w:rPr>
                              <w:t>if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2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40"/>
                              </w:rPr>
                              <w:t>and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4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40"/>
                              </w:rPr>
                              <w:t>how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8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40"/>
                              </w:rPr>
                              <w:t>you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36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40"/>
                              </w:rPr>
                              <w:t>were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9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w w:val="96"/>
                                <w:sz w:val="40"/>
                              </w:rPr>
                              <w:t>involved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4"/>
                                <w:w w:val="96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40"/>
                              </w:rPr>
                              <w:t>with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8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40"/>
                              </w:rPr>
                              <w:t>finances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32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40"/>
                              </w:rPr>
                              <w:t>and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4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40"/>
                              </w:rPr>
                              <w:t>preparing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37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40"/>
                              </w:rPr>
                              <w:t>returns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28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40"/>
                              </w:rPr>
                              <w:t>for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1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40"/>
                              </w:rPr>
                              <w:t>the tax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6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40"/>
                              </w:rPr>
                              <w:t>years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31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40"/>
                              </w:rPr>
                              <w:t>you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36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40"/>
                              </w:rPr>
                              <w:t>want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9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40"/>
                              </w:rPr>
                              <w:t>relief.</w:t>
                            </w:r>
                          </w:p>
                        </w:tc>
                      </w:tr>
                      <w:tr w:rsidR="00133FCA" w14:paraId="13B67457" w14:textId="77777777" w:rsidTr="00133FCA">
                        <w:trPr>
                          <w:trHeight w:hRule="exact" w:val="405"/>
                        </w:trPr>
                        <w:tc>
                          <w:tcPr>
                            <w:tcW w:w="9799" w:type="dxa"/>
                            <w:gridSpan w:val="3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14:paraId="3A0F4D64" w14:textId="77777777" w:rsidR="00133FCA" w:rsidRDefault="00133FCA"/>
                        </w:tc>
                        <w:tc>
                          <w:tcPr>
                            <w:tcW w:w="16330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14:paraId="7818CBDE" w14:textId="77777777" w:rsidR="00133FCA" w:rsidRDefault="00133FCA"/>
                        </w:tc>
                        <w:tc>
                          <w:tcPr>
                            <w:tcW w:w="32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A51FBFB" w14:textId="77777777" w:rsidR="00133FCA" w:rsidRDefault="00133FCA"/>
                        </w:tc>
                        <w:tc>
                          <w:tcPr>
                            <w:tcW w:w="142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663CC198" w14:textId="77777777" w:rsidR="00133FCA" w:rsidRDefault="00133FCA">
                            <w:pPr>
                              <w:spacing w:before="34" w:line="360" w:lineRule="exact"/>
                              <w:ind w:left="249"/>
                              <w:rPr>
                                <w:rFonts w:ascii="Arial" w:eastAsia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position w:val="-5"/>
                                <w:sz w:val="36"/>
                                <w:szCs w:val="36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32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3DBD642" w14:textId="77777777" w:rsidR="00133FCA" w:rsidRDefault="00133FCA"/>
                        </w:tc>
                        <w:tc>
                          <w:tcPr>
                            <w:tcW w:w="347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nil"/>
                              <w:right w:val="nil"/>
                            </w:tcBorders>
                          </w:tcPr>
                          <w:p w14:paraId="63B78D59" w14:textId="77777777" w:rsidR="00133FCA" w:rsidRDefault="00133FCA"/>
                        </w:tc>
                      </w:tr>
                    </w:tbl>
                    <w:p w14:paraId="5999DB63" w14:textId="77777777" w:rsidR="00747A8A" w:rsidRDefault="00747A8A" w:rsidP="00747A8A"/>
                  </w:txbxContent>
                </v:textbox>
                <w10:wrap anchorx="margin"/>
              </v:shape>
            </w:pict>
          </mc:Fallback>
        </mc:AlternateContent>
      </w:r>
    </w:p>
    <w:p w14:paraId="7E12F0C0" w14:textId="77777777" w:rsidR="00133FCA" w:rsidRDefault="00133FCA" w:rsidP="00747A8A">
      <w:pPr>
        <w:spacing w:before="20"/>
        <w:ind w:left="301"/>
        <w:rPr>
          <w:rFonts w:ascii="Arial" w:eastAsia="Arial" w:hAnsi="Arial" w:cs="Arial"/>
          <w:b/>
          <w:sz w:val="36"/>
          <w:szCs w:val="36"/>
        </w:rPr>
      </w:pPr>
    </w:p>
    <w:p w14:paraId="37AB0012" w14:textId="77777777" w:rsidR="00747A8A" w:rsidRDefault="00133FCA" w:rsidP="00133FCA">
      <w:pPr>
        <w:spacing w:before="20"/>
        <w:rPr>
          <w:rFonts w:ascii="Arial" w:eastAsia="Arial" w:hAnsi="Arial" w:cs="Arial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439CC620" wp14:editId="706995DC">
                <wp:simplePos x="0" y="0"/>
                <wp:positionH relativeFrom="column">
                  <wp:posOffset>12865100</wp:posOffset>
                </wp:positionH>
                <wp:positionV relativeFrom="paragraph">
                  <wp:posOffset>33020</wp:posOffset>
                </wp:positionV>
                <wp:extent cx="205740" cy="205740"/>
                <wp:effectExtent l="0" t="0" r="22860" b="22860"/>
                <wp:wrapNone/>
                <wp:docPr id="401" name="Freeform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740" cy="205740"/>
                        </a:xfrm>
                        <a:custGeom>
                          <a:avLst/>
                          <a:gdLst>
                            <a:gd name="T0" fmla="+- 0 19866 19866"/>
                            <a:gd name="T1" fmla="*/ T0 w 324"/>
                            <a:gd name="T2" fmla="+- 0 381 57"/>
                            <a:gd name="T3" fmla="*/ 381 h 324"/>
                            <a:gd name="T4" fmla="+- 0 20190 19866"/>
                            <a:gd name="T5" fmla="*/ T4 w 324"/>
                            <a:gd name="T6" fmla="+- 0 381 57"/>
                            <a:gd name="T7" fmla="*/ 381 h 324"/>
                            <a:gd name="T8" fmla="+- 0 20190 19866"/>
                            <a:gd name="T9" fmla="*/ T8 w 324"/>
                            <a:gd name="T10" fmla="+- 0 57 57"/>
                            <a:gd name="T11" fmla="*/ 57 h 324"/>
                            <a:gd name="T12" fmla="+- 0 19866 19866"/>
                            <a:gd name="T13" fmla="*/ T12 w 324"/>
                            <a:gd name="T14" fmla="+- 0 57 57"/>
                            <a:gd name="T15" fmla="*/ 57 h 324"/>
                            <a:gd name="T16" fmla="+- 0 19866 19866"/>
                            <a:gd name="T17" fmla="*/ T16 w 324"/>
                            <a:gd name="T18" fmla="+- 0 381 57"/>
                            <a:gd name="T19" fmla="*/ 381 h 3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324" h="324">
                              <a:moveTo>
                                <a:pt x="0" y="324"/>
                              </a:moveTo>
                              <a:lnTo>
                                <a:pt x="324" y="324"/>
                              </a:lnTo>
                              <a:lnTo>
                                <a:pt x="324" y="0"/>
                              </a:lnTo>
                              <a:lnTo>
                                <a:pt x="0" y="0"/>
                              </a:lnTo>
                              <a:lnTo>
                                <a:pt x="0" y="324"/>
                              </a:lnTo>
                              <a:close/>
                            </a:path>
                          </a:pathLst>
                        </a:custGeom>
                        <a:noFill/>
                        <a:ln w="128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23A85A" id="Freeform 118" o:spid="_x0000_s1026" style="position:absolute;margin-left:1013pt;margin-top:2.6pt;width:16.2pt;height:16.2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" path="m,324r324,l324,,,,,324xe" filled="f" strokeweight=".357mm">
                <v:path arrowok="t" o:connecttype="custom" o:connectlocs="0,241935;205740,241935;205740,36195;0,36195;0,241935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1DA709C4" wp14:editId="2C2E6CF6">
                <wp:simplePos x="0" y="0"/>
                <wp:positionH relativeFrom="column">
                  <wp:posOffset>11747500</wp:posOffset>
                </wp:positionH>
                <wp:positionV relativeFrom="paragraph">
                  <wp:posOffset>33020</wp:posOffset>
                </wp:positionV>
                <wp:extent cx="205740" cy="205740"/>
                <wp:effectExtent l="0" t="0" r="22860" b="22860"/>
                <wp:wrapNone/>
                <wp:docPr id="400" name="Freeform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740" cy="205740"/>
                        </a:xfrm>
                        <a:custGeom>
                          <a:avLst/>
                          <a:gdLst>
                            <a:gd name="T0" fmla="+- 0 19866 19866"/>
                            <a:gd name="T1" fmla="*/ T0 w 324"/>
                            <a:gd name="T2" fmla="+- 0 381 57"/>
                            <a:gd name="T3" fmla="*/ 381 h 324"/>
                            <a:gd name="T4" fmla="+- 0 20190 19866"/>
                            <a:gd name="T5" fmla="*/ T4 w 324"/>
                            <a:gd name="T6" fmla="+- 0 381 57"/>
                            <a:gd name="T7" fmla="*/ 381 h 324"/>
                            <a:gd name="T8" fmla="+- 0 20190 19866"/>
                            <a:gd name="T9" fmla="*/ T8 w 324"/>
                            <a:gd name="T10" fmla="+- 0 57 57"/>
                            <a:gd name="T11" fmla="*/ 57 h 324"/>
                            <a:gd name="T12" fmla="+- 0 19866 19866"/>
                            <a:gd name="T13" fmla="*/ T12 w 324"/>
                            <a:gd name="T14" fmla="+- 0 57 57"/>
                            <a:gd name="T15" fmla="*/ 57 h 324"/>
                            <a:gd name="T16" fmla="+- 0 19866 19866"/>
                            <a:gd name="T17" fmla="*/ T16 w 324"/>
                            <a:gd name="T18" fmla="+- 0 381 57"/>
                            <a:gd name="T19" fmla="*/ 381 h 3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324" h="324">
                              <a:moveTo>
                                <a:pt x="0" y="324"/>
                              </a:moveTo>
                              <a:lnTo>
                                <a:pt x="324" y="324"/>
                              </a:lnTo>
                              <a:lnTo>
                                <a:pt x="324" y="0"/>
                              </a:lnTo>
                              <a:lnTo>
                                <a:pt x="0" y="0"/>
                              </a:lnTo>
                              <a:lnTo>
                                <a:pt x="0" y="324"/>
                              </a:lnTo>
                              <a:close/>
                            </a:path>
                          </a:pathLst>
                        </a:custGeom>
                        <a:noFill/>
                        <a:ln w="128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8C35A0" id="Freeform 118" o:spid="_x0000_s1026" style="position:absolute;margin-left:925pt;margin-top:2.6pt;width:16.2pt;height:16.2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" path="m,324r324,l324,,,,,324xe" filled="f" strokeweight=".357mm">
                <v:path arrowok="t" o:connecttype="custom" o:connectlocs="0,241935;205740,241935;205740,36195;0,36195;0,241935" o:connectangles="0,0,0,0,0"/>
              </v:shape>
            </w:pict>
          </mc:Fallback>
        </mc:AlternateContent>
      </w:r>
      <w:r w:rsidR="00747A8A">
        <w:rPr>
          <w:rFonts w:ascii="Arial" w:eastAsia="Arial" w:hAnsi="Arial" w:cs="Arial"/>
          <w:b/>
          <w:sz w:val="36"/>
          <w:szCs w:val="36"/>
        </w:rPr>
        <w:t xml:space="preserve">11    </w:t>
      </w:r>
      <w:r w:rsidR="00747A8A">
        <w:rPr>
          <w:rFonts w:ascii="Arial" w:eastAsia="Arial" w:hAnsi="Arial" w:cs="Arial"/>
          <w:b/>
          <w:spacing w:val="89"/>
          <w:sz w:val="36"/>
          <w:szCs w:val="36"/>
        </w:rPr>
        <w:t xml:space="preserve"> </w:t>
      </w:r>
      <w:r w:rsidR="00747A8A">
        <w:rPr>
          <w:rFonts w:ascii="Arial" w:eastAsia="Arial" w:hAnsi="Arial" w:cs="Arial"/>
          <w:b/>
          <w:sz w:val="36"/>
          <w:szCs w:val="36"/>
        </w:rPr>
        <w:t>Did</w:t>
      </w:r>
      <w:r w:rsidR="00747A8A">
        <w:rPr>
          <w:rFonts w:ascii="Arial" w:eastAsia="Arial" w:hAnsi="Arial" w:cs="Arial"/>
          <w:b/>
          <w:spacing w:val="8"/>
          <w:sz w:val="36"/>
          <w:szCs w:val="36"/>
        </w:rPr>
        <w:t xml:space="preserve"> </w:t>
      </w:r>
      <w:r w:rsidR="00747A8A">
        <w:rPr>
          <w:rFonts w:ascii="Arial" w:eastAsia="Arial" w:hAnsi="Arial" w:cs="Arial"/>
          <w:b/>
          <w:sz w:val="36"/>
          <w:szCs w:val="36"/>
        </w:rPr>
        <w:t>you</w:t>
      </w:r>
      <w:r w:rsidR="00747A8A">
        <w:rPr>
          <w:rFonts w:ascii="Arial" w:eastAsia="Arial" w:hAnsi="Arial" w:cs="Arial"/>
          <w:b/>
          <w:spacing w:val="-11"/>
          <w:sz w:val="36"/>
          <w:szCs w:val="36"/>
        </w:rPr>
        <w:t xml:space="preserve"> </w:t>
      </w:r>
      <w:r w:rsidR="00747A8A">
        <w:rPr>
          <w:rFonts w:ascii="Arial" w:eastAsia="Arial" w:hAnsi="Arial" w:cs="Arial"/>
          <w:b/>
          <w:sz w:val="36"/>
          <w:szCs w:val="36"/>
        </w:rPr>
        <w:t>intend</w:t>
      </w:r>
      <w:r w:rsidR="00747A8A"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 w:rsidR="00747A8A">
        <w:rPr>
          <w:rFonts w:ascii="Arial" w:eastAsia="Arial" w:hAnsi="Arial" w:cs="Arial"/>
          <w:b/>
          <w:sz w:val="36"/>
          <w:szCs w:val="36"/>
        </w:rPr>
        <w:t>to</w:t>
      </w:r>
      <w:r w:rsidR="00747A8A">
        <w:rPr>
          <w:rFonts w:ascii="Arial" w:eastAsia="Arial" w:hAnsi="Arial" w:cs="Arial"/>
          <w:b/>
          <w:spacing w:val="12"/>
          <w:sz w:val="36"/>
          <w:szCs w:val="36"/>
        </w:rPr>
        <w:t xml:space="preserve"> </w:t>
      </w:r>
      <w:r w:rsidR="00747A8A">
        <w:rPr>
          <w:rFonts w:ascii="Arial" w:eastAsia="Arial" w:hAnsi="Arial" w:cs="Arial"/>
          <w:b/>
          <w:sz w:val="36"/>
          <w:szCs w:val="36"/>
        </w:rPr>
        <w:t>file</w:t>
      </w:r>
      <w:r w:rsidR="00747A8A">
        <w:rPr>
          <w:rFonts w:ascii="Arial" w:eastAsia="Arial" w:hAnsi="Arial" w:cs="Arial"/>
          <w:b/>
          <w:spacing w:val="-3"/>
          <w:sz w:val="36"/>
          <w:szCs w:val="36"/>
        </w:rPr>
        <w:t xml:space="preserve"> </w:t>
      </w:r>
      <w:r w:rsidR="00747A8A">
        <w:rPr>
          <w:rFonts w:ascii="Arial" w:eastAsia="Arial" w:hAnsi="Arial" w:cs="Arial"/>
          <w:b/>
          <w:sz w:val="36"/>
          <w:szCs w:val="36"/>
        </w:rPr>
        <w:t>a</w:t>
      </w:r>
      <w:r w:rsidR="00747A8A">
        <w:rPr>
          <w:rFonts w:ascii="Arial" w:eastAsia="Arial" w:hAnsi="Arial" w:cs="Arial"/>
          <w:b/>
          <w:spacing w:val="10"/>
          <w:sz w:val="36"/>
          <w:szCs w:val="36"/>
        </w:rPr>
        <w:t xml:space="preserve"> </w:t>
      </w:r>
      <w:r w:rsidR="00747A8A">
        <w:rPr>
          <w:rFonts w:ascii="Arial" w:eastAsia="Arial" w:hAnsi="Arial" w:cs="Arial"/>
          <w:b/>
          <w:sz w:val="36"/>
          <w:szCs w:val="36"/>
        </w:rPr>
        <w:t>joint</w:t>
      </w:r>
      <w:r w:rsidR="00747A8A"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 w:rsidR="00747A8A">
        <w:rPr>
          <w:rFonts w:ascii="Arial" w:eastAsia="Arial" w:hAnsi="Arial" w:cs="Arial"/>
          <w:b/>
          <w:sz w:val="36"/>
          <w:szCs w:val="36"/>
        </w:rPr>
        <w:t>return</w:t>
      </w:r>
      <w:r w:rsidR="00747A8A">
        <w:rPr>
          <w:rFonts w:ascii="Arial" w:eastAsia="Arial" w:hAnsi="Arial" w:cs="Arial"/>
          <w:b/>
          <w:spacing w:val="12"/>
          <w:sz w:val="36"/>
          <w:szCs w:val="36"/>
        </w:rPr>
        <w:t xml:space="preserve"> </w:t>
      </w:r>
      <w:r w:rsidR="00747A8A">
        <w:rPr>
          <w:rFonts w:ascii="Arial" w:eastAsia="Arial" w:hAnsi="Arial" w:cs="Arial"/>
          <w:b/>
          <w:sz w:val="36"/>
          <w:szCs w:val="36"/>
        </w:rPr>
        <w:t>for</w:t>
      </w:r>
      <w:r w:rsidR="00747A8A">
        <w:rPr>
          <w:rFonts w:ascii="Arial" w:eastAsia="Arial" w:hAnsi="Arial" w:cs="Arial"/>
          <w:b/>
          <w:spacing w:val="7"/>
          <w:sz w:val="36"/>
          <w:szCs w:val="36"/>
        </w:rPr>
        <w:t xml:space="preserve"> </w:t>
      </w:r>
      <w:r w:rsidR="00747A8A">
        <w:rPr>
          <w:rFonts w:ascii="Arial" w:eastAsia="Arial" w:hAnsi="Arial" w:cs="Arial"/>
          <w:b/>
          <w:sz w:val="36"/>
          <w:szCs w:val="36"/>
        </w:rPr>
        <w:t>the</w:t>
      </w:r>
      <w:r w:rsidR="00747A8A"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 w:rsidR="00747A8A">
        <w:rPr>
          <w:rFonts w:ascii="Arial" w:eastAsia="Arial" w:hAnsi="Arial" w:cs="Arial"/>
          <w:b/>
          <w:sz w:val="36"/>
          <w:szCs w:val="36"/>
        </w:rPr>
        <w:t>tax</w:t>
      </w:r>
      <w:r w:rsidR="00747A8A">
        <w:rPr>
          <w:rFonts w:ascii="Arial" w:eastAsia="Arial" w:hAnsi="Arial" w:cs="Arial"/>
          <w:b/>
          <w:spacing w:val="12"/>
          <w:sz w:val="36"/>
          <w:szCs w:val="36"/>
        </w:rPr>
        <w:t xml:space="preserve"> </w:t>
      </w:r>
      <w:r w:rsidR="00747A8A">
        <w:rPr>
          <w:rFonts w:ascii="Arial" w:eastAsia="Arial" w:hAnsi="Arial" w:cs="Arial"/>
          <w:b/>
          <w:sz w:val="36"/>
          <w:szCs w:val="36"/>
        </w:rPr>
        <w:t>year(s)</w:t>
      </w:r>
      <w:r w:rsidR="00747A8A">
        <w:rPr>
          <w:rFonts w:ascii="Arial" w:eastAsia="Arial" w:hAnsi="Arial" w:cs="Arial"/>
          <w:b/>
          <w:spacing w:val="-22"/>
          <w:sz w:val="36"/>
          <w:szCs w:val="36"/>
        </w:rPr>
        <w:t xml:space="preserve"> </w:t>
      </w:r>
      <w:r w:rsidR="00747A8A">
        <w:rPr>
          <w:rFonts w:ascii="Arial" w:eastAsia="Arial" w:hAnsi="Arial" w:cs="Arial"/>
          <w:b/>
          <w:sz w:val="36"/>
          <w:szCs w:val="36"/>
        </w:rPr>
        <w:t>listed</w:t>
      </w:r>
      <w:r w:rsidR="00747A8A"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 w:rsidR="00747A8A">
        <w:rPr>
          <w:rFonts w:ascii="Arial" w:eastAsia="Arial" w:hAnsi="Arial" w:cs="Arial"/>
          <w:b/>
          <w:sz w:val="36"/>
          <w:szCs w:val="36"/>
        </w:rPr>
        <w:t>on</w:t>
      </w:r>
      <w:r w:rsidR="00747A8A">
        <w:rPr>
          <w:rFonts w:ascii="Arial" w:eastAsia="Arial" w:hAnsi="Arial" w:cs="Arial"/>
          <w:b/>
          <w:spacing w:val="-2"/>
          <w:sz w:val="36"/>
          <w:szCs w:val="36"/>
        </w:rPr>
        <w:t xml:space="preserve"> </w:t>
      </w:r>
      <w:r w:rsidR="00747A8A">
        <w:rPr>
          <w:rFonts w:ascii="Arial" w:eastAsia="Arial" w:hAnsi="Arial" w:cs="Arial"/>
          <w:b/>
          <w:sz w:val="36"/>
          <w:szCs w:val="36"/>
        </w:rPr>
        <w:t>line</w:t>
      </w:r>
      <w:r w:rsidR="00747A8A">
        <w:rPr>
          <w:rFonts w:ascii="Arial" w:eastAsia="Arial" w:hAnsi="Arial" w:cs="Arial"/>
          <w:b/>
          <w:spacing w:val="-4"/>
          <w:sz w:val="36"/>
          <w:szCs w:val="36"/>
        </w:rPr>
        <w:t xml:space="preserve"> </w:t>
      </w:r>
      <w:r w:rsidR="00747A8A">
        <w:rPr>
          <w:rFonts w:ascii="Arial" w:eastAsia="Arial" w:hAnsi="Arial" w:cs="Arial"/>
          <w:b/>
          <w:sz w:val="36"/>
          <w:szCs w:val="36"/>
        </w:rPr>
        <w:t>3?</w:t>
      </w:r>
      <w:r w:rsidR="00747A8A">
        <w:rPr>
          <w:rFonts w:ascii="Arial" w:eastAsia="Arial" w:hAnsi="Arial" w:cs="Arial"/>
          <w:b/>
          <w:spacing w:val="-15"/>
          <w:sz w:val="36"/>
          <w:szCs w:val="36"/>
        </w:rPr>
        <w:t xml:space="preserve"> </w:t>
      </w:r>
      <w:r w:rsidR="00747A8A">
        <w:rPr>
          <w:rFonts w:ascii="Arial" w:eastAsia="Arial" w:hAnsi="Arial" w:cs="Arial"/>
          <w:sz w:val="36"/>
          <w:szCs w:val="36"/>
        </w:rPr>
        <w:t>See</w:t>
      </w:r>
      <w:r w:rsidR="00747A8A">
        <w:rPr>
          <w:rFonts w:ascii="Arial" w:eastAsia="Arial" w:hAnsi="Arial" w:cs="Arial"/>
          <w:spacing w:val="-11"/>
          <w:sz w:val="36"/>
          <w:szCs w:val="36"/>
        </w:rPr>
        <w:t xml:space="preserve"> </w:t>
      </w:r>
      <w:r w:rsidR="00747A8A">
        <w:rPr>
          <w:rFonts w:ascii="Arial" w:eastAsia="Arial" w:hAnsi="Arial" w:cs="Arial"/>
          <w:sz w:val="36"/>
          <w:szCs w:val="36"/>
        </w:rPr>
        <w:t xml:space="preserve">instructions.  </w:t>
      </w:r>
      <w:r>
        <w:rPr>
          <w:rFonts w:ascii="Arial" w:eastAsia="Arial" w:hAnsi="Arial" w:cs="Arial"/>
          <w:b/>
          <w:sz w:val="36"/>
          <w:szCs w:val="36"/>
        </w:rPr>
        <w:t xml:space="preserve">                     </w:t>
      </w:r>
      <w:r>
        <w:rPr>
          <w:rFonts w:ascii="Arial" w:eastAsia="Arial" w:hAnsi="Arial" w:cs="Arial"/>
          <w:b/>
          <w:sz w:val="36"/>
          <w:szCs w:val="36"/>
        </w:rPr>
        <w:tab/>
      </w:r>
      <w:r>
        <w:rPr>
          <w:rFonts w:ascii="Arial" w:eastAsia="Arial" w:hAnsi="Arial" w:cs="Arial"/>
          <w:b/>
          <w:sz w:val="36"/>
          <w:szCs w:val="36"/>
        </w:rPr>
        <w:tab/>
        <w:t xml:space="preserve">  </w:t>
      </w:r>
      <w:r>
        <w:rPr>
          <w:rFonts w:ascii="Arial" w:eastAsia="Arial" w:hAnsi="Arial" w:cs="Arial"/>
          <w:b/>
          <w:spacing w:val="62"/>
          <w:sz w:val="36"/>
          <w:szCs w:val="36"/>
        </w:rPr>
        <w:t xml:space="preserve"> </w:t>
      </w:r>
      <w:r>
        <w:rPr>
          <w:rFonts w:ascii="Arial" w:eastAsia="Arial" w:hAnsi="Arial" w:cs="Arial"/>
          <w:position w:val="2"/>
          <w:sz w:val="36"/>
          <w:szCs w:val="36"/>
        </w:rPr>
        <w:t xml:space="preserve">Yes          </w:t>
      </w:r>
      <w:r>
        <w:rPr>
          <w:rFonts w:ascii="Arial" w:eastAsia="Arial" w:hAnsi="Arial" w:cs="Arial"/>
          <w:spacing w:val="32"/>
          <w:position w:val="2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position w:val="2"/>
          <w:sz w:val="36"/>
          <w:szCs w:val="36"/>
        </w:rPr>
        <w:t>No</w:t>
      </w:r>
      <w:r w:rsidR="00747A8A">
        <w:rPr>
          <w:rFonts w:ascii="Arial" w:eastAsia="Arial" w:hAnsi="Arial" w:cs="Arial"/>
          <w:sz w:val="36"/>
          <w:szCs w:val="36"/>
        </w:rPr>
        <w:t xml:space="preserve">                   </w:t>
      </w:r>
      <w:r w:rsidR="00747A8A">
        <w:rPr>
          <w:rFonts w:ascii="Arial" w:eastAsia="Arial" w:hAnsi="Arial" w:cs="Arial"/>
          <w:spacing w:val="88"/>
          <w:sz w:val="36"/>
          <w:szCs w:val="36"/>
        </w:rPr>
        <w:t xml:space="preserve"> </w:t>
      </w:r>
    </w:p>
    <w:p w14:paraId="362E7201" w14:textId="69E73500" w:rsidR="00747A8A" w:rsidRDefault="00133FCA" w:rsidP="00133FCA">
      <w:pPr>
        <w:spacing w:before="72" w:line="400" w:lineRule="exact"/>
        <w:ind w:left="720"/>
        <w:rPr>
          <w:rFonts w:ascii="Cambria" w:eastAsia="Cambria" w:hAnsi="Cambria" w:cs="Cambria"/>
          <w:sz w:val="26"/>
          <w:szCs w:val="26"/>
        </w:rPr>
      </w:pPr>
      <w:r>
        <w:rPr>
          <w:rFonts w:ascii="Arial" w:eastAsia="Arial" w:hAnsi="Arial" w:cs="Arial"/>
          <w:position w:val="-1"/>
          <w:sz w:val="36"/>
          <w:szCs w:val="36"/>
        </w:rPr>
        <w:t xml:space="preserve">  </w:t>
      </w:r>
      <w:r w:rsidR="00747A8A">
        <w:rPr>
          <w:rFonts w:ascii="Arial" w:eastAsia="Arial" w:hAnsi="Arial" w:cs="Arial"/>
          <w:position w:val="-1"/>
          <w:sz w:val="36"/>
          <w:szCs w:val="36"/>
        </w:rPr>
        <w:t>Explain</w:t>
      </w:r>
      <w:r w:rsidR="00747A8A">
        <w:rPr>
          <w:rFonts w:ascii="Arial" w:eastAsia="Arial" w:hAnsi="Arial" w:cs="Arial"/>
          <w:spacing w:val="2"/>
          <w:position w:val="-1"/>
          <w:sz w:val="36"/>
          <w:szCs w:val="36"/>
        </w:rPr>
        <w:t xml:space="preserve"> </w:t>
      </w:r>
      <w:r w:rsidR="00747A8A">
        <w:rPr>
          <w:rFonts w:ascii="Arial" w:eastAsia="Arial" w:hAnsi="Arial" w:cs="Arial"/>
          <w:position w:val="-1"/>
          <w:sz w:val="36"/>
          <w:szCs w:val="36"/>
        </w:rPr>
        <w:t>why</w:t>
      </w:r>
      <w:r w:rsidR="00747A8A">
        <w:rPr>
          <w:rFonts w:ascii="Arial" w:eastAsia="Arial" w:hAnsi="Arial" w:cs="Arial"/>
          <w:spacing w:val="21"/>
          <w:position w:val="-1"/>
          <w:sz w:val="36"/>
          <w:szCs w:val="36"/>
        </w:rPr>
        <w:t xml:space="preserve"> </w:t>
      </w:r>
      <w:r w:rsidR="00747A8A">
        <w:rPr>
          <w:rFonts w:ascii="Arial" w:eastAsia="Arial" w:hAnsi="Arial" w:cs="Arial"/>
          <w:position w:val="-1"/>
          <w:sz w:val="36"/>
          <w:szCs w:val="36"/>
        </w:rPr>
        <w:t>or</w:t>
      </w:r>
      <w:r w:rsidR="00747A8A">
        <w:rPr>
          <w:rFonts w:ascii="Arial" w:eastAsia="Arial" w:hAnsi="Arial" w:cs="Arial"/>
          <w:spacing w:val="12"/>
          <w:position w:val="-1"/>
          <w:sz w:val="36"/>
          <w:szCs w:val="36"/>
        </w:rPr>
        <w:t xml:space="preserve"> </w:t>
      </w:r>
      <w:r w:rsidR="00747A8A">
        <w:rPr>
          <w:rFonts w:ascii="Arial" w:eastAsia="Arial" w:hAnsi="Arial" w:cs="Arial"/>
          <w:position w:val="-1"/>
          <w:sz w:val="36"/>
          <w:szCs w:val="36"/>
        </w:rPr>
        <w:t>why</w:t>
      </w:r>
      <w:r w:rsidR="00747A8A">
        <w:rPr>
          <w:rFonts w:ascii="Arial" w:eastAsia="Arial" w:hAnsi="Arial" w:cs="Arial"/>
          <w:spacing w:val="21"/>
          <w:position w:val="-1"/>
          <w:sz w:val="36"/>
          <w:szCs w:val="36"/>
        </w:rPr>
        <w:t xml:space="preserve"> </w:t>
      </w:r>
      <w:r w:rsidR="00747A8A">
        <w:rPr>
          <w:rFonts w:ascii="Arial" w:eastAsia="Arial" w:hAnsi="Arial" w:cs="Arial"/>
          <w:position w:val="-1"/>
          <w:sz w:val="36"/>
          <w:szCs w:val="36"/>
        </w:rPr>
        <w:t>not</w:t>
      </w:r>
      <w:r w:rsidR="00747A8A">
        <w:rPr>
          <w:rFonts w:ascii="Arial" w:eastAsia="Arial" w:hAnsi="Arial" w:cs="Arial"/>
          <w:spacing w:val="21"/>
          <w:position w:val="-1"/>
          <w:sz w:val="36"/>
          <w:szCs w:val="36"/>
        </w:rPr>
        <w:t xml:space="preserve"> </w:t>
      </w:r>
      <w:r w:rsidR="00747A8A">
        <w:rPr>
          <w:rFonts w:ascii="Cambria" w:eastAsia="Cambria" w:hAnsi="Cambria" w:cs="Cambria"/>
          <w:w w:val="121"/>
          <w:position w:val="5"/>
          <w:sz w:val="26"/>
          <w:szCs w:val="26"/>
        </w:rPr>
        <w:t>▶</w:t>
      </w:r>
    </w:p>
    <w:p w14:paraId="2ED8646F" w14:textId="33445B54" w:rsidR="00747A8A" w:rsidRDefault="00E26D60" w:rsidP="00747A8A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54848" behindDoc="1" locked="0" layoutInCell="1" allowOverlap="1" wp14:anchorId="0C16DB28" wp14:editId="60707982">
                <wp:simplePos x="0" y="0"/>
                <wp:positionH relativeFrom="margin">
                  <wp:align>right</wp:align>
                </wp:positionH>
                <wp:positionV relativeFrom="paragraph">
                  <wp:posOffset>21590</wp:posOffset>
                </wp:positionV>
                <wp:extent cx="10433685" cy="0"/>
                <wp:effectExtent l="0" t="0" r="0" b="0"/>
                <wp:wrapNone/>
                <wp:docPr id="240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33685" cy="0"/>
                          <a:chOff x="6652" y="514"/>
                          <a:chExt cx="16431" cy="0"/>
                        </a:xfrm>
                      </wpg:grpSpPr>
                      <wps:wsp>
                        <wps:cNvPr id="241" name="Freeform 122"/>
                        <wps:cNvSpPr>
                          <a:spLocks/>
                        </wps:cNvSpPr>
                        <wps:spPr bwMode="auto">
                          <a:xfrm>
                            <a:off x="6652" y="514"/>
                            <a:ext cx="16431" cy="0"/>
                          </a:xfrm>
                          <a:custGeom>
                            <a:avLst/>
                            <a:gdLst>
                              <a:gd name="T0" fmla="+- 0 6652 6652"/>
                              <a:gd name="T1" fmla="*/ T0 w 16431"/>
                              <a:gd name="T2" fmla="+- 0 23083 6652"/>
                              <a:gd name="T3" fmla="*/ T2 w 1643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431">
                                <a:moveTo>
                                  <a:pt x="0" y="0"/>
                                </a:moveTo>
                                <a:lnTo>
                                  <a:pt x="16431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DB4CD0" id="Group 240" o:spid="_x0000_s1026" style="position:absolute;margin-left:770.35pt;margin-top:1.7pt;width:821.55pt;height:0;z-index:-251461632;mso-position-horizontal:right;mso-position-horizontal-relative:margin" coordorigin="6652,514" coordsize="1643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">
                <v:shape id="Freeform 122" o:spid="_x0000_s1027" style="position:absolute;left:6652;top:514;width:16431;height:0;visibility:visible;mso-wrap-style:square;v-text-anchor:top" coordsize="1643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" path="m,l16431,e" filled="f" strokeweight=".357mm">
                  <v:stroke dashstyle="dash"/>
                  <v:path arrowok="t" o:connecttype="custom" o:connectlocs="0,0;16431,0" o:connectangles="0,0"/>
                </v:shape>
                <w10:wrap anchorx="margin"/>
              </v:group>
            </w:pict>
          </mc:Fallback>
        </mc:AlternateContent>
      </w:r>
    </w:p>
    <w:p w14:paraId="3E91C885" w14:textId="62260EDE" w:rsidR="00747A8A" w:rsidRDefault="00E26D60" w:rsidP="00747A8A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55872" behindDoc="1" locked="0" layoutInCell="1" allowOverlap="1" wp14:anchorId="7CA7DB95" wp14:editId="691554EE">
                <wp:simplePos x="0" y="0"/>
                <wp:positionH relativeFrom="margin">
                  <wp:align>right</wp:align>
                </wp:positionH>
                <wp:positionV relativeFrom="paragraph">
                  <wp:posOffset>25400</wp:posOffset>
                </wp:positionV>
                <wp:extent cx="13159740" cy="0"/>
                <wp:effectExtent l="0" t="0" r="0" b="0"/>
                <wp:wrapNone/>
                <wp:docPr id="238" name="Group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1000"/>
                          <a:chExt cx="20724" cy="0"/>
                        </a:xfrm>
                      </wpg:grpSpPr>
                      <wps:wsp>
                        <wps:cNvPr id="239" name="Freeform 124"/>
                        <wps:cNvSpPr>
                          <a:spLocks/>
                        </wps:cNvSpPr>
                        <wps:spPr bwMode="auto">
                          <a:xfrm>
                            <a:off x="2359" y="1000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46A076" id="Group 238" o:spid="_x0000_s1026" style="position:absolute;margin-left:985pt;margin-top:2pt;width:1036.2pt;height:0;z-index:-251460608;mso-position-horizontal:right;mso-position-horizontal-relative:margin" coordorigin="2359,1000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">
                <v:shape id="Freeform 124" o:spid="_x0000_s1027" style="position:absolute;left:2359;top:1000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79C67A1E" w14:textId="65E9404D" w:rsidR="00747A8A" w:rsidRDefault="00E26D60" w:rsidP="00747A8A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56896" behindDoc="1" locked="0" layoutInCell="1" allowOverlap="1" wp14:anchorId="645D2298" wp14:editId="4054BB1D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13159740" cy="0"/>
                <wp:effectExtent l="0" t="0" r="0" b="0"/>
                <wp:wrapNone/>
                <wp:docPr id="236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1486"/>
                          <a:chExt cx="20724" cy="0"/>
                        </a:xfrm>
                      </wpg:grpSpPr>
                      <wps:wsp>
                        <wps:cNvPr id="237" name="Freeform 126"/>
                        <wps:cNvSpPr>
                          <a:spLocks/>
                        </wps:cNvSpPr>
                        <wps:spPr bwMode="auto">
                          <a:xfrm>
                            <a:off x="2359" y="1486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C0AB5B" id="Group 236" o:spid="_x0000_s1026" style="position:absolute;margin-left:985pt;margin-top:1.3pt;width:1036.2pt;height:0;z-index:-251459584;mso-position-horizontal:right;mso-position-horizontal-relative:margin" coordorigin="2359,1486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">
                <v:shape id="Freeform 126" o:spid="_x0000_s1027" style="position:absolute;left:2359;top:1486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4E47CF01" w14:textId="77777777" w:rsidR="00747A8A" w:rsidRDefault="00133FCA" w:rsidP="00747A8A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57920" behindDoc="1" locked="0" layoutInCell="1" allowOverlap="1" wp14:anchorId="2F7650BC" wp14:editId="22BC5F45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13159740" cy="0"/>
                <wp:effectExtent l="0" t="0" r="0" b="0"/>
                <wp:wrapNone/>
                <wp:docPr id="243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2892"/>
                          <a:chExt cx="20724" cy="0"/>
                        </a:xfrm>
                      </wpg:grpSpPr>
                      <wps:wsp>
                        <wps:cNvPr id="244" name="Freeform 130"/>
                        <wps:cNvSpPr>
                          <a:spLocks/>
                        </wps:cNvSpPr>
                        <wps:spPr bwMode="auto">
                          <a:xfrm>
                            <a:off x="2359" y="2892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F96037" id="Group 243" o:spid="_x0000_s1026" style="position:absolute;margin-left:985pt;margin-top:.9pt;width:1036.2pt;height:0;z-index:-251458560;mso-position-horizontal:right;mso-position-horizontal-relative:margin" coordorigin="2359,2892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">
                <v:shape id="Freeform 130" o:spid="_x0000_s1027" style="position:absolute;left:2359;top:2892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33DD27D0" w14:textId="77777777" w:rsidR="00747A8A" w:rsidRDefault="00133FCA" w:rsidP="00747A8A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03296" behindDoc="1" locked="0" layoutInCell="1" allowOverlap="1" wp14:anchorId="58402305" wp14:editId="0B943804">
                <wp:simplePos x="0" y="0"/>
                <wp:positionH relativeFrom="margin">
                  <wp:align>right</wp:align>
                </wp:positionH>
                <wp:positionV relativeFrom="paragraph">
                  <wp:posOffset>3810</wp:posOffset>
                </wp:positionV>
                <wp:extent cx="13159740" cy="0"/>
                <wp:effectExtent l="0" t="0" r="0" b="0"/>
                <wp:wrapNone/>
                <wp:docPr id="234" name="Group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-952"/>
                          <a:chExt cx="20724" cy="0"/>
                        </a:xfrm>
                      </wpg:grpSpPr>
                      <wps:wsp>
                        <wps:cNvPr id="235" name="Freeform 128"/>
                        <wps:cNvSpPr>
                          <a:spLocks/>
                        </wps:cNvSpPr>
                        <wps:spPr bwMode="auto">
                          <a:xfrm>
                            <a:off x="2359" y="-952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2A30D4" id="Group 234" o:spid="_x0000_s1026" style="position:absolute;margin-left:985pt;margin-top:.3pt;width:1036.2pt;height:0;z-index:-251613184;mso-position-horizontal:right;mso-position-horizontal-relative:margin" coordorigin="2359,-952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">
                <v:shape id="Freeform 128" o:spid="_x0000_s1027" style="position:absolute;left:2359;top:-952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464D3738" w14:textId="77777777" w:rsidR="001F3A64" w:rsidRDefault="001F3A64" w:rsidP="001F3A64">
      <w:pPr>
        <w:pStyle w:val="Body"/>
        <w:sectPr w:rsidR="001F3A64" w:rsidSect="000805DE">
          <w:type w:val="continuous"/>
          <w:pgSz w:w="24480" w:h="15840" w:orient="landscape"/>
          <w:pgMar w:top="1440" w:right="1440" w:bottom="1440" w:left="1440" w:header="720" w:footer="720" w:gutter="0"/>
          <w:cols w:space="720"/>
        </w:sectPr>
      </w:pPr>
    </w:p>
    <w:p w14:paraId="1B4C4553" w14:textId="77777777" w:rsidR="001F3A64" w:rsidRPr="00E03276" w:rsidRDefault="001F3A64" w:rsidP="006F4693">
      <w:pPr>
        <w:spacing w:line="400" w:lineRule="exact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w:lastRenderedPageBreak/>
        <mc:AlternateContent>
          <mc:Choice Requires="wpg">
            <w:drawing>
              <wp:anchor distT="0" distB="0" distL="114300" distR="114300" simplePos="0" relativeHeight="251876352" behindDoc="1" locked="0" layoutInCell="1" allowOverlap="1" wp14:anchorId="39127FC2" wp14:editId="15BC0F18">
                <wp:simplePos x="0" y="0"/>
                <wp:positionH relativeFrom="page">
                  <wp:posOffset>744855</wp:posOffset>
                </wp:positionH>
                <wp:positionV relativeFrom="paragraph">
                  <wp:posOffset>-40640</wp:posOffset>
                </wp:positionV>
                <wp:extent cx="13926185" cy="643255"/>
                <wp:effectExtent l="1905" t="7620" r="6985" b="6350"/>
                <wp:wrapNone/>
                <wp:docPr id="402" name="Group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26185" cy="643255"/>
                          <a:chOff x="1173" y="-64"/>
                          <a:chExt cx="21931" cy="1013"/>
                        </a:xfrm>
                      </wpg:grpSpPr>
                      <wps:wsp>
                        <wps:cNvPr id="403" name="Freeform 136"/>
                        <wps:cNvSpPr>
                          <a:spLocks/>
                        </wps:cNvSpPr>
                        <wps:spPr bwMode="auto">
                          <a:xfrm>
                            <a:off x="1193" y="-44"/>
                            <a:ext cx="20432" cy="0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T0 w 20432"/>
                              <a:gd name="T2" fmla="+- 0 21625 1193"/>
                              <a:gd name="T3" fmla="*/ T2 w 2043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432">
                                <a:moveTo>
                                  <a:pt x="0" y="0"/>
                                </a:moveTo>
                                <a:lnTo>
                                  <a:pt x="20432" y="0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" name="Freeform 137"/>
                        <wps:cNvSpPr>
                          <a:spLocks/>
                        </wps:cNvSpPr>
                        <wps:spPr bwMode="auto">
                          <a:xfrm>
                            <a:off x="21605" y="-44"/>
                            <a:ext cx="1478" cy="0"/>
                          </a:xfrm>
                          <a:custGeom>
                            <a:avLst/>
                            <a:gdLst>
                              <a:gd name="T0" fmla="+- 0 21605 21605"/>
                              <a:gd name="T1" fmla="*/ T0 w 1478"/>
                              <a:gd name="T2" fmla="+- 0 23083 21605"/>
                              <a:gd name="T3" fmla="*/ T2 w 147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78">
                                <a:moveTo>
                                  <a:pt x="0" y="0"/>
                                </a:moveTo>
                                <a:lnTo>
                                  <a:pt x="1478" y="0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Freeform 138"/>
                        <wps:cNvSpPr>
                          <a:spLocks/>
                        </wps:cNvSpPr>
                        <wps:spPr bwMode="auto">
                          <a:xfrm>
                            <a:off x="1193" y="928"/>
                            <a:ext cx="16350" cy="0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T0 w 16350"/>
                              <a:gd name="T2" fmla="+- 0 17543 1193"/>
                              <a:gd name="T3" fmla="*/ T2 w 163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350">
                                <a:moveTo>
                                  <a:pt x="0" y="0"/>
                                </a:moveTo>
                                <a:lnTo>
                                  <a:pt x="16350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Freeform 139"/>
                        <wps:cNvSpPr>
                          <a:spLocks/>
                        </wps:cNvSpPr>
                        <wps:spPr bwMode="auto">
                          <a:xfrm>
                            <a:off x="17523" y="928"/>
                            <a:ext cx="5561" cy="0"/>
                          </a:xfrm>
                          <a:custGeom>
                            <a:avLst/>
                            <a:gdLst>
                              <a:gd name="T0" fmla="+- 0 17523 17523"/>
                              <a:gd name="T1" fmla="*/ T0 w 5561"/>
                              <a:gd name="T2" fmla="+- 0 23083 17523"/>
                              <a:gd name="T3" fmla="*/ T2 w 556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61">
                                <a:moveTo>
                                  <a:pt x="0" y="0"/>
                                </a:moveTo>
                                <a:lnTo>
                                  <a:pt x="5560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Freeform 140"/>
                        <wps:cNvSpPr>
                          <a:spLocks/>
                        </wps:cNvSpPr>
                        <wps:spPr bwMode="auto">
                          <a:xfrm>
                            <a:off x="17533" y="-54"/>
                            <a:ext cx="0" cy="992"/>
                          </a:xfrm>
                          <a:custGeom>
                            <a:avLst/>
                            <a:gdLst>
                              <a:gd name="T0" fmla="+- 0 -54 -54"/>
                              <a:gd name="T1" fmla="*/ -54 h 992"/>
                              <a:gd name="T2" fmla="+- 0 938 -54"/>
                              <a:gd name="T3" fmla="*/ 938 h 99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92">
                                <a:moveTo>
                                  <a:pt x="0" y="0"/>
                                </a:moveTo>
                                <a:lnTo>
                                  <a:pt x="0" y="992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C792E1" id="Group 402" o:spid="_x0000_s1026" style="position:absolute;margin-left:58.65pt;margin-top:-3.2pt;width:1096.55pt;height:50.65pt;z-index:-251440128;mso-position-horizontal-relative:page" coordorigin="1173,-64" coordsize="21931,1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">
                <v:shape id="Freeform 136" o:spid="_x0000_s1027" style="position:absolute;left:1193;top:-44;width:20432;height:0;visibility:visible;mso-wrap-style:square;v-text-anchor:top" coordsize="2043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" path="m,l20432,e" filled="f" strokeweight=".71439mm">
                  <v:path arrowok="t" o:connecttype="custom" o:connectlocs="0,0;20432,0" o:connectangles="0,0"/>
                </v:shape>
                <v:shape id="Freeform 137" o:spid="_x0000_s1028" style="position:absolute;left:21605;top:-44;width:1478;height:0;visibility:visible;mso-wrap-style:square;v-text-anchor:top" coordsize="14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" path="m,l1478,e" filled="f" strokeweight=".71439mm">
                  <v:path arrowok="t" o:connecttype="custom" o:connectlocs="0,0;1478,0" o:connectangles="0,0"/>
                </v:shape>
                <v:shape id="Freeform 138" o:spid="_x0000_s1029" style="position:absolute;left:1193;top:928;width:16350;height:0;visibility:visible;mso-wrap-style:square;v-text-anchor:top" coordsize="163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" path="m,l16350,e" filled="f" strokeweight=".357mm">
                  <v:path arrowok="t" o:connecttype="custom" o:connectlocs="0,0;16350,0" o:connectangles="0,0"/>
                </v:shape>
                <v:shape id="Freeform 139" o:spid="_x0000_s1030" style="position:absolute;left:17523;top:928;width:5561;height:0;visibility:visible;mso-wrap-style:square;v-text-anchor:top" coordsize="55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" path="m,l5560,e" filled="f" strokeweight=".357mm">
                  <v:path arrowok="t" o:connecttype="custom" o:connectlocs="0,0;5560,0" o:connectangles="0,0"/>
                </v:shape>
                <v:shape id="Freeform 140" o:spid="_x0000_s1031" style="position:absolute;left:17533;top:-54;width:0;height:992;visibility:visible;mso-wrap-style:square;v-text-anchor:top" coordsize="0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" path="m,l,992e" filled="f" strokeweight=".357mm">
                  <v:path arrowok="t" o:connecttype="custom" o:connectlocs="0,-54;0,938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position w:val="-1"/>
          <w:sz w:val="36"/>
          <w:szCs w:val="36"/>
        </w:rPr>
        <w:t>Your</w:t>
      </w:r>
      <w:r>
        <w:rPr>
          <w:rFonts w:ascii="Arial" w:eastAsia="Arial" w:hAnsi="Arial" w:cs="Arial"/>
          <w:b/>
          <w:spacing w:val="2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position w:val="-1"/>
          <w:sz w:val="36"/>
          <w:szCs w:val="36"/>
        </w:rPr>
        <w:t>current</w:t>
      </w:r>
      <w:r>
        <w:rPr>
          <w:rFonts w:ascii="Arial" w:eastAsia="Arial" w:hAnsi="Arial" w:cs="Arial"/>
          <w:b/>
          <w:spacing w:val="14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position w:val="-1"/>
          <w:sz w:val="36"/>
          <w:szCs w:val="36"/>
        </w:rPr>
        <w:t xml:space="preserve">name                                                                                                                                   </w:t>
      </w:r>
      <w:r>
        <w:rPr>
          <w:rFonts w:ascii="Arial" w:eastAsia="Arial" w:hAnsi="Arial" w:cs="Arial"/>
          <w:b/>
          <w:spacing w:val="94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position w:val="-1"/>
          <w:sz w:val="36"/>
          <w:szCs w:val="36"/>
        </w:rPr>
        <w:t>Your</w:t>
      </w:r>
      <w:r>
        <w:rPr>
          <w:rFonts w:ascii="Arial" w:eastAsia="Arial" w:hAnsi="Arial" w:cs="Arial"/>
          <w:b/>
          <w:spacing w:val="-36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w w:val="95"/>
          <w:position w:val="-1"/>
          <w:sz w:val="36"/>
          <w:szCs w:val="36"/>
        </w:rPr>
        <w:t>social</w:t>
      </w:r>
      <w:r>
        <w:rPr>
          <w:rFonts w:ascii="Arial" w:eastAsia="Arial" w:hAnsi="Arial" w:cs="Arial"/>
          <w:b/>
          <w:spacing w:val="12"/>
          <w:w w:val="95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w w:val="95"/>
          <w:position w:val="-1"/>
          <w:sz w:val="36"/>
          <w:szCs w:val="36"/>
        </w:rPr>
        <w:t>security</w:t>
      </w:r>
      <w:r>
        <w:rPr>
          <w:rFonts w:ascii="Arial" w:eastAsia="Arial" w:hAnsi="Arial" w:cs="Arial"/>
          <w:b/>
          <w:spacing w:val="2"/>
          <w:w w:val="95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position w:val="-1"/>
          <w:sz w:val="36"/>
          <w:szCs w:val="36"/>
        </w:rPr>
        <w:t>number</w:t>
      </w:r>
    </w:p>
    <w:p w14:paraId="580C3CCB" w14:textId="77777777" w:rsidR="001F3A64" w:rsidRDefault="001F3A64" w:rsidP="001F3A64">
      <w:pPr>
        <w:spacing w:line="200" w:lineRule="exact"/>
      </w:pPr>
    </w:p>
    <w:p w14:paraId="68852810" w14:textId="77777777" w:rsidR="001F3A64" w:rsidRPr="00E03276" w:rsidRDefault="001F3A64" w:rsidP="001F3A64">
      <w:pPr>
        <w:spacing w:before="20" w:line="258" w:lineRule="auto"/>
        <w:ind w:left="103" w:right="55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77376" behindDoc="1" locked="0" layoutInCell="1" allowOverlap="1" wp14:anchorId="6A9BC87C" wp14:editId="756722CC">
                <wp:simplePos x="0" y="0"/>
                <wp:positionH relativeFrom="page">
                  <wp:posOffset>757555</wp:posOffset>
                </wp:positionH>
                <wp:positionV relativeFrom="paragraph">
                  <wp:posOffset>622300</wp:posOffset>
                </wp:positionV>
                <wp:extent cx="13900150" cy="0"/>
                <wp:effectExtent l="14605" t="6985" r="10795" b="12065"/>
                <wp:wrapNone/>
                <wp:docPr id="408" name="Group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0" cy="0"/>
                          <a:chOff x="1193" y="980"/>
                          <a:chExt cx="21890" cy="0"/>
                        </a:xfrm>
                      </wpg:grpSpPr>
                      <wps:wsp>
                        <wps:cNvPr id="409" name="Freeform 142"/>
                        <wps:cNvSpPr>
                          <a:spLocks/>
                        </wps:cNvSpPr>
                        <wps:spPr bwMode="auto">
                          <a:xfrm>
                            <a:off x="1193" y="980"/>
                            <a:ext cx="21890" cy="0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T0 w 21890"/>
                              <a:gd name="T2" fmla="+- 0 23083 1193"/>
                              <a:gd name="T3" fmla="*/ T2 w 218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890">
                                <a:moveTo>
                                  <a:pt x="0" y="0"/>
                                </a:moveTo>
                                <a:lnTo>
                                  <a:pt x="21890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CB9987" id="Group 408" o:spid="_x0000_s1026" style="position:absolute;margin-left:59.65pt;margin-top:49pt;width:1094.5pt;height:0;z-index:-251439104;mso-position-horizontal-relative:page" coordorigin="1193,980" coordsize="2189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">
                <v:shape id="Freeform 142" o:spid="_x0000_s1027" style="position:absolute;left:1193;top:980;width:21890;height:0;visibility:visible;mso-wrap-style:square;v-text-anchor:top" coordsize="2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" path="m,l21890,e" filled="f" strokeweight=".357mm">
                  <v:path arrowok="t" o:connecttype="custom" o:connectlocs="0,0;21890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36"/>
          <w:szCs w:val="36"/>
        </w:rPr>
        <w:t>Note:</w:t>
      </w:r>
      <w:r>
        <w:rPr>
          <w:rFonts w:ascii="Arial" w:eastAsia="Arial" w:hAnsi="Arial" w:cs="Arial"/>
          <w:b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need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more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room</w:t>
      </w:r>
      <w:r>
        <w:rPr>
          <w:rFonts w:ascii="Arial" w:eastAsia="Arial" w:hAnsi="Arial" w:cs="Arial"/>
          <w:spacing w:val="2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write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answer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for</w:t>
      </w:r>
      <w:r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any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question,</w:t>
      </w:r>
      <w:r>
        <w:rPr>
          <w:rFonts w:ascii="Arial" w:eastAsia="Arial" w:hAnsi="Arial" w:cs="Arial"/>
          <w:spacing w:val="4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attach</w:t>
      </w:r>
      <w:r>
        <w:rPr>
          <w:rFonts w:ascii="Arial" w:eastAsia="Arial" w:hAnsi="Arial" w:cs="Arial"/>
          <w:spacing w:val="4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more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pages.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Be</w:t>
      </w:r>
      <w:r>
        <w:rPr>
          <w:rFonts w:ascii="Arial" w:eastAsia="Arial" w:hAnsi="Arial" w:cs="Arial"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sure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write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name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and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social</w:t>
      </w:r>
      <w:r>
        <w:rPr>
          <w:rFonts w:ascii="Arial" w:eastAsia="Arial" w:hAnsi="Arial" w:cs="Arial"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 xml:space="preserve">security </w:t>
      </w:r>
      <w:r>
        <w:rPr>
          <w:rFonts w:ascii="Arial" w:eastAsia="Arial" w:hAnsi="Arial" w:cs="Arial"/>
          <w:sz w:val="36"/>
          <w:szCs w:val="36"/>
        </w:rPr>
        <w:t>number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on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top</w:t>
      </w:r>
      <w:r>
        <w:rPr>
          <w:rFonts w:ascii="Arial" w:eastAsia="Arial" w:hAnsi="Arial" w:cs="Arial"/>
          <w:spacing w:val="4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all</w:t>
      </w:r>
      <w:r>
        <w:rPr>
          <w:rFonts w:ascii="Arial" w:eastAsia="Arial" w:hAnsi="Arial" w:cs="Arial"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pages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w w:val="103"/>
          <w:sz w:val="36"/>
          <w:szCs w:val="36"/>
        </w:rPr>
        <w:t>attach.</w:t>
      </w:r>
    </w:p>
    <w:p w14:paraId="575ED25D" w14:textId="77777777" w:rsidR="001F3A64" w:rsidRDefault="001F3A64" w:rsidP="001C5128">
      <w:pPr>
        <w:tabs>
          <w:tab w:val="left" w:pos="1260"/>
        </w:tabs>
        <w:spacing w:line="259" w:lineRule="auto"/>
        <w:ind w:left="994" w:hanging="994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12</w:t>
      </w:r>
      <w:r>
        <w:rPr>
          <w:rFonts w:ascii="Arial" w:eastAsia="Arial" w:hAnsi="Arial" w:cs="Arial"/>
          <w:b/>
          <w:spacing w:val="-9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ab/>
        <w:t>Describe</w:t>
      </w:r>
      <w:r>
        <w:rPr>
          <w:rFonts w:ascii="Arial" w:eastAsia="Arial" w:hAnsi="Arial" w:cs="Arial"/>
          <w:b/>
          <w:spacing w:val="3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your</w:t>
      </w:r>
      <w:r>
        <w:rPr>
          <w:rFonts w:ascii="Arial" w:eastAsia="Arial" w:hAnsi="Arial" w:cs="Arial"/>
          <w:b/>
          <w:spacing w:val="-1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involvement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in</w:t>
      </w:r>
      <w:r>
        <w:rPr>
          <w:rFonts w:ascii="Arial" w:eastAsia="Arial" w:hAnsi="Arial" w:cs="Arial"/>
          <w:b/>
          <w:spacing w:val="-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preparing</w:t>
      </w:r>
      <w:r>
        <w:rPr>
          <w:rFonts w:ascii="Arial" w:eastAsia="Arial" w:hAnsi="Arial" w:cs="Arial"/>
          <w:b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the</w:t>
      </w:r>
      <w:r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returns.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Include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details</w:t>
      </w:r>
      <w:r>
        <w:rPr>
          <w:rFonts w:ascii="Arial" w:eastAsia="Arial" w:hAnsi="Arial" w:cs="Arial"/>
          <w:spacing w:val="2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such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as</w:t>
      </w:r>
      <w:r>
        <w:rPr>
          <w:rFonts w:ascii="Arial" w:eastAsia="Arial" w:hAnsi="Arial" w:cs="Arial"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whether</w:t>
      </w:r>
      <w:r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prepared</w:t>
      </w:r>
      <w:r>
        <w:rPr>
          <w:rFonts w:ascii="Arial" w:eastAsia="Arial" w:hAnsi="Arial" w:cs="Arial"/>
          <w:spacing w:val="3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assisted</w:t>
      </w:r>
      <w:r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</w:t>
      </w:r>
      <w:r>
        <w:rPr>
          <w:rFonts w:ascii="Arial" w:eastAsia="Arial" w:hAnsi="Arial" w:cs="Arial"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 xml:space="preserve">the </w:t>
      </w:r>
      <w:r>
        <w:rPr>
          <w:rFonts w:ascii="Arial" w:eastAsia="Arial" w:hAnsi="Arial" w:cs="Arial"/>
          <w:sz w:val="36"/>
          <w:szCs w:val="36"/>
        </w:rPr>
        <w:t>preparation</w:t>
      </w:r>
      <w:r>
        <w:rPr>
          <w:rFonts w:ascii="Arial" w:eastAsia="Arial" w:hAnsi="Arial" w:cs="Arial"/>
          <w:spacing w:val="3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joint</w:t>
      </w:r>
      <w:r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returns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(for</w:t>
      </w:r>
      <w:r>
        <w:rPr>
          <w:rFonts w:ascii="Arial" w:eastAsia="Arial" w:hAnsi="Arial" w:cs="Arial"/>
          <w:spacing w:val="-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example,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by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providing</w:t>
      </w:r>
      <w:r>
        <w:rPr>
          <w:rFonts w:ascii="Arial" w:eastAsia="Arial" w:hAnsi="Arial" w:cs="Arial"/>
          <w:spacing w:val="4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Forms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W-2</w:t>
      </w:r>
      <w:r>
        <w:rPr>
          <w:rFonts w:ascii="Arial" w:eastAsia="Arial" w:hAnsi="Arial" w:cs="Arial"/>
          <w:spacing w:val="2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1099,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gathering</w:t>
      </w:r>
      <w:r>
        <w:rPr>
          <w:rFonts w:ascii="Arial" w:eastAsia="Arial" w:hAnsi="Arial" w:cs="Arial"/>
          <w:spacing w:val="3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receipts,</w:t>
      </w:r>
      <w:r>
        <w:rPr>
          <w:rFonts w:ascii="Arial" w:eastAsia="Arial" w:hAnsi="Arial" w:cs="Arial"/>
          <w:spacing w:val="4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canceled</w:t>
      </w:r>
      <w:r>
        <w:rPr>
          <w:rFonts w:ascii="Arial" w:eastAsia="Arial" w:hAnsi="Arial" w:cs="Arial"/>
          <w:spacing w:val="3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checks,</w:t>
      </w:r>
      <w:r>
        <w:rPr>
          <w:rFonts w:ascii="Arial" w:eastAsia="Arial" w:hAnsi="Arial" w:cs="Arial"/>
          <w:spacing w:val="3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 xml:space="preserve">other </w:t>
      </w:r>
      <w:r>
        <w:rPr>
          <w:rFonts w:ascii="Arial" w:eastAsia="Arial" w:hAnsi="Arial" w:cs="Arial"/>
          <w:sz w:val="36"/>
          <w:szCs w:val="36"/>
        </w:rPr>
        <w:t>documentation),</w:t>
      </w:r>
      <w:r>
        <w:rPr>
          <w:rFonts w:ascii="Arial" w:eastAsia="Arial" w:hAnsi="Arial" w:cs="Arial"/>
          <w:spacing w:val="5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and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whether</w:t>
      </w:r>
      <w:r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reviewed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returns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before</w:t>
      </w:r>
      <w:r>
        <w:rPr>
          <w:rFonts w:ascii="Arial" w:eastAsia="Arial" w:hAnsi="Arial" w:cs="Arial"/>
          <w:spacing w:val="2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they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were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filed</w:t>
      </w:r>
      <w:r>
        <w:rPr>
          <w:rFonts w:ascii="Arial" w:eastAsia="Arial" w:hAnsi="Arial" w:cs="Arial"/>
          <w:spacing w:val="2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(and,</w:t>
      </w:r>
      <w:r>
        <w:rPr>
          <w:rFonts w:ascii="Arial" w:eastAsia="Arial" w:hAnsi="Arial" w:cs="Arial"/>
          <w:spacing w:val="-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did</w:t>
      </w:r>
      <w:r>
        <w:rPr>
          <w:rFonts w:ascii="Arial" w:eastAsia="Arial" w:hAnsi="Arial" w:cs="Arial"/>
          <w:spacing w:val="3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not</w:t>
      </w:r>
      <w:r>
        <w:rPr>
          <w:rFonts w:ascii="Arial" w:eastAsia="Arial" w:hAnsi="Arial" w:cs="Arial"/>
          <w:spacing w:val="2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review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them,</w:t>
      </w:r>
      <w:r>
        <w:rPr>
          <w:rFonts w:ascii="Arial" w:eastAsia="Arial" w:hAnsi="Arial" w:cs="Arial"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why</w:t>
      </w:r>
      <w:r>
        <w:rPr>
          <w:rFonts w:ascii="Arial" w:eastAsia="Arial" w:hAnsi="Arial" w:cs="Arial"/>
          <w:spacing w:val="2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not).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 xml:space="preserve">you </w:t>
      </w:r>
      <w:r>
        <w:rPr>
          <w:rFonts w:ascii="Arial" w:eastAsia="Arial" w:hAnsi="Arial" w:cs="Arial"/>
          <w:sz w:val="36"/>
          <w:szCs w:val="36"/>
        </w:rPr>
        <w:t>were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not</w:t>
      </w:r>
      <w:r>
        <w:rPr>
          <w:rFonts w:ascii="Arial" w:eastAsia="Arial" w:hAnsi="Arial" w:cs="Arial"/>
          <w:spacing w:val="2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involved</w:t>
      </w:r>
      <w:r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</w:t>
      </w:r>
      <w:r>
        <w:rPr>
          <w:rFonts w:ascii="Arial" w:eastAsia="Arial" w:hAnsi="Arial" w:cs="Arial"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preparing</w:t>
      </w:r>
      <w:r>
        <w:rPr>
          <w:rFonts w:ascii="Arial" w:eastAsia="Arial" w:hAnsi="Arial" w:cs="Arial"/>
          <w:spacing w:val="3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returns,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did</w:t>
      </w:r>
      <w:r>
        <w:rPr>
          <w:rFonts w:ascii="Arial" w:eastAsia="Arial" w:hAnsi="Arial" w:cs="Arial"/>
          <w:spacing w:val="3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agree</w:t>
      </w:r>
      <w:r>
        <w:rPr>
          <w:rFonts w:ascii="Arial" w:eastAsia="Arial" w:hAnsi="Arial" w:cs="Arial"/>
          <w:spacing w:val="-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file</w:t>
      </w:r>
      <w:r>
        <w:rPr>
          <w:rFonts w:ascii="Arial" w:eastAsia="Arial" w:hAnsi="Arial" w:cs="Arial"/>
          <w:spacing w:val="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joint</w:t>
      </w:r>
      <w:r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returns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did</w:t>
      </w:r>
      <w:r>
        <w:rPr>
          <w:rFonts w:ascii="Arial" w:eastAsia="Arial" w:hAnsi="Arial" w:cs="Arial"/>
          <w:spacing w:val="3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know</w:t>
      </w:r>
      <w:r>
        <w:rPr>
          <w:rFonts w:ascii="Arial" w:eastAsia="Arial" w:hAnsi="Arial" w:cs="Arial"/>
          <w:spacing w:val="3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that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joint</w:t>
      </w:r>
      <w:r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returns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w w:val="101"/>
          <w:sz w:val="36"/>
          <w:szCs w:val="36"/>
        </w:rPr>
        <w:t xml:space="preserve">were </w:t>
      </w:r>
      <w:r>
        <w:rPr>
          <w:rFonts w:ascii="Arial" w:eastAsia="Arial" w:hAnsi="Arial" w:cs="Arial"/>
          <w:position w:val="-1"/>
          <w:sz w:val="36"/>
          <w:szCs w:val="36"/>
        </w:rPr>
        <w:t>filed?</w:t>
      </w:r>
      <w:r>
        <w:rPr>
          <w:rFonts w:ascii="Arial" w:eastAsia="Arial" w:hAnsi="Arial" w:cs="Arial"/>
          <w:spacing w:val="19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Explain</w:t>
      </w:r>
      <w:r>
        <w:rPr>
          <w:rFonts w:ascii="Arial" w:eastAsia="Arial" w:hAnsi="Arial" w:cs="Arial"/>
          <w:spacing w:val="2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w w:val="103"/>
          <w:position w:val="-1"/>
          <w:sz w:val="36"/>
          <w:szCs w:val="36"/>
        </w:rPr>
        <w:t>below.</w:t>
      </w:r>
    </w:p>
    <w:p w14:paraId="6BB930D8" w14:textId="77777777" w:rsidR="001F3A64" w:rsidRDefault="001F3A64" w:rsidP="001F3A64">
      <w:pPr>
        <w:spacing w:before="8" w:line="160" w:lineRule="exact"/>
        <w:rPr>
          <w:sz w:val="16"/>
          <w:szCs w:val="1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78400" behindDoc="1" locked="0" layoutInCell="1" allowOverlap="1" wp14:anchorId="10AEDF94" wp14:editId="1FC3E0CC">
                <wp:simplePos x="0" y="0"/>
                <wp:positionH relativeFrom="margin">
                  <wp:align>right</wp:align>
                </wp:positionH>
                <wp:positionV relativeFrom="paragraph">
                  <wp:posOffset>17145</wp:posOffset>
                </wp:positionV>
                <wp:extent cx="13159740" cy="0"/>
                <wp:effectExtent l="0" t="0" r="0" b="0"/>
                <wp:wrapNone/>
                <wp:docPr id="410" name="Group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1002"/>
                          <a:chExt cx="20724" cy="0"/>
                        </a:xfrm>
                      </wpg:grpSpPr>
                      <wps:wsp>
                        <wps:cNvPr id="411" name="Freeform 144"/>
                        <wps:cNvSpPr>
                          <a:spLocks/>
                        </wps:cNvSpPr>
                        <wps:spPr bwMode="auto">
                          <a:xfrm>
                            <a:off x="2359" y="1002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0B12AD" id="Group 410" o:spid="_x0000_s1026" style="position:absolute;margin-left:985pt;margin-top:1.35pt;width:1036.2pt;height:0;z-index:-251438080;mso-position-horizontal:right;mso-position-horizontal-relative:margin" coordorigin="2359,1002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">
                <v:shape id="Freeform 144" o:spid="_x0000_s1027" style="position:absolute;left:2359;top:1002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3A93C05C" w14:textId="77777777" w:rsidR="001F3A64" w:rsidRDefault="001F3A64" w:rsidP="001F3A64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79424" behindDoc="1" locked="0" layoutInCell="1" allowOverlap="1" wp14:anchorId="3893B625" wp14:editId="15BF8096">
                <wp:simplePos x="0" y="0"/>
                <wp:positionH relativeFrom="margin">
                  <wp:align>right</wp:align>
                </wp:positionH>
                <wp:positionV relativeFrom="paragraph">
                  <wp:posOffset>8255</wp:posOffset>
                </wp:positionV>
                <wp:extent cx="13159740" cy="0"/>
                <wp:effectExtent l="0" t="0" r="0" b="0"/>
                <wp:wrapNone/>
                <wp:docPr id="412" name="Group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1488"/>
                          <a:chExt cx="20724" cy="0"/>
                        </a:xfrm>
                      </wpg:grpSpPr>
                      <wps:wsp>
                        <wps:cNvPr id="413" name="Freeform 146"/>
                        <wps:cNvSpPr>
                          <a:spLocks/>
                        </wps:cNvSpPr>
                        <wps:spPr bwMode="auto">
                          <a:xfrm>
                            <a:off x="2359" y="1488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8B60C7" id="Group 412" o:spid="_x0000_s1026" style="position:absolute;margin-left:985pt;margin-top:.65pt;width:1036.2pt;height:0;z-index:-251437056;mso-position-horizontal:right;mso-position-horizontal-relative:margin" coordorigin="2359,1488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">
                <v:shape id="Freeform 146" o:spid="_x0000_s1027" style="position:absolute;left:2359;top:1488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514766DB" w14:textId="77777777" w:rsidR="001F3A64" w:rsidRDefault="001F3A64" w:rsidP="001F3A64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80448" behindDoc="1" locked="0" layoutInCell="1" allowOverlap="1" wp14:anchorId="6EB4B77B" wp14:editId="25EFE458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13159740" cy="0"/>
                <wp:effectExtent l="0" t="0" r="0" b="0"/>
                <wp:wrapNone/>
                <wp:docPr id="414" name="Group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1974"/>
                          <a:chExt cx="20724" cy="0"/>
                        </a:xfrm>
                      </wpg:grpSpPr>
                      <wps:wsp>
                        <wps:cNvPr id="415" name="Freeform 148"/>
                        <wps:cNvSpPr>
                          <a:spLocks/>
                        </wps:cNvSpPr>
                        <wps:spPr bwMode="auto">
                          <a:xfrm>
                            <a:off x="2359" y="1974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7CD905" id="Group 414" o:spid="_x0000_s1026" style="position:absolute;margin-left:985pt;margin-top:.95pt;width:1036.2pt;height:0;z-index:-251436032;mso-position-horizontal:right;mso-position-horizontal-relative:margin" coordorigin="2359,1974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">
                <v:shape id="Freeform 148" o:spid="_x0000_s1027" style="position:absolute;left:2359;top:1974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3B41CCCE" w14:textId="77777777" w:rsidR="001F3A64" w:rsidRDefault="001F3A64" w:rsidP="001F3A64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81472" behindDoc="1" locked="0" layoutInCell="1" allowOverlap="1" wp14:anchorId="7F17C4C7" wp14:editId="4DE50B11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3159740" cy="0"/>
                <wp:effectExtent l="0" t="0" r="0" b="0"/>
                <wp:wrapNone/>
                <wp:docPr id="416" name="Group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2460"/>
                          <a:chExt cx="20724" cy="0"/>
                        </a:xfrm>
                      </wpg:grpSpPr>
                      <wps:wsp>
                        <wps:cNvPr id="417" name="Freeform 150"/>
                        <wps:cNvSpPr>
                          <a:spLocks/>
                        </wps:cNvSpPr>
                        <wps:spPr bwMode="auto">
                          <a:xfrm>
                            <a:off x="2359" y="2460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FB029E" id="Group 416" o:spid="_x0000_s1026" style="position:absolute;margin-left:985pt;margin-top:.25pt;width:1036.2pt;height:0;z-index:-251435008;mso-position-horizontal:right;mso-position-horizontal-relative:margin" coordorigin="2359,2460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">
                <v:shape id="Freeform 150" o:spid="_x0000_s1027" style="position:absolute;left:2359;top:2460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665ACE3B" w14:textId="77777777" w:rsidR="001F3A64" w:rsidRPr="001C5128" w:rsidRDefault="001F3A64" w:rsidP="001C5128">
      <w:pPr>
        <w:tabs>
          <w:tab w:val="left" w:pos="1260"/>
        </w:tabs>
        <w:spacing w:before="20" w:line="259" w:lineRule="auto"/>
        <w:ind w:left="994" w:hanging="994"/>
        <w:rPr>
          <w:rFonts w:ascii="Arial" w:eastAsia="Arial" w:hAnsi="Arial" w:cs="Arial"/>
          <w:spacing w:val="38"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13</w:t>
      </w:r>
      <w:r>
        <w:rPr>
          <w:rFonts w:ascii="Arial" w:eastAsia="Arial" w:hAnsi="Arial" w:cs="Arial"/>
          <w:b/>
          <w:spacing w:val="-9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ab/>
        <w:t>Explain</w:t>
      </w:r>
      <w:r>
        <w:rPr>
          <w:rFonts w:ascii="Arial" w:eastAsia="Arial" w:hAnsi="Arial" w:cs="Arial"/>
          <w:b/>
          <w:spacing w:val="-1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what</w:t>
      </w:r>
      <w:r>
        <w:rPr>
          <w:rFonts w:ascii="Arial" w:eastAsia="Arial" w:hAnsi="Arial" w:cs="Arial"/>
          <w:b/>
          <w:spacing w:val="27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you</w:t>
      </w:r>
      <w:r>
        <w:rPr>
          <w:rFonts w:ascii="Arial" w:eastAsia="Arial" w:hAnsi="Arial" w:cs="Arial"/>
          <w:b/>
          <w:spacing w:val="-1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knew</w:t>
      </w:r>
      <w:r>
        <w:rPr>
          <w:rFonts w:ascii="Arial" w:eastAsia="Arial" w:hAnsi="Arial" w:cs="Arial"/>
          <w:b/>
          <w:spacing w:val="2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about</w:t>
      </w:r>
      <w:r>
        <w:rPr>
          <w:rFonts w:ascii="Arial" w:eastAsia="Arial" w:hAnsi="Arial" w:cs="Arial"/>
          <w:b/>
          <w:spacing w:val="2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the</w:t>
      </w:r>
      <w:r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income</w:t>
      </w:r>
      <w:r>
        <w:rPr>
          <w:rFonts w:ascii="Arial" w:eastAsia="Arial" w:hAnsi="Arial" w:cs="Arial"/>
          <w:b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of</w:t>
      </w:r>
      <w:r>
        <w:rPr>
          <w:rFonts w:ascii="Arial" w:eastAsia="Arial" w:hAnsi="Arial" w:cs="Arial"/>
          <w:b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the</w:t>
      </w:r>
      <w:r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person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on</w:t>
      </w:r>
      <w:r>
        <w:rPr>
          <w:rFonts w:ascii="Arial" w:eastAsia="Arial" w:hAnsi="Arial" w:cs="Arial"/>
          <w:b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line</w:t>
      </w:r>
      <w:r>
        <w:rPr>
          <w:rFonts w:ascii="Arial" w:eastAsia="Arial" w:hAnsi="Arial" w:cs="Arial"/>
          <w:b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6</w:t>
      </w:r>
      <w:r>
        <w:rPr>
          <w:rFonts w:ascii="Arial" w:eastAsia="Arial" w:hAnsi="Arial" w:cs="Arial"/>
          <w:b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when</w:t>
      </w:r>
      <w:r>
        <w:rPr>
          <w:rFonts w:ascii="Arial" w:eastAsia="Arial" w:hAnsi="Arial" w:cs="Arial"/>
          <w:b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the</w:t>
      </w:r>
      <w:r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returns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were</w:t>
      </w:r>
      <w:r>
        <w:rPr>
          <w:rFonts w:ascii="Arial" w:eastAsia="Arial" w:hAnsi="Arial" w:cs="Arial"/>
          <w:b/>
          <w:spacing w:val="35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filed.</w:t>
      </w:r>
      <w:r>
        <w:rPr>
          <w:rFonts w:ascii="Arial" w:eastAsia="Arial" w:hAnsi="Arial" w:cs="Arial"/>
          <w:b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For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example,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describe</w:t>
      </w:r>
      <w:r>
        <w:rPr>
          <w:rFonts w:ascii="Arial" w:eastAsia="Arial" w:hAnsi="Arial" w:cs="Arial"/>
          <w:spacing w:val="43"/>
          <w:sz w:val="36"/>
          <w:szCs w:val="36"/>
        </w:rPr>
        <w:t xml:space="preserve"> </w:t>
      </w:r>
      <w:r>
        <w:rPr>
          <w:rFonts w:ascii="Arial" w:eastAsia="Arial" w:hAnsi="Arial" w:cs="Arial"/>
          <w:w w:val="101"/>
          <w:sz w:val="36"/>
          <w:szCs w:val="36"/>
        </w:rPr>
        <w:t xml:space="preserve">each </w:t>
      </w:r>
      <w:r>
        <w:rPr>
          <w:rFonts w:ascii="Arial" w:eastAsia="Arial" w:hAnsi="Arial" w:cs="Arial"/>
          <w:sz w:val="36"/>
          <w:szCs w:val="36"/>
        </w:rPr>
        <w:t>type</w:t>
      </w:r>
      <w:r>
        <w:rPr>
          <w:rFonts w:ascii="Arial" w:eastAsia="Arial" w:hAnsi="Arial" w:cs="Arial"/>
          <w:spacing w:val="2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income</w:t>
      </w:r>
      <w:r>
        <w:rPr>
          <w:rFonts w:ascii="Arial" w:eastAsia="Arial" w:hAnsi="Arial" w:cs="Arial"/>
          <w:spacing w:val="3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that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person</w:t>
      </w:r>
      <w:r>
        <w:rPr>
          <w:rFonts w:ascii="Arial" w:eastAsia="Arial" w:hAnsi="Arial" w:cs="Arial"/>
          <w:spacing w:val="2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had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(such</w:t>
      </w:r>
      <w:r>
        <w:rPr>
          <w:rFonts w:ascii="Arial" w:eastAsia="Arial" w:hAnsi="Arial" w:cs="Arial"/>
          <w:spacing w:val="-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as</w:t>
      </w:r>
      <w:r>
        <w:rPr>
          <w:rFonts w:ascii="Arial" w:eastAsia="Arial" w:hAnsi="Arial" w:cs="Arial"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wages,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social</w:t>
      </w:r>
      <w:r>
        <w:rPr>
          <w:rFonts w:ascii="Arial" w:eastAsia="Arial" w:hAnsi="Arial" w:cs="Arial"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security,</w:t>
      </w:r>
      <w:r>
        <w:rPr>
          <w:rFonts w:ascii="Arial" w:eastAsia="Arial" w:hAnsi="Arial" w:cs="Arial"/>
          <w:spacing w:val="2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gambling</w:t>
      </w:r>
      <w:r>
        <w:rPr>
          <w:rFonts w:ascii="Arial" w:eastAsia="Arial" w:hAnsi="Arial" w:cs="Arial"/>
          <w:spacing w:val="4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winnings,</w:t>
      </w:r>
      <w:r>
        <w:rPr>
          <w:rFonts w:ascii="Arial" w:eastAsia="Arial" w:hAnsi="Arial" w:cs="Arial"/>
          <w:spacing w:val="3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self-employment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business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income),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 xml:space="preserve">the </w:t>
      </w:r>
      <w:r>
        <w:rPr>
          <w:rFonts w:ascii="Arial" w:eastAsia="Arial" w:hAnsi="Arial" w:cs="Arial"/>
          <w:sz w:val="36"/>
          <w:szCs w:val="36"/>
        </w:rPr>
        <w:t>amount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each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type</w:t>
      </w:r>
      <w:r>
        <w:rPr>
          <w:rFonts w:ascii="Arial" w:eastAsia="Arial" w:hAnsi="Arial" w:cs="Arial"/>
          <w:spacing w:val="2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income,</w:t>
      </w:r>
      <w:r>
        <w:rPr>
          <w:rFonts w:ascii="Arial" w:eastAsia="Arial" w:hAnsi="Arial" w:cs="Arial"/>
          <w:spacing w:val="2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and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year</w:t>
      </w:r>
      <w:r>
        <w:rPr>
          <w:rFonts w:ascii="Arial" w:eastAsia="Arial" w:hAnsi="Arial" w:cs="Arial"/>
          <w:spacing w:val="-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it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was</w:t>
      </w:r>
      <w:r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received.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that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person</w:t>
      </w:r>
      <w:r>
        <w:rPr>
          <w:rFonts w:ascii="Arial" w:eastAsia="Arial" w:hAnsi="Arial" w:cs="Arial"/>
          <w:spacing w:val="2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had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income</w:t>
      </w:r>
      <w:r>
        <w:rPr>
          <w:rFonts w:ascii="Arial" w:eastAsia="Arial" w:hAnsi="Arial" w:cs="Arial"/>
          <w:spacing w:val="3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didn’t</w:t>
      </w:r>
      <w:r>
        <w:rPr>
          <w:rFonts w:ascii="Arial" w:eastAsia="Arial" w:hAnsi="Arial" w:cs="Arial"/>
          <w:spacing w:val="7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know</w:t>
      </w:r>
      <w:r>
        <w:rPr>
          <w:rFonts w:ascii="Arial" w:eastAsia="Arial" w:hAnsi="Arial" w:cs="Arial"/>
          <w:spacing w:val="3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about</w:t>
      </w:r>
      <w:r>
        <w:rPr>
          <w:rFonts w:ascii="Arial" w:eastAsia="Arial" w:hAnsi="Arial" w:cs="Arial"/>
          <w:spacing w:val="3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when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>the</w:t>
      </w:r>
      <w:r w:rsidR="001C5128">
        <w:rPr>
          <w:rFonts w:ascii="Arial" w:eastAsia="Arial" w:hAnsi="Arial" w:cs="Arial"/>
          <w:w w:val="10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returns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were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filed,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explain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why</w:t>
      </w:r>
      <w:r>
        <w:rPr>
          <w:rFonts w:ascii="Arial" w:eastAsia="Arial" w:hAnsi="Arial" w:cs="Arial"/>
          <w:spacing w:val="2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did</w:t>
      </w:r>
      <w:r>
        <w:rPr>
          <w:rFonts w:ascii="Arial" w:eastAsia="Arial" w:hAnsi="Arial" w:cs="Arial"/>
          <w:spacing w:val="3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not</w:t>
      </w:r>
      <w:r>
        <w:rPr>
          <w:rFonts w:ascii="Arial" w:eastAsia="Arial" w:hAnsi="Arial" w:cs="Arial"/>
          <w:spacing w:val="2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know.</w:t>
      </w:r>
      <w:r>
        <w:rPr>
          <w:rFonts w:ascii="Arial" w:eastAsia="Arial" w:hAnsi="Arial" w:cs="Arial"/>
          <w:spacing w:val="4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person</w:t>
      </w:r>
      <w:r>
        <w:rPr>
          <w:rFonts w:ascii="Arial" w:eastAsia="Arial" w:hAnsi="Arial" w:cs="Arial"/>
          <w:spacing w:val="2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on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line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6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was</w:t>
      </w:r>
      <w:r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self-employed,</w:t>
      </w:r>
      <w:r>
        <w:rPr>
          <w:rFonts w:ascii="Arial" w:eastAsia="Arial" w:hAnsi="Arial" w:cs="Arial"/>
          <w:spacing w:val="7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explain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whether</w:t>
      </w:r>
      <w:r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and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how</w:t>
      </w:r>
      <w:r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>you</w:t>
      </w:r>
      <w:r w:rsidR="001C5128">
        <w:rPr>
          <w:rFonts w:ascii="Arial" w:eastAsia="Arial" w:hAnsi="Arial" w:cs="Arial"/>
          <w:w w:val="102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helped</w:t>
      </w:r>
      <w:r>
        <w:rPr>
          <w:rFonts w:ascii="Arial" w:eastAsia="Arial" w:hAnsi="Arial" w:cs="Arial"/>
          <w:spacing w:val="24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that</w:t>
      </w:r>
      <w:r>
        <w:rPr>
          <w:rFonts w:ascii="Arial" w:eastAsia="Arial" w:hAnsi="Arial" w:cs="Arial"/>
          <w:spacing w:val="26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person</w:t>
      </w:r>
      <w:r>
        <w:rPr>
          <w:rFonts w:ascii="Arial" w:eastAsia="Arial" w:hAnsi="Arial" w:cs="Arial"/>
          <w:spacing w:val="24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with</w:t>
      </w:r>
      <w:r>
        <w:rPr>
          <w:rFonts w:ascii="Arial" w:eastAsia="Arial" w:hAnsi="Arial" w:cs="Arial"/>
          <w:spacing w:val="34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the</w:t>
      </w:r>
      <w:r>
        <w:rPr>
          <w:rFonts w:ascii="Arial" w:eastAsia="Arial" w:hAnsi="Arial" w:cs="Arial"/>
          <w:spacing w:val="12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books</w:t>
      </w:r>
      <w:r>
        <w:rPr>
          <w:rFonts w:ascii="Arial" w:eastAsia="Arial" w:hAnsi="Arial" w:cs="Arial"/>
          <w:spacing w:val="40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and</w:t>
      </w:r>
      <w:r>
        <w:rPr>
          <w:rFonts w:ascii="Arial" w:eastAsia="Arial" w:hAnsi="Arial" w:cs="Arial"/>
          <w:spacing w:val="14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w w:val="103"/>
          <w:position w:val="-1"/>
          <w:sz w:val="36"/>
          <w:szCs w:val="36"/>
        </w:rPr>
        <w:t>records.</w:t>
      </w:r>
    </w:p>
    <w:p w14:paraId="44A68DA4" w14:textId="77777777" w:rsidR="001F3A64" w:rsidRDefault="001C5128" w:rsidP="001F3A64">
      <w:pPr>
        <w:spacing w:before="8" w:line="160" w:lineRule="exact"/>
        <w:rPr>
          <w:sz w:val="16"/>
          <w:szCs w:val="1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82496" behindDoc="1" locked="0" layoutInCell="1" allowOverlap="1" wp14:anchorId="66E65FEB" wp14:editId="2EFAA4EC">
                <wp:simplePos x="0" y="0"/>
                <wp:positionH relativeFrom="margin">
                  <wp:align>right</wp:align>
                </wp:positionH>
                <wp:positionV relativeFrom="paragraph">
                  <wp:posOffset>5714</wp:posOffset>
                </wp:positionV>
                <wp:extent cx="13159740" cy="0"/>
                <wp:effectExtent l="0" t="0" r="0" b="0"/>
                <wp:wrapNone/>
                <wp:docPr id="418" name="Group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1032"/>
                          <a:chExt cx="20724" cy="0"/>
                        </a:xfrm>
                      </wpg:grpSpPr>
                      <wps:wsp>
                        <wps:cNvPr id="419" name="Freeform 152"/>
                        <wps:cNvSpPr>
                          <a:spLocks/>
                        </wps:cNvSpPr>
                        <wps:spPr bwMode="auto">
                          <a:xfrm>
                            <a:off x="2359" y="1032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BA7E45" id="Group 418" o:spid="_x0000_s1026" style="position:absolute;margin-left:985pt;margin-top:.45pt;width:1036.2pt;height:0;z-index:-251433984;mso-position-horizontal:right;mso-position-horizontal-relative:margin" coordorigin="2359,1032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">
                <v:shape id="Freeform 152" o:spid="_x0000_s1027" style="position:absolute;left:2359;top:1032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4494AF1C" w14:textId="77777777" w:rsidR="001F3A64" w:rsidRDefault="001C5128" w:rsidP="001F3A64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84544" behindDoc="1" locked="0" layoutInCell="1" allowOverlap="1" wp14:anchorId="6095B073" wp14:editId="699F06E3">
                <wp:simplePos x="0" y="0"/>
                <wp:positionH relativeFrom="margin">
                  <wp:align>right</wp:align>
                </wp:positionH>
                <wp:positionV relativeFrom="paragraph">
                  <wp:posOffset>13334</wp:posOffset>
                </wp:positionV>
                <wp:extent cx="13159740" cy="0"/>
                <wp:effectExtent l="0" t="0" r="0" b="0"/>
                <wp:wrapNone/>
                <wp:docPr id="422" name="Group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2004"/>
                          <a:chExt cx="20724" cy="0"/>
                        </a:xfrm>
                      </wpg:grpSpPr>
                      <wps:wsp>
                        <wps:cNvPr id="423" name="Freeform 156"/>
                        <wps:cNvSpPr>
                          <a:spLocks/>
                        </wps:cNvSpPr>
                        <wps:spPr bwMode="auto">
                          <a:xfrm>
                            <a:off x="2359" y="2004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8982F7" id="Group 422" o:spid="_x0000_s1026" style="position:absolute;margin-left:985pt;margin-top:1.05pt;width:1036.2pt;height:0;z-index:-251431936;mso-position-horizontal:right;mso-position-horizontal-relative:margin" coordorigin="2359,2004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">
                <v:shape id="Freeform 156" o:spid="_x0000_s1027" style="position:absolute;left:2359;top:2004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170E998B" w14:textId="77777777" w:rsidR="001F3A64" w:rsidRDefault="001C5128" w:rsidP="001F3A64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83520" behindDoc="1" locked="0" layoutInCell="1" allowOverlap="1" wp14:anchorId="14D82DE0" wp14:editId="4464A412">
                <wp:simplePos x="0" y="0"/>
                <wp:positionH relativeFrom="margin">
                  <wp:align>right</wp:align>
                </wp:positionH>
                <wp:positionV relativeFrom="paragraph">
                  <wp:posOffset>15875</wp:posOffset>
                </wp:positionV>
                <wp:extent cx="13159740" cy="0"/>
                <wp:effectExtent l="0" t="0" r="0" b="0"/>
                <wp:wrapNone/>
                <wp:docPr id="420" name="Group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1518"/>
                          <a:chExt cx="20724" cy="0"/>
                        </a:xfrm>
                      </wpg:grpSpPr>
                      <wps:wsp>
                        <wps:cNvPr id="421" name="Freeform 154"/>
                        <wps:cNvSpPr>
                          <a:spLocks/>
                        </wps:cNvSpPr>
                        <wps:spPr bwMode="auto">
                          <a:xfrm>
                            <a:off x="2359" y="1518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C28485" id="Group 420" o:spid="_x0000_s1026" style="position:absolute;margin-left:985pt;margin-top:1.25pt;width:1036.2pt;height:0;z-index:-251432960;mso-position-horizontal:right;mso-position-horizontal-relative:margin" coordorigin="2359,1518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">
                <v:shape id="Freeform 154" o:spid="_x0000_s1027" style="position:absolute;left:2359;top:1518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26253134" w14:textId="77777777" w:rsidR="001F3A64" w:rsidRDefault="001C5128" w:rsidP="001F3A64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85568" behindDoc="1" locked="0" layoutInCell="1" allowOverlap="1" wp14:anchorId="63F71B22" wp14:editId="19D8C3F7">
                <wp:simplePos x="0" y="0"/>
                <wp:positionH relativeFrom="margin">
                  <wp:align>right</wp:align>
                </wp:positionH>
                <wp:positionV relativeFrom="paragraph">
                  <wp:posOffset>4445</wp:posOffset>
                </wp:positionV>
                <wp:extent cx="13159740" cy="0"/>
                <wp:effectExtent l="0" t="0" r="0" b="0"/>
                <wp:wrapNone/>
                <wp:docPr id="424" name="Group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2490"/>
                          <a:chExt cx="20724" cy="0"/>
                        </a:xfrm>
                      </wpg:grpSpPr>
                      <wps:wsp>
                        <wps:cNvPr id="425" name="Freeform 158"/>
                        <wps:cNvSpPr>
                          <a:spLocks/>
                        </wps:cNvSpPr>
                        <wps:spPr bwMode="auto">
                          <a:xfrm>
                            <a:off x="2359" y="2490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1A3B0D" id="Group 424" o:spid="_x0000_s1026" style="position:absolute;margin-left:985pt;margin-top:.35pt;width:1036.2pt;height:0;z-index:-251430912;mso-position-horizontal:right;mso-position-horizontal-relative:margin" coordorigin="2359,2490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">
                <v:shape id="Freeform 158" o:spid="_x0000_s1027" style="position:absolute;left:2359;top:2490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7BDD6B35" w14:textId="77777777" w:rsidR="001C5128" w:rsidRDefault="001C5128">
      <w:pPr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br w:type="page"/>
      </w:r>
    </w:p>
    <w:p w14:paraId="7866CFDB" w14:textId="77777777" w:rsidR="00A26219" w:rsidRDefault="00A26219" w:rsidP="00E67D69">
      <w:pPr>
        <w:tabs>
          <w:tab w:val="left" w:pos="1080"/>
        </w:tabs>
        <w:spacing w:before="1" w:line="440" w:lineRule="exact"/>
        <w:ind w:left="994" w:hanging="994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lastRenderedPageBreak/>
        <w:t>14</w:t>
      </w:r>
      <w:r>
        <w:rPr>
          <w:rFonts w:ascii="Arial" w:eastAsia="Arial" w:hAnsi="Arial" w:cs="Arial"/>
          <w:b/>
          <w:spacing w:val="-9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ab/>
        <w:t>Explain</w:t>
      </w:r>
      <w:r>
        <w:rPr>
          <w:rFonts w:ascii="Arial" w:eastAsia="Arial" w:hAnsi="Arial" w:cs="Arial"/>
          <w:b/>
          <w:spacing w:val="-3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what</w:t>
      </w:r>
      <w:r>
        <w:rPr>
          <w:rFonts w:ascii="Arial" w:eastAsia="Arial" w:hAnsi="Arial" w:cs="Arial"/>
          <w:b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you</w:t>
      </w:r>
      <w:r>
        <w:rPr>
          <w:rFonts w:ascii="Arial" w:eastAsia="Arial" w:hAnsi="Arial" w:cs="Arial"/>
          <w:b/>
          <w:spacing w:val="-2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knew</w:t>
      </w:r>
      <w:r>
        <w:rPr>
          <w:rFonts w:ascii="Arial" w:eastAsia="Arial" w:hAnsi="Arial" w:cs="Arial"/>
          <w:b/>
          <w:spacing w:val="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about any</w:t>
      </w:r>
      <w:r>
        <w:rPr>
          <w:rFonts w:ascii="Arial" w:eastAsia="Arial" w:hAnsi="Arial" w:cs="Arial"/>
          <w:b/>
          <w:spacing w:val="-1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w w:val="97"/>
          <w:sz w:val="36"/>
          <w:szCs w:val="36"/>
        </w:rPr>
        <w:t>missing</w:t>
      </w:r>
      <w:r>
        <w:rPr>
          <w:rFonts w:ascii="Arial" w:eastAsia="Arial" w:hAnsi="Arial" w:cs="Arial"/>
          <w:b/>
          <w:spacing w:val="3"/>
          <w:w w:val="97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information</w:t>
      </w:r>
      <w:r>
        <w:rPr>
          <w:rFonts w:ascii="Arial" w:eastAsia="Arial" w:hAnsi="Arial" w:cs="Arial"/>
          <w:b/>
          <w:spacing w:val="-2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on</w:t>
      </w:r>
      <w:r>
        <w:rPr>
          <w:rFonts w:ascii="Arial" w:eastAsia="Arial" w:hAnsi="Arial" w:cs="Arial"/>
          <w:b/>
          <w:spacing w:val="-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the</w:t>
      </w:r>
      <w:r>
        <w:rPr>
          <w:rFonts w:ascii="Arial" w:eastAsia="Arial" w:hAnsi="Arial" w:cs="Arial"/>
          <w:b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returns</w:t>
      </w:r>
      <w:r>
        <w:rPr>
          <w:rFonts w:ascii="Arial" w:eastAsia="Arial" w:hAnsi="Arial" w:cs="Arial"/>
          <w:b/>
          <w:spacing w:val="-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when they</w:t>
      </w:r>
      <w:r>
        <w:rPr>
          <w:rFonts w:ascii="Arial" w:eastAsia="Arial" w:hAnsi="Arial" w:cs="Arial"/>
          <w:b/>
          <w:spacing w:val="-15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were</w:t>
      </w:r>
      <w:r>
        <w:rPr>
          <w:rFonts w:ascii="Arial" w:eastAsia="Arial" w:hAnsi="Arial" w:cs="Arial"/>
          <w:b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filed,</w:t>
      </w:r>
      <w:r>
        <w:rPr>
          <w:rFonts w:ascii="Arial" w:eastAsia="Arial" w:hAnsi="Arial" w:cs="Arial"/>
          <w:b/>
          <w:spacing w:val="-17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and</w:t>
      </w:r>
      <w:r>
        <w:rPr>
          <w:rFonts w:ascii="Arial" w:eastAsia="Arial" w:hAnsi="Arial" w:cs="Arial"/>
          <w:b/>
          <w:spacing w:val="-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whether</w:t>
      </w:r>
      <w:r>
        <w:rPr>
          <w:rFonts w:ascii="Arial" w:eastAsia="Arial" w:hAnsi="Arial" w:cs="Arial"/>
          <w:b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you</w:t>
      </w:r>
      <w:r>
        <w:rPr>
          <w:rFonts w:ascii="Arial" w:eastAsia="Arial" w:hAnsi="Arial" w:cs="Arial"/>
          <w:b/>
          <w:spacing w:val="-2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asked about anything</w:t>
      </w:r>
      <w:r>
        <w:rPr>
          <w:rFonts w:ascii="Arial" w:eastAsia="Arial" w:hAnsi="Arial" w:cs="Arial"/>
          <w:b/>
          <w:spacing w:val="-3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on</w:t>
      </w:r>
      <w:r>
        <w:rPr>
          <w:rFonts w:ascii="Arial" w:eastAsia="Arial" w:hAnsi="Arial" w:cs="Arial"/>
          <w:b/>
          <w:spacing w:val="-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the</w:t>
      </w:r>
      <w:r>
        <w:rPr>
          <w:rFonts w:ascii="Arial" w:eastAsia="Arial" w:hAnsi="Arial" w:cs="Arial"/>
          <w:b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returns</w:t>
      </w:r>
      <w:r>
        <w:rPr>
          <w:rFonts w:ascii="Arial" w:eastAsia="Arial" w:hAnsi="Arial" w:cs="Arial"/>
          <w:b/>
          <w:spacing w:val="-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that</w:t>
      </w:r>
      <w:r>
        <w:rPr>
          <w:rFonts w:ascii="Arial" w:eastAsia="Arial" w:hAnsi="Arial" w:cs="Arial"/>
          <w:b/>
          <w:spacing w:val="7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you</w:t>
      </w:r>
      <w:r>
        <w:rPr>
          <w:rFonts w:ascii="Arial" w:eastAsia="Arial" w:hAnsi="Arial" w:cs="Arial"/>
          <w:b/>
          <w:spacing w:val="-2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knew</w:t>
      </w:r>
      <w:r>
        <w:rPr>
          <w:rFonts w:ascii="Arial" w:eastAsia="Arial" w:hAnsi="Arial" w:cs="Arial"/>
          <w:b/>
          <w:spacing w:val="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was</w:t>
      </w:r>
      <w:r>
        <w:rPr>
          <w:rFonts w:ascii="Arial" w:eastAsia="Arial" w:hAnsi="Arial" w:cs="Arial"/>
          <w:b/>
          <w:spacing w:val="7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w w:val="97"/>
          <w:sz w:val="36"/>
          <w:szCs w:val="36"/>
        </w:rPr>
        <w:t>missing.</w:t>
      </w:r>
      <w:r>
        <w:rPr>
          <w:rFonts w:ascii="Arial" w:eastAsia="Arial" w:hAnsi="Arial" w:cs="Arial"/>
          <w:b/>
          <w:spacing w:val="3"/>
          <w:w w:val="9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Also,</w:t>
      </w:r>
      <w:r>
        <w:rPr>
          <w:rFonts w:ascii="Arial" w:eastAsia="Arial" w:hAnsi="Arial" w:cs="Arial"/>
          <w:spacing w:val="-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explain what</w:t>
      </w:r>
      <w:r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 knew</w:t>
      </w:r>
      <w:r>
        <w:rPr>
          <w:rFonts w:ascii="Arial" w:eastAsia="Arial" w:hAnsi="Arial" w:cs="Arial"/>
          <w:spacing w:val="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about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any</w:t>
      </w:r>
      <w:r>
        <w:rPr>
          <w:rFonts w:ascii="Arial" w:eastAsia="Arial" w:hAnsi="Arial" w:cs="Arial"/>
          <w:spacing w:val="-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incorrect</w:t>
      </w:r>
      <w:r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information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on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w w:val="101"/>
          <w:sz w:val="36"/>
          <w:szCs w:val="36"/>
        </w:rPr>
        <w:t xml:space="preserve">the </w:t>
      </w:r>
      <w:r>
        <w:rPr>
          <w:rFonts w:ascii="Arial" w:eastAsia="Arial" w:hAnsi="Arial" w:cs="Arial"/>
          <w:sz w:val="36"/>
          <w:szCs w:val="36"/>
        </w:rPr>
        <w:t>returns, even</w:t>
      </w:r>
      <w:r>
        <w:rPr>
          <w:rFonts w:ascii="Arial" w:eastAsia="Arial" w:hAnsi="Arial" w:cs="Arial"/>
          <w:spacing w:val="-2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 did</w:t>
      </w:r>
      <w:r>
        <w:rPr>
          <w:rFonts w:ascii="Arial" w:eastAsia="Arial" w:hAnsi="Arial" w:cs="Arial"/>
          <w:spacing w:val="2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not</w:t>
      </w:r>
      <w:r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know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information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was incorrect</w:t>
      </w:r>
      <w:r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when the</w:t>
      </w:r>
      <w:r>
        <w:rPr>
          <w:rFonts w:ascii="Arial" w:eastAsia="Arial" w:hAnsi="Arial" w:cs="Arial"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returns were</w:t>
      </w:r>
      <w:r>
        <w:rPr>
          <w:rFonts w:ascii="Arial" w:eastAsia="Arial" w:hAnsi="Arial" w:cs="Arial"/>
          <w:spacing w:val="-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filed,</w:t>
      </w:r>
      <w:r>
        <w:rPr>
          <w:rFonts w:ascii="Arial" w:eastAsia="Arial" w:hAnsi="Arial" w:cs="Arial"/>
          <w:spacing w:val="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and whether you asked </w:t>
      </w:r>
      <w:r>
        <w:rPr>
          <w:rFonts w:ascii="Arial" w:eastAsia="Arial" w:hAnsi="Arial" w:cs="Arial"/>
          <w:w w:val="102"/>
          <w:sz w:val="36"/>
          <w:szCs w:val="36"/>
        </w:rPr>
        <w:t xml:space="preserve">about </w:t>
      </w:r>
      <w:r>
        <w:rPr>
          <w:rFonts w:ascii="Arial" w:eastAsia="Arial" w:hAnsi="Arial" w:cs="Arial"/>
          <w:sz w:val="36"/>
          <w:szCs w:val="36"/>
        </w:rPr>
        <w:t>anything on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returns that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was incorrect.</w:t>
      </w:r>
      <w:r>
        <w:rPr>
          <w:rFonts w:ascii="Arial" w:eastAsia="Arial" w:hAnsi="Arial" w:cs="Arial"/>
          <w:spacing w:val="3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For</w:t>
      </w:r>
      <w:r>
        <w:rPr>
          <w:rFonts w:ascii="Arial" w:eastAsia="Arial" w:hAnsi="Arial" w:cs="Arial"/>
          <w:spacing w:val="-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example, if</w:t>
      </w:r>
      <w:r>
        <w:rPr>
          <w:rFonts w:ascii="Arial" w:eastAsia="Arial" w:hAnsi="Arial" w:cs="Arial"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there</w:t>
      </w:r>
      <w:r>
        <w:rPr>
          <w:rFonts w:ascii="Arial" w:eastAsia="Arial" w:hAnsi="Arial" w:cs="Arial"/>
          <w:spacing w:val="-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was a</w:t>
      </w:r>
      <w:r>
        <w:rPr>
          <w:rFonts w:ascii="Arial" w:eastAsia="Arial" w:hAnsi="Arial" w:cs="Arial"/>
          <w:spacing w:val="-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deduction</w:t>
      </w:r>
      <w:r>
        <w:rPr>
          <w:rFonts w:ascii="Arial" w:eastAsia="Arial" w:hAnsi="Arial" w:cs="Arial"/>
          <w:spacing w:val="4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credit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on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returns, were</w:t>
      </w:r>
      <w:r>
        <w:rPr>
          <w:rFonts w:ascii="Arial" w:eastAsia="Arial" w:hAnsi="Arial" w:cs="Arial"/>
          <w:spacing w:val="-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 aware</w:t>
      </w:r>
      <w:r>
        <w:rPr>
          <w:rFonts w:ascii="Arial" w:eastAsia="Arial" w:hAnsi="Arial" w:cs="Arial"/>
          <w:spacing w:val="-2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any facts</w:t>
      </w:r>
      <w:r>
        <w:rPr>
          <w:rFonts w:ascii="Arial" w:eastAsia="Arial" w:hAnsi="Arial" w:cs="Arial"/>
          <w:spacing w:val="2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that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made the</w:t>
      </w:r>
      <w:r>
        <w:rPr>
          <w:rFonts w:ascii="Arial" w:eastAsia="Arial" w:hAnsi="Arial" w:cs="Arial"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item</w:t>
      </w:r>
      <w:r>
        <w:rPr>
          <w:rFonts w:ascii="Arial" w:eastAsia="Arial" w:hAnsi="Arial" w:cs="Arial"/>
          <w:spacing w:val="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not</w:t>
      </w:r>
      <w:r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allowable as</w:t>
      </w:r>
      <w:r>
        <w:rPr>
          <w:rFonts w:ascii="Arial" w:eastAsia="Arial" w:hAnsi="Arial" w:cs="Arial"/>
          <w:spacing w:val="-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</w:t>
      </w:r>
      <w:r>
        <w:rPr>
          <w:rFonts w:ascii="Arial" w:eastAsia="Arial" w:hAnsi="Arial" w:cs="Arial"/>
          <w:spacing w:val="-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deduction</w:t>
      </w:r>
      <w:r>
        <w:rPr>
          <w:rFonts w:ascii="Arial" w:eastAsia="Arial" w:hAnsi="Arial" w:cs="Arial"/>
          <w:spacing w:val="4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credit?</w:t>
      </w:r>
      <w:r>
        <w:rPr>
          <w:rFonts w:ascii="Arial" w:eastAsia="Arial" w:hAnsi="Arial" w:cs="Arial"/>
          <w:spacing w:val="2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answer</w:t>
      </w:r>
      <w:r>
        <w:rPr>
          <w:rFonts w:ascii="Arial" w:eastAsia="Arial" w:hAnsi="Arial" w:cs="Arial"/>
          <w:spacing w:val="-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is</w:t>
      </w:r>
      <w:r>
        <w:rPr>
          <w:rFonts w:ascii="Arial" w:eastAsia="Arial" w:hAnsi="Arial" w:cs="Arial"/>
          <w:spacing w:val="-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not</w:t>
      </w:r>
      <w:r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same</w:t>
      </w:r>
      <w:r>
        <w:rPr>
          <w:rFonts w:ascii="Arial" w:eastAsia="Arial" w:hAnsi="Arial" w:cs="Arial"/>
          <w:spacing w:val="-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for</w:t>
      </w:r>
      <w:r>
        <w:rPr>
          <w:rFonts w:ascii="Arial" w:eastAsia="Arial" w:hAnsi="Arial" w:cs="Arial"/>
          <w:spacing w:val="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all</w:t>
      </w:r>
      <w:r>
        <w:rPr>
          <w:rFonts w:ascii="Arial" w:eastAsia="Arial" w:hAnsi="Arial" w:cs="Arial"/>
          <w:spacing w:val="-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tax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years,</w:t>
      </w:r>
      <w:r>
        <w:rPr>
          <w:rFonts w:ascii="Arial" w:eastAsia="Arial" w:hAnsi="Arial" w:cs="Arial"/>
          <w:spacing w:val="-2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explain </w:t>
      </w:r>
      <w:r>
        <w:rPr>
          <w:rFonts w:ascii="Arial" w:eastAsia="Arial" w:hAnsi="Arial" w:cs="Arial"/>
          <w:w w:val="102"/>
          <w:sz w:val="36"/>
          <w:szCs w:val="36"/>
        </w:rPr>
        <w:t>below</w:t>
      </w:r>
      <w:r>
        <w:rPr>
          <w:rFonts w:ascii="Arial" w:eastAsia="Arial" w:hAnsi="Arial" w:cs="Arial"/>
          <w:sz w:val="36"/>
          <w:szCs w:val="36"/>
        </w:rPr>
        <w:t>.</w:t>
      </w:r>
    </w:p>
    <w:p w14:paraId="1B40EB4A" w14:textId="77777777" w:rsidR="00A26219" w:rsidRDefault="00E67D69" w:rsidP="00E67D69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17632" behindDoc="1" locked="0" layoutInCell="1" allowOverlap="1" wp14:anchorId="2BE2A1B0" wp14:editId="3061B74D">
                <wp:simplePos x="0" y="0"/>
                <wp:positionH relativeFrom="margin">
                  <wp:align>right</wp:align>
                </wp:positionH>
                <wp:positionV relativeFrom="paragraph">
                  <wp:posOffset>27305</wp:posOffset>
                </wp:positionV>
                <wp:extent cx="13159740" cy="0"/>
                <wp:effectExtent l="0" t="0" r="0" b="0"/>
                <wp:wrapNone/>
                <wp:docPr id="205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2803"/>
                          <a:chExt cx="20724" cy="0"/>
                        </a:xfrm>
                      </wpg:grpSpPr>
                      <wps:wsp>
                        <wps:cNvPr id="206" name="Freeform 160"/>
                        <wps:cNvSpPr>
                          <a:spLocks/>
                        </wps:cNvSpPr>
                        <wps:spPr bwMode="auto">
                          <a:xfrm>
                            <a:off x="2359" y="2803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4E5999" id="Group 205" o:spid="_x0000_s1026" style="position:absolute;margin-left:985pt;margin-top:2.15pt;width:1036.2pt;height:0;z-index:-251598848;mso-position-horizontal:right;mso-position-horizontal-relative:margin" coordorigin="2359,2803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">
                <v:shape id="Freeform 160" o:spid="_x0000_s1027" style="position:absolute;left:2359;top:2803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248F2A8F" w14:textId="77777777" w:rsidR="00A26219" w:rsidRDefault="00E67D69" w:rsidP="00E67D69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18656" behindDoc="1" locked="0" layoutInCell="1" allowOverlap="1" wp14:anchorId="2FC1E110" wp14:editId="3BE3DF5B">
                <wp:simplePos x="0" y="0"/>
                <wp:positionH relativeFrom="margin">
                  <wp:align>right</wp:align>
                </wp:positionH>
                <wp:positionV relativeFrom="paragraph">
                  <wp:posOffset>18415</wp:posOffset>
                </wp:positionV>
                <wp:extent cx="13159740" cy="0"/>
                <wp:effectExtent l="0" t="0" r="0" b="0"/>
                <wp:wrapNone/>
                <wp:docPr id="203" name="Group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3289"/>
                          <a:chExt cx="20724" cy="0"/>
                        </a:xfrm>
                      </wpg:grpSpPr>
                      <wps:wsp>
                        <wps:cNvPr id="204" name="Freeform 162"/>
                        <wps:cNvSpPr>
                          <a:spLocks/>
                        </wps:cNvSpPr>
                        <wps:spPr bwMode="auto">
                          <a:xfrm>
                            <a:off x="2359" y="3289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EB10B3" id="Group 203" o:spid="_x0000_s1026" style="position:absolute;margin-left:985pt;margin-top:1.45pt;width:1036.2pt;height:0;z-index:-251597824;mso-position-horizontal:right;mso-position-horizontal-relative:margin" coordorigin="2359,3289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">
                <v:shape id="Freeform 162" o:spid="_x0000_s1027" style="position:absolute;left:2359;top:3289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23607E07" w14:textId="77777777" w:rsidR="00A26219" w:rsidRDefault="00E67D69" w:rsidP="00E67D69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19680" behindDoc="1" locked="0" layoutInCell="1" allowOverlap="1" wp14:anchorId="2FFC76E8" wp14:editId="036A7BC0">
                <wp:simplePos x="0" y="0"/>
                <wp:positionH relativeFrom="margin">
                  <wp:align>right</wp:align>
                </wp:positionH>
                <wp:positionV relativeFrom="paragraph">
                  <wp:posOffset>22225</wp:posOffset>
                </wp:positionV>
                <wp:extent cx="13159740" cy="0"/>
                <wp:effectExtent l="0" t="0" r="0" b="0"/>
                <wp:wrapNone/>
                <wp:docPr id="201" name="Group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3775"/>
                          <a:chExt cx="20724" cy="0"/>
                        </a:xfrm>
                      </wpg:grpSpPr>
                      <wps:wsp>
                        <wps:cNvPr id="202" name="Freeform 164"/>
                        <wps:cNvSpPr>
                          <a:spLocks/>
                        </wps:cNvSpPr>
                        <wps:spPr bwMode="auto">
                          <a:xfrm>
                            <a:off x="2359" y="3775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CAF579" id="Group 201" o:spid="_x0000_s1026" style="position:absolute;margin-left:985pt;margin-top:1.75pt;width:1036.2pt;height:0;z-index:-251596800;mso-position-horizontal:right;mso-position-horizontal-relative:margin" coordorigin="2359,3775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">
                <v:shape id="Freeform 164" o:spid="_x0000_s1027" style="position:absolute;left:2359;top:3775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47CF905C" w14:textId="77777777" w:rsidR="00A26219" w:rsidRDefault="00E67D69" w:rsidP="00E67D69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20704" behindDoc="1" locked="0" layoutInCell="1" allowOverlap="1" wp14:anchorId="271A2395" wp14:editId="30D3D2C3">
                <wp:simplePos x="0" y="0"/>
                <wp:positionH relativeFrom="margin">
                  <wp:align>right</wp:align>
                </wp:positionH>
                <wp:positionV relativeFrom="paragraph">
                  <wp:posOffset>17780</wp:posOffset>
                </wp:positionV>
                <wp:extent cx="13159740" cy="0"/>
                <wp:effectExtent l="0" t="0" r="0" b="0"/>
                <wp:wrapNone/>
                <wp:docPr id="199" name="Group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8"/>
                          <a:chExt cx="20724" cy="0"/>
                        </a:xfrm>
                      </wpg:grpSpPr>
                      <wps:wsp>
                        <wps:cNvPr id="200" name="Freeform 166"/>
                        <wps:cNvSpPr>
                          <a:spLocks/>
                        </wps:cNvSpPr>
                        <wps:spPr bwMode="auto">
                          <a:xfrm>
                            <a:off x="2359" y="8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67758F" id="Group 199" o:spid="_x0000_s1026" style="position:absolute;margin-left:985pt;margin-top:1.4pt;width:1036.2pt;height:0;z-index:-251595776;mso-position-horizontal:right;mso-position-horizontal-relative:margin" coordorigin="2359,8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">
                <v:shape id="Freeform 166" o:spid="_x0000_s1027" style="position:absolute;left:2359;top:8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00E1EDA5" w14:textId="77777777" w:rsidR="00A26219" w:rsidRDefault="00A26219" w:rsidP="00E67D69">
      <w:pPr>
        <w:tabs>
          <w:tab w:val="left" w:pos="1080"/>
        </w:tabs>
        <w:spacing w:before="1" w:line="440" w:lineRule="exact"/>
        <w:ind w:left="994" w:hanging="994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15</w:t>
      </w:r>
      <w:r>
        <w:rPr>
          <w:rFonts w:ascii="Arial" w:eastAsia="Arial" w:hAnsi="Arial" w:cs="Arial"/>
          <w:b/>
          <w:spacing w:val="-9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ab/>
        <w:t>If</w:t>
      </w:r>
      <w:r>
        <w:rPr>
          <w:rFonts w:ascii="Arial" w:eastAsia="Arial" w:hAnsi="Arial" w:cs="Arial"/>
          <w:b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the</w:t>
      </w:r>
      <w:r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returns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showed</w:t>
      </w:r>
      <w:r>
        <w:rPr>
          <w:rFonts w:ascii="Arial" w:eastAsia="Arial" w:hAnsi="Arial" w:cs="Arial"/>
          <w:b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</w:t>
      </w:r>
      <w:r>
        <w:rPr>
          <w:rFonts w:ascii="Arial" w:eastAsia="Arial" w:hAnsi="Arial" w:cs="Arial"/>
          <w:b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balance</w:t>
      </w:r>
      <w:r>
        <w:rPr>
          <w:rFonts w:ascii="Arial" w:eastAsia="Arial" w:hAnsi="Arial" w:cs="Arial"/>
          <w:b/>
          <w:spacing w:val="2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due</w:t>
      </w:r>
      <w:r>
        <w:rPr>
          <w:rFonts w:ascii="Arial" w:eastAsia="Arial" w:hAnsi="Arial" w:cs="Arial"/>
          <w:b/>
          <w:spacing w:val="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to</w:t>
      </w:r>
      <w:r>
        <w:rPr>
          <w:rFonts w:ascii="Arial" w:eastAsia="Arial" w:hAnsi="Arial" w:cs="Arial"/>
          <w:b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the</w:t>
      </w:r>
      <w:r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IRS,</w:t>
      </w:r>
      <w:r>
        <w:rPr>
          <w:rFonts w:ascii="Arial" w:eastAsia="Arial" w:hAnsi="Arial" w:cs="Arial"/>
          <w:b/>
          <w:spacing w:val="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explain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when</w:t>
      </w:r>
      <w:r>
        <w:rPr>
          <w:rFonts w:ascii="Arial" w:eastAsia="Arial" w:hAnsi="Arial" w:cs="Arial"/>
          <w:b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and</w:t>
      </w:r>
      <w:r>
        <w:rPr>
          <w:rFonts w:ascii="Arial" w:eastAsia="Arial" w:hAnsi="Arial" w:cs="Arial"/>
          <w:b/>
          <w:spacing w:val="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how</w:t>
      </w:r>
      <w:r>
        <w:rPr>
          <w:rFonts w:ascii="Arial" w:eastAsia="Arial" w:hAnsi="Arial" w:cs="Arial"/>
          <w:b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you</w:t>
      </w:r>
      <w:r>
        <w:rPr>
          <w:rFonts w:ascii="Arial" w:eastAsia="Arial" w:hAnsi="Arial" w:cs="Arial"/>
          <w:b/>
          <w:spacing w:val="-1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thought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the</w:t>
      </w:r>
      <w:r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balance</w:t>
      </w:r>
      <w:r>
        <w:rPr>
          <w:rFonts w:ascii="Arial" w:eastAsia="Arial" w:hAnsi="Arial" w:cs="Arial"/>
          <w:b/>
          <w:spacing w:val="2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due</w:t>
      </w:r>
      <w:r>
        <w:rPr>
          <w:rFonts w:ascii="Arial" w:eastAsia="Arial" w:hAnsi="Arial" w:cs="Arial"/>
          <w:b/>
          <w:spacing w:val="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would</w:t>
      </w:r>
      <w:r>
        <w:rPr>
          <w:rFonts w:ascii="Arial" w:eastAsia="Arial" w:hAnsi="Arial" w:cs="Arial"/>
          <w:b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be</w:t>
      </w:r>
      <w:r>
        <w:rPr>
          <w:rFonts w:ascii="Arial" w:eastAsia="Arial" w:hAnsi="Arial" w:cs="Arial"/>
          <w:b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paid.</w:t>
      </w:r>
      <w:r>
        <w:rPr>
          <w:rFonts w:ascii="Arial" w:eastAsia="Arial" w:hAnsi="Arial" w:cs="Arial"/>
          <w:b/>
          <w:spacing w:val="9"/>
          <w:sz w:val="36"/>
          <w:szCs w:val="36"/>
        </w:rPr>
        <w:t xml:space="preserve"> </w:t>
      </w:r>
      <w:r>
        <w:rPr>
          <w:rFonts w:ascii="Arial" w:eastAsia="Arial" w:hAnsi="Arial" w:cs="Arial"/>
          <w:w w:val="101"/>
          <w:sz w:val="36"/>
          <w:szCs w:val="36"/>
        </w:rPr>
        <w:t xml:space="preserve">If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didn’t</w:t>
      </w:r>
      <w:r>
        <w:rPr>
          <w:rFonts w:ascii="Arial" w:eastAsia="Arial" w:hAnsi="Arial" w:cs="Arial"/>
          <w:spacing w:val="7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know</w:t>
      </w:r>
      <w:r>
        <w:rPr>
          <w:rFonts w:ascii="Arial" w:eastAsia="Arial" w:hAnsi="Arial" w:cs="Arial"/>
          <w:spacing w:val="3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returns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showed</w:t>
      </w:r>
      <w:r>
        <w:rPr>
          <w:rFonts w:ascii="Arial" w:eastAsia="Arial" w:hAnsi="Arial" w:cs="Arial"/>
          <w:spacing w:val="3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</w:t>
      </w:r>
      <w:r>
        <w:rPr>
          <w:rFonts w:ascii="Arial" w:eastAsia="Arial" w:hAnsi="Arial" w:cs="Arial"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balance</w:t>
      </w:r>
      <w:r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due,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explain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why</w:t>
      </w:r>
      <w:r>
        <w:rPr>
          <w:rFonts w:ascii="Arial" w:eastAsia="Arial" w:hAnsi="Arial" w:cs="Arial"/>
          <w:spacing w:val="21"/>
          <w:sz w:val="36"/>
          <w:szCs w:val="36"/>
        </w:rPr>
        <w:t xml:space="preserve"> </w:t>
      </w:r>
      <w:r>
        <w:rPr>
          <w:rFonts w:ascii="Arial" w:eastAsia="Arial" w:hAnsi="Arial" w:cs="Arial"/>
          <w:w w:val="104"/>
          <w:sz w:val="36"/>
          <w:szCs w:val="36"/>
        </w:rPr>
        <w:t>not.</w:t>
      </w:r>
    </w:p>
    <w:p w14:paraId="76668CB5" w14:textId="77777777" w:rsidR="00A26219" w:rsidRDefault="00E67D69" w:rsidP="00E67D69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21728" behindDoc="1" locked="0" layoutInCell="1" allowOverlap="1" wp14:anchorId="49494F31" wp14:editId="1C6FE82A">
                <wp:simplePos x="0" y="0"/>
                <wp:positionH relativeFrom="margin">
                  <wp:align>right</wp:align>
                </wp:positionH>
                <wp:positionV relativeFrom="paragraph">
                  <wp:posOffset>29210</wp:posOffset>
                </wp:positionV>
                <wp:extent cx="13159740" cy="0"/>
                <wp:effectExtent l="0" t="0" r="0" b="0"/>
                <wp:wrapNone/>
                <wp:docPr id="197" name="Group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1466"/>
                          <a:chExt cx="20724" cy="0"/>
                        </a:xfrm>
                      </wpg:grpSpPr>
                      <wps:wsp>
                        <wps:cNvPr id="198" name="Freeform 168"/>
                        <wps:cNvSpPr>
                          <a:spLocks/>
                        </wps:cNvSpPr>
                        <wps:spPr bwMode="auto">
                          <a:xfrm>
                            <a:off x="2359" y="1466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FA1F95" id="Group 197" o:spid="_x0000_s1026" style="position:absolute;margin-left:985pt;margin-top:2.3pt;width:1036.2pt;height:0;z-index:-251594752;mso-position-horizontal:right;mso-position-horizontal-relative:margin" coordorigin="2359,1466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">
                <v:shape id="Freeform 168" o:spid="_x0000_s1027" style="position:absolute;left:2359;top:1466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5730FDAE" w14:textId="77777777" w:rsidR="00A26219" w:rsidRDefault="00E67D69" w:rsidP="00E67D69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22752" behindDoc="1" locked="0" layoutInCell="1" allowOverlap="1" wp14:anchorId="0C2A532D" wp14:editId="4EC59680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13159740" cy="0"/>
                <wp:effectExtent l="0" t="0" r="0" b="0"/>
                <wp:wrapNone/>
                <wp:docPr id="195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1952"/>
                          <a:chExt cx="20724" cy="0"/>
                        </a:xfrm>
                      </wpg:grpSpPr>
                      <wps:wsp>
                        <wps:cNvPr id="196" name="Freeform 170"/>
                        <wps:cNvSpPr>
                          <a:spLocks/>
                        </wps:cNvSpPr>
                        <wps:spPr bwMode="auto">
                          <a:xfrm>
                            <a:off x="2359" y="1952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D7B937" id="Group 195" o:spid="_x0000_s1026" style="position:absolute;margin-left:985pt;margin-top:.6pt;width:1036.2pt;height:0;z-index:-251593728;mso-position-horizontal:right;mso-position-horizontal-relative:margin" coordorigin="2359,1952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">
                <v:shape id="Freeform 170" o:spid="_x0000_s1027" style="position:absolute;left:2359;top:1952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0D80E03E" w14:textId="77777777" w:rsidR="00A26219" w:rsidRDefault="00E67D69" w:rsidP="00E67D69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23776" behindDoc="1" locked="0" layoutInCell="1" allowOverlap="1" wp14:anchorId="0D2B8C56" wp14:editId="5AB37EEE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13159740" cy="0"/>
                <wp:effectExtent l="0" t="0" r="0" b="0"/>
                <wp:wrapNone/>
                <wp:docPr id="193" name="Group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2438"/>
                          <a:chExt cx="20724" cy="0"/>
                        </a:xfrm>
                      </wpg:grpSpPr>
                      <wps:wsp>
                        <wps:cNvPr id="194" name="Freeform 172"/>
                        <wps:cNvSpPr>
                          <a:spLocks/>
                        </wps:cNvSpPr>
                        <wps:spPr bwMode="auto">
                          <a:xfrm>
                            <a:off x="2359" y="2438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1CAB38" id="Group 193" o:spid="_x0000_s1026" style="position:absolute;margin-left:985pt;margin-top:.9pt;width:1036.2pt;height:0;z-index:-251592704;mso-position-horizontal:right;mso-position-horizontal-relative:margin" coordorigin="2359,2438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">
                <v:shape id="Freeform 172" o:spid="_x0000_s1027" style="position:absolute;left:2359;top:2438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242770CF" w14:textId="77777777" w:rsidR="00A26219" w:rsidRDefault="00E67D69" w:rsidP="00E67D69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24800" behindDoc="1" locked="0" layoutInCell="1" allowOverlap="1" wp14:anchorId="33195970" wp14:editId="6E88E385">
                <wp:simplePos x="0" y="0"/>
                <wp:positionH relativeFrom="margin">
                  <wp:align>right</wp:align>
                </wp:positionH>
                <wp:positionV relativeFrom="paragraph">
                  <wp:posOffset>27940</wp:posOffset>
                </wp:positionV>
                <wp:extent cx="13159740" cy="0"/>
                <wp:effectExtent l="0" t="0" r="0" b="0"/>
                <wp:wrapNone/>
                <wp:docPr id="191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2924"/>
                          <a:chExt cx="20724" cy="0"/>
                        </a:xfrm>
                      </wpg:grpSpPr>
                      <wps:wsp>
                        <wps:cNvPr id="192" name="Freeform 174"/>
                        <wps:cNvSpPr>
                          <a:spLocks/>
                        </wps:cNvSpPr>
                        <wps:spPr bwMode="auto">
                          <a:xfrm>
                            <a:off x="2359" y="2924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0E9CAD" id="Group 191" o:spid="_x0000_s1026" style="position:absolute;margin-left:985pt;margin-top:2.2pt;width:1036.2pt;height:0;z-index:-251591680;mso-position-horizontal:right;mso-position-horizontal-relative:margin" coordorigin="2359,2924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">
                <v:shape id="Freeform 174" o:spid="_x0000_s1027" style="position:absolute;left:2359;top:2924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181F7737" w14:textId="77777777" w:rsidR="00E67D69" w:rsidRDefault="00E67D69" w:rsidP="00E67D69">
      <w:pPr>
        <w:autoSpaceDE w:val="0"/>
        <w:autoSpaceDN w:val="0"/>
        <w:adjustRightInd w:val="0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HelveticaNeueLT Std" w:hAnsi="HelveticaNeueLT Std" w:cs="HelveticaNeueLT Std"/>
          <w:b/>
          <w:bCs/>
          <w:color w:val="000000"/>
          <w:sz w:val="36"/>
          <w:szCs w:val="36"/>
        </w:rPr>
        <w:t xml:space="preserve">16 </w:t>
      </w:r>
      <w:r>
        <w:rPr>
          <w:rFonts w:ascii="HelveticaNeueLT Std" w:hAnsi="HelveticaNeueLT Std" w:cs="HelveticaNeueLT Std"/>
          <w:b/>
          <w:bCs/>
          <w:color w:val="000000"/>
          <w:sz w:val="36"/>
          <w:szCs w:val="36"/>
        </w:rPr>
        <w:tab/>
        <w:t xml:space="preserve">Describe any financial problems you were having when the returns were filed, such as bankruptcy or bills you could not </w:t>
      </w:r>
    </w:p>
    <w:p w14:paraId="0A2D2D6F" w14:textId="77777777" w:rsidR="00A26219" w:rsidRDefault="00E67D69" w:rsidP="00E67D69">
      <w:pPr>
        <w:spacing w:before="1" w:line="440" w:lineRule="exact"/>
        <w:ind w:left="994" w:hanging="274"/>
        <w:rPr>
          <w:rFonts w:ascii="HelveticaNeueLT Std" w:hAnsi="HelveticaNeueLT Std" w:cs="HelveticaNeueLT Std"/>
          <w:color w:val="000000"/>
          <w:sz w:val="36"/>
          <w:szCs w:val="36"/>
        </w:rPr>
      </w:pPr>
      <w:r>
        <w:rPr>
          <w:rFonts w:ascii="HelveticaNeueLT Std" w:hAnsi="HelveticaNeueLT Std" w:cs="HelveticaNeueLT Std"/>
          <w:b/>
          <w:bCs/>
          <w:color w:val="000000"/>
          <w:sz w:val="36"/>
          <w:szCs w:val="36"/>
        </w:rPr>
        <w:t>pay.</w:t>
      </w:r>
      <w:r>
        <w:rPr>
          <w:rFonts w:ascii="HelveticaNeueLT Std" w:hAnsi="HelveticaNeueLT Std" w:cs="HelveticaNeueLT Std"/>
          <w:color w:val="000000"/>
          <w:sz w:val="36"/>
          <w:szCs w:val="36"/>
        </w:rPr>
        <w:t xml:space="preserve"> If the financial problems were not the same for all tax years, explain below.</w:t>
      </w:r>
    </w:p>
    <w:p w14:paraId="0234B480" w14:textId="77777777" w:rsidR="00E67D69" w:rsidRDefault="00E67D69" w:rsidP="00E67D69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87616" behindDoc="1" locked="0" layoutInCell="1" allowOverlap="1" wp14:anchorId="148D4A3F" wp14:editId="0B662024">
                <wp:simplePos x="0" y="0"/>
                <wp:positionH relativeFrom="margin">
                  <wp:align>right</wp:align>
                </wp:positionH>
                <wp:positionV relativeFrom="paragraph">
                  <wp:posOffset>29210</wp:posOffset>
                </wp:positionV>
                <wp:extent cx="13159740" cy="0"/>
                <wp:effectExtent l="0" t="0" r="0" b="0"/>
                <wp:wrapNone/>
                <wp:docPr id="426" name="Group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1466"/>
                          <a:chExt cx="20724" cy="0"/>
                        </a:xfrm>
                      </wpg:grpSpPr>
                      <wps:wsp>
                        <wps:cNvPr id="427" name="Freeform 168"/>
                        <wps:cNvSpPr>
                          <a:spLocks/>
                        </wps:cNvSpPr>
                        <wps:spPr bwMode="auto">
                          <a:xfrm>
                            <a:off x="2359" y="1466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6A4011" id="Group 426" o:spid="_x0000_s1026" style="position:absolute;margin-left:985pt;margin-top:2.3pt;width:1036.2pt;height:0;z-index:-251428864;mso-position-horizontal:right;mso-position-horizontal-relative:margin" coordorigin="2359,1466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">
                <v:shape id="Freeform 168" o:spid="_x0000_s1027" style="position:absolute;left:2359;top:1466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3AFD3651" w14:textId="77777777" w:rsidR="00E67D69" w:rsidRDefault="00E67D69" w:rsidP="00E67D69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88640" behindDoc="1" locked="0" layoutInCell="1" allowOverlap="1" wp14:anchorId="67EBC2F7" wp14:editId="5AA37F48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13159740" cy="0"/>
                <wp:effectExtent l="0" t="0" r="0" b="0"/>
                <wp:wrapNone/>
                <wp:docPr id="428" name="Group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1952"/>
                          <a:chExt cx="20724" cy="0"/>
                        </a:xfrm>
                      </wpg:grpSpPr>
                      <wps:wsp>
                        <wps:cNvPr id="429" name="Freeform 170"/>
                        <wps:cNvSpPr>
                          <a:spLocks/>
                        </wps:cNvSpPr>
                        <wps:spPr bwMode="auto">
                          <a:xfrm>
                            <a:off x="2359" y="1952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6CEEF6" id="Group 428" o:spid="_x0000_s1026" style="position:absolute;margin-left:985pt;margin-top:.6pt;width:1036.2pt;height:0;z-index:-251427840;mso-position-horizontal:right;mso-position-horizontal-relative:margin" coordorigin="2359,1952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">
                <v:shape id="Freeform 170" o:spid="_x0000_s1027" style="position:absolute;left:2359;top:1952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1F199487" w14:textId="77777777" w:rsidR="00E67D69" w:rsidRDefault="00E67D69" w:rsidP="00E67D69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89664" behindDoc="1" locked="0" layoutInCell="1" allowOverlap="1" wp14:anchorId="4D56C92B" wp14:editId="15705290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13159740" cy="0"/>
                <wp:effectExtent l="0" t="0" r="0" b="0"/>
                <wp:wrapNone/>
                <wp:docPr id="430" name="Group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2438"/>
                          <a:chExt cx="20724" cy="0"/>
                        </a:xfrm>
                      </wpg:grpSpPr>
                      <wps:wsp>
                        <wps:cNvPr id="431" name="Freeform 172"/>
                        <wps:cNvSpPr>
                          <a:spLocks/>
                        </wps:cNvSpPr>
                        <wps:spPr bwMode="auto">
                          <a:xfrm>
                            <a:off x="2359" y="2438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3647EB" id="Group 430" o:spid="_x0000_s1026" style="position:absolute;margin-left:985pt;margin-top:.9pt;width:1036.2pt;height:0;z-index:-251426816;mso-position-horizontal:right;mso-position-horizontal-relative:margin" coordorigin="2359,2438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">
                <v:shape id="Freeform 172" o:spid="_x0000_s1027" style="position:absolute;left:2359;top:2438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3363B405" w14:textId="77777777" w:rsidR="00E67D69" w:rsidRDefault="00E67D69" w:rsidP="00E67D69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90688" behindDoc="1" locked="0" layoutInCell="1" allowOverlap="1" wp14:anchorId="111C0CEC" wp14:editId="7C286C75">
                <wp:simplePos x="0" y="0"/>
                <wp:positionH relativeFrom="margin">
                  <wp:align>right</wp:align>
                </wp:positionH>
                <wp:positionV relativeFrom="paragraph">
                  <wp:posOffset>27940</wp:posOffset>
                </wp:positionV>
                <wp:extent cx="13159740" cy="0"/>
                <wp:effectExtent l="0" t="0" r="0" b="0"/>
                <wp:wrapNone/>
                <wp:docPr id="432" name="Group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2924"/>
                          <a:chExt cx="20724" cy="0"/>
                        </a:xfrm>
                      </wpg:grpSpPr>
                      <wps:wsp>
                        <wps:cNvPr id="433" name="Freeform 174"/>
                        <wps:cNvSpPr>
                          <a:spLocks/>
                        </wps:cNvSpPr>
                        <wps:spPr bwMode="auto">
                          <a:xfrm>
                            <a:off x="2359" y="2924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21DB9F" id="Group 432" o:spid="_x0000_s1026" style="position:absolute;margin-left:985pt;margin-top:2.2pt;width:1036.2pt;height:0;z-index:-251425792;mso-position-horizontal:right;mso-position-horizontal-relative:margin" coordorigin="2359,2924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">
                <v:shape id="Freeform 174" o:spid="_x0000_s1027" style="position:absolute;left:2359;top:2924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12FDE768" w14:textId="77777777" w:rsidR="00E67D69" w:rsidRDefault="00E67D69">
      <w:pPr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br w:type="page"/>
      </w:r>
    </w:p>
    <w:p w14:paraId="31A32E1D" w14:textId="77777777" w:rsidR="00A26219" w:rsidRDefault="00A26219" w:rsidP="00E67D69">
      <w:pPr>
        <w:tabs>
          <w:tab w:val="left" w:pos="1080"/>
        </w:tabs>
        <w:spacing w:before="20" w:line="259" w:lineRule="auto"/>
        <w:ind w:left="994" w:hanging="994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lastRenderedPageBreak/>
        <w:t>17</w:t>
      </w:r>
      <w:r>
        <w:rPr>
          <w:rFonts w:ascii="Arial" w:eastAsia="Arial" w:hAnsi="Arial" w:cs="Arial"/>
          <w:b/>
          <w:spacing w:val="-9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ab/>
        <w:t>Describe</w:t>
      </w:r>
      <w:r>
        <w:rPr>
          <w:rFonts w:ascii="Arial" w:eastAsia="Arial" w:hAnsi="Arial" w:cs="Arial"/>
          <w:b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how</w:t>
      </w:r>
      <w:r>
        <w:rPr>
          <w:rFonts w:ascii="Arial" w:eastAsia="Arial" w:hAnsi="Arial" w:cs="Arial"/>
          <w:b/>
          <w:spacing w:val="7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you</w:t>
      </w:r>
      <w:r>
        <w:rPr>
          <w:rFonts w:ascii="Arial" w:eastAsia="Arial" w:hAnsi="Arial" w:cs="Arial"/>
          <w:b/>
          <w:spacing w:val="-1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were</w:t>
      </w:r>
      <w:r>
        <w:rPr>
          <w:rFonts w:ascii="Arial" w:eastAsia="Arial" w:hAnsi="Arial" w:cs="Arial"/>
          <w:b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w w:val="97"/>
          <w:sz w:val="36"/>
          <w:szCs w:val="36"/>
        </w:rPr>
        <w:t>involved</w:t>
      </w:r>
      <w:r>
        <w:rPr>
          <w:rFonts w:ascii="Arial" w:eastAsia="Arial" w:hAnsi="Arial" w:cs="Arial"/>
          <w:b/>
          <w:spacing w:val="3"/>
          <w:w w:val="97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in</w:t>
      </w:r>
      <w:r>
        <w:rPr>
          <w:rFonts w:ascii="Arial" w:eastAsia="Arial" w:hAnsi="Arial" w:cs="Arial"/>
          <w:b/>
          <w:spacing w:val="-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the</w:t>
      </w:r>
      <w:r>
        <w:rPr>
          <w:rFonts w:ascii="Arial" w:eastAsia="Arial" w:hAnsi="Arial" w:cs="Arial"/>
          <w:b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household</w:t>
      </w:r>
      <w:r>
        <w:rPr>
          <w:rFonts w:ascii="Arial" w:eastAsia="Arial" w:hAnsi="Arial" w:cs="Arial"/>
          <w:b/>
          <w:spacing w:val="-3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finances</w:t>
      </w:r>
      <w:r>
        <w:rPr>
          <w:rFonts w:ascii="Arial" w:eastAsia="Arial" w:hAnsi="Arial" w:cs="Arial"/>
          <w:b/>
          <w:spacing w:val="-15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and your</w:t>
      </w:r>
      <w:r>
        <w:rPr>
          <w:rFonts w:ascii="Arial" w:eastAsia="Arial" w:hAnsi="Arial" w:cs="Arial"/>
          <w:b/>
          <w:spacing w:val="-2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role in</w:t>
      </w:r>
      <w:r>
        <w:rPr>
          <w:rFonts w:ascii="Arial" w:eastAsia="Arial" w:hAnsi="Arial" w:cs="Arial"/>
          <w:b/>
          <w:spacing w:val="-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deciding</w:t>
      </w:r>
      <w:r>
        <w:rPr>
          <w:rFonts w:ascii="Arial" w:eastAsia="Arial" w:hAnsi="Arial" w:cs="Arial"/>
          <w:b/>
          <w:spacing w:val="-15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how</w:t>
      </w:r>
      <w:r>
        <w:rPr>
          <w:rFonts w:ascii="Arial" w:eastAsia="Arial" w:hAnsi="Arial" w:cs="Arial"/>
          <w:b/>
          <w:spacing w:val="7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money</w:t>
      </w:r>
      <w:r>
        <w:rPr>
          <w:rFonts w:ascii="Arial" w:eastAsia="Arial" w:hAnsi="Arial" w:cs="Arial"/>
          <w:b/>
          <w:spacing w:val="-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was</w:t>
      </w:r>
      <w:r>
        <w:rPr>
          <w:rFonts w:ascii="Arial" w:eastAsia="Arial" w:hAnsi="Arial" w:cs="Arial"/>
          <w:b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 xml:space="preserve">spent. </w:t>
      </w:r>
      <w:r>
        <w:rPr>
          <w:rFonts w:ascii="Arial" w:eastAsia="Arial" w:hAnsi="Arial" w:cs="Arial"/>
          <w:sz w:val="36"/>
          <w:szCs w:val="36"/>
        </w:rPr>
        <w:t>For</w:t>
      </w:r>
      <w:r>
        <w:rPr>
          <w:rFonts w:ascii="Arial" w:eastAsia="Arial" w:hAnsi="Arial" w:cs="Arial"/>
          <w:spacing w:val="-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example, explain whether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and</w:t>
      </w:r>
      <w:r>
        <w:rPr>
          <w:rFonts w:ascii="Arial" w:eastAsia="Arial" w:hAnsi="Arial" w:cs="Arial"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person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on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line</w:t>
      </w:r>
      <w:r>
        <w:rPr>
          <w:rFonts w:ascii="Arial" w:eastAsia="Arial" w:hAnsi="Arial" w:cs="Arial"/>
          <w:spacing w:val="-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6 had</w:t>
      </w:r>
      <w:r>
        <w:rPr>
          <w:rFonts w:ascii="Arial" w:eastAsia="Arial" w:hAnsi="Arial" w:cs="Arial"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joint</w:t>
      </w:r>
      <w:r>
        <w:rPr>
          <w:rFonts w:ascii="Arial" w:eastAsia="Arial" w:hAnsi="Arial" w:cs="Arial"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accounts</w:t>
      </w:r>
      <w:r>
        <w:rPr>
          <w:rFonts w:ascii="Arial" w:eastAsia="Arial" w:hAnsi="Arial" w:cs="Arial"/>
          <w:spacing w:val="4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and</w:t>
      </w:r>
      <w:r>
        <w:rPr>
          <w:rFonts w:ascii="Arial" w:eastAsia="Arial" w:hAnsi="Arial" w:cs="Arial"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how</w:t>
      </w:r>
      <w:r>
        <w:rPr>
          <w:rFonts w:ascii="Arial" w:eastAsia="Arial" w:hAnsi="Arial" w:cs="Arial"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person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on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line</w:t>
      </w:r>
      <w:r>
        <w:rPr>
          <w:rFonts w:ascii="Arial" w:eastAsia="Arial" w:hAnsi="Arial" w:cs="Arial"/>
          <w:spacing w:val="-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6 used</w:t>
      </w:r>
      <w:r>
        <w:rPr>
          <w:rFonts w:ascii="Arial" w:eastAsia="Arial" w:hAnsi="Arial" w:cs="Arial"/>
          <w:spacing w:val="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them</w:t>
      </w:r>
      <w:r>
        <w:rPr>
          <w:rFonts w:ascii="Arial" w:eastAsia="Arial" w:hAnsi="Arial" w:cs="Arial"/>
          <w:spacing w:val="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(such</w:t>
      </w:r>
      <w:r>
        <w:rPr>
          <w:rFonts w:ascii="Arial" w:eastAsia="Arial" w:hAnsi="Arial" w:cs="Arial"/>
          <w:spacing w:val="-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as</w:t>
      </w:r>
      <w:r>
        <w:rPr>
          <w:rFonts w:ascii="Arial" w:eastAsia="Arial" w:hAnsi="Arial" w:cs="Arial"/>
          <w:spacing w:val="-8"/>
          <w:sz w:val="36"/>
          <w:szCs w:val="36"/>
        </w:rPr>
        <w:t xml:space="preserve"> </w:t>
      </w:r>
      <w:r>
        <w:rPr>
          <w:rFonts w:ascii="Arial" w:eastAsia="Arial" w:hAnsi="Arial" w:cs="Arial"/>
          <w:w w:val="103"/>
          <w:sz w:val="36"/>
          <w:szCs w:val="36"/>
        </w:rPr>
        <w:t xml:space="preserve">by </w:t>
      </w:r>
      <w:r>
        <w:rPr>
          <w:rFonts w:ascii="Arial" w:eastAsia="Arial" w:hAnsi="Arial" w:cs="Arial"/>
          <w:sz w:val="36"/>
          <w:szCs w:val="36"/>
        </w:rPr>
        <w:t>making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deposits,</w:t>
      </w:r>
      <w:r>
        <w:rPr>
          <w:rFonts w:ascii="Arial" w:eastAsia="Arial" w:hAnsi="Arial" w:cs="Arial"/>
          <w:spacing w:val="4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paying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bills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from</w:t>
      </w:r>
      <w:r>
        <w:rPr>
          <w:rFonts w:ascii="Arial" w:eastAsia="Arial" w:hAnsi="Arial" w:cs="Arial"/>
          <w:spacing w:val="2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those</w:t>
      </w:r>
      <w:r>
        <w:rPr>
          <w:rFonts w:ascii="Arial" w:eastAsia="Arial" w:hAnsi="Arial" w:cs="Arial"/>
          <w:spacing w:val="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accounts,</w:t>
      </w:r>
      <w:r>
        <w:rPr>
          <w:rFonts w:ascii="Arial" w:eastAsia="Arial" w:hAnsi="Arial" w:cs="Arial"/>
          <w:spacing w:val="3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reviewing the</w:t>
      </w:r>
      <w:r>
        <w:rPr>
          <w:rFonts w:ascii="Arial" w:eastAsia="Arial" w:hAnsi="Arial" w:cs="Arial"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monthly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bank</w:t>
      </w:r>
      <w:r>
        <w:rPr>
          <w:rFonts w:ascii="Arial" w:eastAsia="Arial" w:hAnsi="Arial" w:cs="Arial"/>
          <w:spacing w:val="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statements). Explain</w:t>
      </w:r>
      <w:r>
        <w:rPr>
          <w:rFonts w:ascii="Arial" w:eastAsia="Arial" w:hAnsi="Arial" w:cs="Arial"/>
          <w:spacing w:val="-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what</w:t>
      </w:r>
      <w:r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knew</w:t>
      </w:r>
      <w:r>
        <w:rPr>
          <w:rFonts w:ascii="Arial" w:eastAsia="Arial" w:hAnsi="Arial" w:cs="Arial"/>
          <w:spacing w:val="8"/>
          <w:sz w:val="36"/>
          <w:szCs w:val="36"/>
        </w:rPr>
        <w:t xml:space="preserve"> </w:t>
      </w:r>
      <w:r>
        <w:rPr>
          <w:rFonts w:ascii="Arial" w:eastAsia="Arial" w:hAnsi="Arial" w:cs="Arial"/>
          <w:w w:val="103"/>
          <w:sz w:val="36"/>
          <w:szCs w:val="36"/>
        </w:rPr>
        <w:t>about</w:t>
      </w:r>
      <w:r w:rsidR="00E67D69">
        <w:rPr>
          <w:rFonts w:ascii="Arial" w:eastAsia="Arial" w:hAnsi="Arial" w:cs="Arial"/>
          <w:w w:val="103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any</w:t>
      </w:r>
      <w:r>
        <w:rPr>
          <w:rFonts w:ascii="Arial" w:eastAsia="Arial" w:hAnsi="Arial" w:cs="Arial"/>
          <w:spacing w:val="-6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separate accounts</w:t>
      </w:r>
      <w:r>
        <w:rPr>
          <w:rFonts w:ascii="Arial" w:eastAsia="Arial" w:hAnsi="Arial" w:cs="Arial"/>
          <w:spacing w:val="43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the</w:t>
      </w:r>
      <w:r>
        <w:rPr>
          <w:rFonts w:ascii="Arial" w:eastAsia="Arial" w:hAnsi="Arial" w:cs="Arial"/>
          <w:spacing w:val="5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person</w:t>
      </w:r>
      <w:r>
        <w:rPr>
          <w:rFonts w:ascii="Arial" w:eastAsia="Arial" w:hAnsi="Arial" w:cs="Arial"/>
          <w:spacing w:val="1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on</w:t>
      </w:r>
      <w:r>
        <w:rPr>
          <w:rFonts w:ascii="Arial" w:eastAsia="Arial" w:hAnsi="Arial" w:cs="Arial"/>
          <w:spacing w:val="4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line</w:t>
      </w:r>
      <w:r>
        <w:rPr>
          <w:rFonts w:ascii="Arial" w:eastAsia="Arial" w:hAnsi="Arial" w:cs="Arial"/>
          <w:spacing w:val="-6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6 had.</w:t>
      </w:r>
      <w:r>
        <w:rPr>
          <w:rFonts w:ascii="Arial" w:eastAsia="Arial" w:hAnsi="Arial" w:cs="Arial"/>
          <w:spacing w:val="7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If your</w:t>
      </w:r>
      <w:r>
        <w:rPr>
          <w:rFonts w:ascii="Arial" w:eastAsia="Arial" w:hAnsi="Arial" w:cs="Arial"/>
          <w:spacing w:val="7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involvement was</w:t>
      </w:r>
      <w:r>
        <w:rPr>
          <w:rFonts w:ascii="Arial" w:eastAsia="Arial" w:hAnsi="Arial" w:cs="Arial"/>
          <w:spacing w:val="6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not</w:t>
      </w:r>
      <w:r>
        <w:rPr>
          <w:rFonts w:ascii="Arial" w:eastAsia="Arial" w:hAnsi="Arial" w:cs="Arial"/>
          <w:spacing w:val="20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the</w:t>
      </w:r>
      <w:r>
        <w:rPr>
          <w:rFonts w:ascii="Arial" w:eastAsia="Arial" w:hAnsi="Arial" w:cs="Arial"/>
          <w:spacing w:val="5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same</w:t>
      </w:r>
      <w:r>
        <w:rPr>
          <w:rFonts w:ascii="Arial" w:eastAsia="Arial" w:hAnsi="Arial" w:cs="Arial"/>
          <w:spacing w:val="-9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for</w:t>
      </w:r>
      <w:r>
        <w:rPr>
          <w:rFonts w:ascii="Arial" w:eastAsia="Arial" w:hAnsi="Arial" w:cs="Arial"/>
          <w:spacing w:val="13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all</w:t>
      </w:r>
      <w:r>
        <w:rPr>
          <w:rFonts w:ascii="Arial" w:eastAsia="Arial" w:hAnsi="Arial" w:cs="Arial"/>
          <w:spacing w:val="-7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tax</w:t>
      </w:r>
      <w:r>
        <w:rPr>
          <w:rFonts w:ascii="Arial" w:eastAsia="Arial" w:hAnsi="Arial" w:cs="Arial"/>
          <w:spacing w:val="14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years,</w:t>
      </w:r>
      <w:r>
        <w:rPr>
          <w:rFonts w:ascii="Arial" w:eastAsia="Arial" w:hAnsi="Arial" w:cs="Arial"/>
          <w:spacing w:val="-20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 xml:space="preserve">explain </w:t>
      </w:r>
      <w:r>
        <w:rPr>
          <w:rFonts w:ascii="Arial" w:eastAsia="Arial" w:hAnsi="Arial" w:cs="Arial"/>
          <w:w w:val="102"/>
          <w:position w:val="-1"/>
          <w:sz w:val="36"/>
          <w:szCs w:val="36"/>
        </w:rPr>
        <w:t>below.</w:t>
      </w:r>
    </w:p>
    <w:p w14:paraId="5C2CE440" w14:textId="77777777" w:rsidR="00A26219" w:rsidRDefault="00E67D69" w:rsidP="00E67D69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31968" behindDoc="1" locked="0" layoutInCell="1" allowOverlap="1" wp14:anchorId="35D5C395" wp14:editId="64BD075D">
                <wp:simplePos x="0" y="0"/>
                <wp:positionH relativeFrom="margin">
                  <wp:align>right</wp:align>
                </wp:positionH>
                <wp:positionV relativeFrom="paragraph">
                  <wp:posOffset>17145</wp:posOffset>
                </wp:positionV>
                <wp:extent cx="13159740" cy="0"/>
                <wp:effectExtent l="0" t="0" r="0" b="0"/>
                <wp:wrapNone/>
                <wp:docPr id="175" name="Group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1974"/>
                          <a:chExt cx="20724" cy="0"/>
                        </a:xfrm>
                      </wpg:grpSpPr>
                      <wps:wsp>
                        <wps:cNvPr id="176" name="Freeform 188"/>
                        <wps:cNvSpPr>
                          <a:spLocks/>
                        </wps:cNvSpPr>
                        <wps:spPr bwMode="auto">
                          <a:xfrm>
                            <a:off x="2359" y="1974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78DDF0" id="Group 175" o:spid="_x0000_s1026" style="position:absolute;margin-left:985pt;margin-top:1.35pt;width:1036.2pt;height:0;z-index:-251584512;mso-position-horizontal:right;mso-position-horizontal-relative:margin" coordorigin="2359,1974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">
                <v:shape id="Freeform 188" o:spid="_x0000_s1027" style="position:absolute;left:2359;top:1974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413D63A9" w14:textId="77777777" w:rsidR="00A26219" w:rsidRDefault="00E67D69" w:rsidP="00E67D69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32992" behindDoc="1" locked="0" layoutInCell="1" allowOverlap="1" wp14:anchorId="42D06BA1" wp14:editId="50BDC818">
                <wp:simplePos x="0" y="0"/>
                <wp:positionH relativeFrom="margin">
                  <wp:align>right</wp:align>
                </wp:positionH>
                <wp:positionV relativeFrom="paragraph">
                  <wp:posOffset>10794</wp:posOffset>
                </wp:positionV>
                <wp:extent cx="13159740" cy="0"/>
                <wp:effectExtent l="0" t="0" r="0" b="0"/>
                <wp:wrapNone/>
                <wp:docPr id="173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2460"/>
                          <a:chExt cx="20724" cy="0"/>
                        </a:xfrm>
                      </wpg:grpSpPr>
                      <wps:wsp>
                        <wps:cNvPr id="174" name="Freeform 190"/>
                        <wps:cNvSpPr>
                          <a:spLocks/>
                        </wps:cNvSpPr>
                        <wps:spPr bwMode="auto">
                          <a:xfrm>
                            <a:off x="2359" y="2460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7A8048" id="Group 173" o:spid="_x0000_s1026" style="position:absolute;margin-left:985pt;margin-top:.85pt;width:1036.2pt;height:0;z-index:-251583488;mso-position-horizontal:right;mso-position-horizontal-relative:margin" coordorigin="2359,2460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">
                <v:shape id="Freeform 190" o:spid="_x0000_s1027" style="position:absolute;left:2359;top:2460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6B252043" w14:textId="77777777" w:rsidR="00A26219" w:rsidRDefault="00E67D69" w:rsidP="00E67D69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29920" behindDoc="1" locked="0" layoutInCell="1" allowOverlap="1" wp14:anchorId="1BB21AEF" wp14:editId="1AC010FA">
                <wp:simplePos x="0" y="0"/>
                <wp:positionH relativeFrom="margin">
                  <wp:align>right</wp:align>
                </wp:positionH>
                <wp:positionV relativeFrom="paragraph">
                  <wp:posOffset>22224</wp:posOffset>
                </wp:positionV>
                <wp:extent cx="13159740" cy="0"/>
                <wp:effectExtent l="0" t="0" r="0" b="0"/>
                <wp:wrapNone/>
                <wp:docPr id="179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1002"/>
                          <a:chExt cx="20724" cy="0"/>
                        </a:xfrm>
                      </wpg:grpSpPr>
                      <wps:wsp>
                        <wps:cNvPr id="180" name="Freeform 184"/>
                        <wps:cNvSpPr>
                          <a:spLocks/>
                        </wps:cNvSpPr>
                        <wps:spPr bwMode="auto">
                          <a:xfrm>
                            <a:off x="2359" y="1002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B37E67" id="Group 179" o:spid="_x0000_s1026" style="position:absolute;margin-left:985pt;margin-top:1.75pt;width:1036.2pt;height:0;z-index:-251586560;mso-position-horizontal:right;mso-position-horizontal-relative:margin" coordorigin="2359,1002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">
                <v:shape id="Freeform 184" o:spid="_x0000_s1027" style="position:absolute;left:2359;top:1002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0A538A54" w14:textId="77777777" w:rsidR="00A26219" w:rsidRDefault="00E67D69" w:rsidP="00E67D69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30944" behindDoc="1" locked="0" layoutInCell="1" allowOverlap="1" wp14:anchorId="55580B9A" wp14:editId="2DC20969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13159740" cy="0"/>
                <wp:effectExtent l="0" t="0" r="0" b="0"/>
                <wp:wrapNone/>
                <wp:docPr id="177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1488"/>
                          <a:chExt cx="20724" cy="0"/>
                        </a:xfrm>
                      </wpg:grpSpPr>
                      <wps:wsp>
                        <wps:cNvPr id="178" name="Freeform 186"/>
                        <wps:cNvSpPr>
                          <a:spLocks/>
                        </wps:cNvSpPr>
                        <wps:spPr bwMode="auto">
                          <a:xfrm>
                            <a:off x="2359" y="1488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2CF295" id="Group 177" o:spid="_x0000_s1026" style="position:absolute;margin-left:985pt;margin-top:1.05pt;width:1036.2pt;height:0;z-index:-251585536;mso-position-horizontal:right;mso-position-horizontal-relative:margin" coordorigin="2359,1488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">
                <v:shape id="Freeform 186" o:spid="_x0000_s1027" style="position:absolute;left:2359;top:1488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41EE5FDA" w14:textId="77777777" w:rsidR="00A26219" w:rsidRDefault="00A26219" w:rsidP="00E67D69">
      <w:pPr>
        <w:tabs>
          <w:tab w:val="left" w:pos="1080"/>
        </w:tabs>
        <w:spacing w:before="20" w:line="271" w:lineRule="auto"/>
        <w:ind w:left="994" w:hanging="994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34016" behindDoc="1" locked="0" layoutInCell="1" allowOverlap="1" wp14:anchorId="07EFBB4B" wp14:editId="12F0DDED">
                <wp:simplePos x="0" y="0"/>
                <wp:positionH relativeFrom="page">
                  <wp:posOffset>12799695</wp:posOffset>
                </wp:positionH>
                <wp:positionV relativeFrom="paragraph">
                  <wp:posOffset>36195</wp:posOffset>
                </wp:positionV>
                <wp:extent cx="205740" cy="205740"/>
                <wp:effectExtent l="7620" t="15875" r="15240" b="6985"/>
                <wp:wrapNone/>
                <wp:docPr id="171" name="Group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20157" y="57"/>
                          <a:chExt cx="324" cy="324"/>
                        </a:xfrm>
                      </wpg:grpSpPr>
                      <wps:wsp>
                        <wps:cNvPr id="172" name="Freeform 192"/>
                        <wps:cNvSpPr>
                          <a:spLocks/>
                        </wps:cNvSpPr>
                        <wps:spPr bwMode="auto">
                          <a:xfrm>
                            <a:off x="20157" y="57"/>
                            <a:ext cx="324" cy="324"/>
                          </a:xfrm>
                          <a:custGeom>
                            <a:avLst/>
                            <a:gdLst>
                              <a:gd name="T0" fmla="+- 0 20157 20157"/>
                              <a:gd name="T1" fmla="*/ T0 w 324"/>
                              <a:gd name="T2" fmla="+- 0 381 57"/>
                              <a:gd name="T3" fmla="*/ 381 h 324"/>
                              <a:gd name="T4" fmla="+- 0 20481 20157"/>
                              <a:gd name="T5" fmla="*/ T4 w 324"/>
                              <a:gd name="T6" fmla="+- 0 381 57"/>
                              <a:gd name="T7" fmla="*/ 381 h 324"/>
                              <a:gd name="T8" fmla="+- 0 20481 20157"/>
                              <a:gd name="T9" fmla="*/ T8 w 324"/>
                              <a:gd name="T10" fmla="+- 0 57 57"/>
                              <a:gd name="T11" fmla="*/ 57 h 324"/>
                              <a:gd name="T12" fmla="+- 0 20157 20157"/>
                              <a:gd name="T13" fmla="*/ T12 w 324"/>
                              <a:gd name="T14" fmla="+- 0 57 57"/>
                              <a:gd name="T15" fmla="*/ 57 h 324"/>
                              <a:gd name="T16" fmla="+- 0 20157 20157"/>
                              <a:gd name="T17" fmla="*/ T16 w 324"/>
                              <a:gd name="T18" fmla="+- 0 381 57"/>
                              <a:gd name="T19" fmla="*/ 381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60A2A8" id="Group 171" o:spid="_x0000_s1026" style="position:absolute;margin-left:1007.85pt;margin-top:2.85pt;width:16.2pt;height:16.2pt;z-index:-251582464;mso-position-horizontal-relative:page" coordorigin="20157,57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">
                <v:shape id="Freeform 192" o:spid="_x0000_s1027" style="position:absolute;left:20157;top:57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" path="m,324r324,l324,,,,,324xe" filled="f" strokeweight=".357mm">
                  <v:path arrowok="t" o:connecttype="custom" o:connectlocs="0,381;324,381;324,57;0,57;0,381" o:connectangles="0,0,0,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35040" behindDoc="1" locked="0" layoutInCell="1" allowOverlap="1" wp14:anchorId="3D7E90FC" wp14:editId="3B8CDCC1">
                <wp:simplePos x="0" y="0"/>
                <wp:positionH relativeFrom="page">
                  <wp:posOffset>13910945</wp:posOffset>
                </wp:positionH>
                <wp:positionV relativeFrom="paragraph">
                  <wp:posOffset>36195</wp:posOffset>
                </wp:positionV>
                <wp:extent cx="205740" cy="205740"/>
                <wp:effectExtent l="13970" t="15875" r="8890" b="6985"/>
                <wp:wrapNone/>
                <wp:docPr id="169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21907" y="57"/>
                          <a:chExt cx="324" cy="324"/>
                        </a:xfrm>
                      </wpg:grpSpPr>
                      <wps:wsp>
                        <wps:cNvPr id="170" name="Freeform 194"/>
                        <wps:cNvSpPr>
                          <a:spLocks/>
                        </wps:cNvSpPr>
                        <wps:spPr bwMode="auto">
                          <a:xfrm>
                            <a:off x="21907" y="57"/>
                            <a:ext cx="324" cy="324"/>
                          </a:xfrm>
                          <a:custGeom>
                            <a:avLst/>
                            <a:gdLst>
                              <a:gd name="T0" fmla="+- 0 21907 21907"/>
                              <a:gd name="T1" fmla="*/ T0 w 324"/>
                              <a:gd name="T2" fmla="+- 0 381 57"/>
                              <a:gd name="T3" fmla="*/ 381 h 324"/>
                              <a:gd name="T4" fmla="+- 0 22231 21907"/>
                              <a:gd name="T5" fmla="*/ T4 w 324"/>
                              <a:gd name="T6" fmla="+- 0 381 57"/>
                              <a:gd name="T7" fmla="*/ 381 h 324"/>
                              <a:gd name="T8" fmla="+- 0 22231 21907"/>
                              <a:gd name="T9" fmla="*/ T8 w 324"/>
                              <a:gd name="T10" fmla="+- 0 57 57"/>
                              <a:gd name="T11" fmla="*/ 57 h 324"/>
                              <a:gd name="T12" fmla="+- 0 21907 21907"/>
                              <a:gd name="T13" fmla="*/ T12 w 324"/>
                              <a:gd name="T14" fmla="+- 0 57 57"/>
                              <a:gd name="T15" fmla="*/ 57 h 324"/>
                              <a:gd name="T16" fmla="+- 0 21907 21907"/>
                              <a:gd name="T17" fmla="*/ T16 w 324"/>
                              <a:gd name="T18" fmla="+- 0 381 57"/>
                              <a:gd name="T19" fmla="*/ 381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8FFEF6" id="Group 169" o:spid="_x0000_s1026" style="position:absolute;margin-left:1095.35pt;margin-top:2.85pt;width:16.2pt;height:16.2pt;z-index:-251581440;mso-position-horizontal-relative:page" coordorigin="21907,57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">
                <v:shape id="Freeform 194" o:spid="_x0000_s1027" style="position:absolute;left:21907;top:57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" path="m,324r324,l324,,,,,324xe" filled="f" strokeweight=".357mm">
                  <v:path arrowok="t" o:connecttype="custom" o:connectlocs="0,381;324,381;324,57;0,57;0,381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36"/>
          <w:szCs w:val="36"/>
        </w:rPr>
        <w:t>18</w:t>
      </w:r>
      <w:r>
        <w:rPr>
          <w:rFonts w:ascii="Arial" w:eastAsia="Arial" w:hAnsi="Arial" w:cs="Arial"/>
          <w:b/>
          <w:spacing w:val="-9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ab/>
        <w:t>For</w:t>
      </w:r>
      <w:r>
        <w:rPr>
          <w:rFonts w:ascii="Arial" w:eastAsia="Arial" w:hAnsi="Arial" w:cs="Arial"/>
          <w:b/>
          <w:spacing w:val="-25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the</w:t>
      </w:r>
      <w:r>
        <w:rPr>
          <w:rFonts w:ascii="Arial" w:eastAsia="Arial" w:hAnsi="Arial" w:cs="Arial"/>
          <w:b/>
          <w:spacing w:val="-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years</w:t>
      </w:r>
      <w:r>
        <w:rPr>
          <w:rFonts w:ascii="Arial" w:eastAsia="Arial" w:hAnsi="Arial" w:cs="Arial"/>
          <w:b/>
          <w:spacing w:val="-4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w w:val="94"/>
          <w:sz w:val="36"/>
          <w:szCs w:val="36"/>
        </w:rPr>
        <w:t>you</w:t>
      </w:r>
      <w:r>
        <w:rPr>
          <w:rFonts w:ascii="Arial" w:eastAsia="Arial" w:hAnsi="Arial" w:cs="Arial"/>
          <w:b/>
          <w:spacing w:val="4"/>
          <w:w w:val="9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want</w:t>
      </w:r>
      <w:r>
        <w:rPr>
          <w:rFonts w:ascii="Arial" w:eastAsia="Arial" w:hAnsi="Arial" w:cs="Arial"/>
          <w:b/>
          <w:spacing w:val="-1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relief,</w:t>
      </w:r>
      <w:r>
        <w:rPr>
          <w:rFonts w:ascii="Arial" w:eastAsia="Arial" w:hAnsi="Arial" w:cs="Arial"/>
          <w:b/>
          <w:spacing w:val="-3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did</w:t>
      </w:r>
      <w:r>
        <w:rPr>
          <w:rFonts w:ascii="Arial" w:eastAsia="Arial" w:hAnsi="Arial" w:cs="Arial"/>
          <w:b/>
          <w:spacing w:val="-2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w w:val="94"/>
          <w:sz w:val="36"/>
          <w:szCs w:val="36"/>
        </w:rPr>
        <w:t>you</w:t>
      </w:r>
      <w:r>
        <w:rPr>
          <w:rFonts w:ascii="Arial" w:eastAsia="Arial" w:hAnsi="Arial" w:cs="Arial"/>
          <w:b/>
          <w:spacing w:val="4"/>
          <w:w w:val="9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or</w:t>
      </w:r>
      <w:r>
        <w:rPr>
          <w:rFonts w:ascii="Arial" w:eastAsia="Arial" w:hAnsi="Arial" w:cs="Arial"/>
          <w:b/>
          <w:spacing w:val="-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the</w:t>
      </w:r>
      <w:r>
        <w:rPr>
          <w:rFonts w:ascii="Arial" w:eastAsia="Arial" w:hAnsi="Arial" w:cs="Arial"/>
          <w:b/>
          <w:spacing w:val="-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w w:val="96"/>
          <w:sz w:val="36"/>
          <w:szCs w:val="36"/>
        </w:rPr>
        <w:t>person</w:t>
      </w:r>
      <w:r>
        <w:rPr>
          <w:rFonts w:ascii="Arial" w:eastAsia="Arial" w:hAnsi="Arial" w:cs="Arial"/>
          <w:b/>
          <w:spacing w:val="2"/>
          <w:w w:val="9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on</w:t>
      </w:r>
      <w:r>
        <w:rPr>
          <w:rFonts w:ascii="Arial" w:eastAsia="Arial" w:hAnsi="Arial" w:cs="Arial"/>
          <w:b/>
          <w:spacing w:val="-2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line</w:t>
      </w:r>
      <w:r>
        <w:rPr>
          <w:rFonts w:ascii="Arial" w:eastAsia="Arial" w:hAnsi="Arial" w:cs="Arial"/>
          <w:b/>
          <w:spacing w:val="-3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6</w:t>
      </w:r>
      <w:r>
        <w:rPr>
          <w:rFonts w:ascii="Arial" w:eastAsia="Arial" w:hAnsi="Arial" w:cs="Arial"/>
          <w:b/>
          <w:spacing w:val="-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incur</w:t>
      </w:r>
      <w:r>
        <w:rPr>
          <w:rFonts w:ascii="Arial" w:eastAsia="Arial" w:hAnsi="Arial" w:cs="Arial"/>
          <w:b/>
          <w:spacing w:val="-37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any</w:t>
      </w:r>
      <w:r>
        <w:rPr>
          <w:rFonts w:ascii="Arial" w:eastAsia="Arial" w:hAnsi="Arial" w:cs="Arial"/>
          <w:b/>
          <w:spacing w:val="-3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large</w:t>
      </w:r>
      <w:r>
        <w:rPr>
          <w:rFonts w:ascii="Arial" w:eastAsia="Arial" w:hAnsi="Arial" w:cs="Arial"/>
          <w:b/>
          <w:spacing w:val="-1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w w:val="97"/>
          <w:sz w:val="36"/>
          <w:szCs w:val="36"/>
        </w:rPr>
        <w:t>purchases</w:t>
      </w:r>
      <w:r>
        <w:rPr>
          <w:rFonts w:ascii="Arial" w:eastAsia="Arial" w:hAnsi="Arial" w:cs="Arial"/>
          <w:b/>
          <w:spacing w:val="1"/>
          <w:w w:val="97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and/or</w:t>
      </w:r>
      <w:r>
        <w:rPr>
          <w:rFonts w:ascii="Arial" w:eastAsia="Arial" w:hAnsi="Arial" w:cs="Arial"/>
          <w:b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 xml:space="preserve">expenses?      </w:t>
      </w:r>
      <w:r>
        <w:rPr>
          <w:rFonts w:ascii="Arial" w:eastAsia="Arial" w:hAnsi="Arial" w:cs="Arial"/>
          <w:b/>
          <w:spacing w:val="88"/>
          <w:sz w:val="36"/>
          <w:szCs w:val="36"/>
        </w:rPr>
        <w:t xml:space="preserve"> </w:t>
      </w:r>
      <w:proofErr w:type="gramStart"/>
      <w:r>
        <w:rPr>
          <w:rFonts w:ascii="Arial" w:eastAsia="Arial" w:hAnsi="Arial" w:cs="Arial"/>
          <w:sz w:val="36"/>
          <w:szCs w:val="36"/>
        </w:rPr>
        <w:t>Yes</w:t>
      </w:r>
      <w:proofErr w:type="gramEnd"/>
      <w:r>
        <w:rPr>
          <w:rFonts w:ascii="Arial" w:eastAsia="Arial" w:hAnsi="Arial" w:cs="Arial"/>
          <w:sz w:val="36"/>
          <w:szCs w:val="36"/>
        </w:rPr>
        <w:t xml:space="preserve">          </w:t>
      </w:r>
      <w:r>
        <w:rPr>
          <w:rFonts w:ascii="Arial" w:eastAsia="Arial" w:hAnsi="Arial" w:cs="Arial"/>
          <w:spacing w:val="32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 xml:space="preserve">No </w: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“Yes,”</w:t>
      </w:r>
      <w:r>
        <w:rPr>
          <w:rFonts w:ascii="Arial" w:eastAsia="Arial" w:hAnsi="Arial" w:cs="Arial"/>
          <w:spacing w:val="6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describe</w:t>
      </w:r>
      <w:r>
        <w:rPr>
          <w:rFonts w:ascii="Arial" w:eastAsia="Arial" w:hAnsi="Arial" w:cs="Arial"/>
          <w:spacing w:val="4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any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large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expenses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person</w:t>
      </w:r>
      <w:r>
        <w:rPr>
          <w:rFonts w:ascii="Arial" w:eastAsia="Arial" w:hAnsi="Arial" w:cs="Arial"/>
          <w:spacing w:val="2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on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line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6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incurred</w:t>
      </w:r>
      <w:r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(such</w:t>
      </w:r>
      <w:r>
        <w:rPr>
          <w:rFonts w:ascii="Arial" w:eastAsia="Arial" w:hAnsi="Arial" w:cs="Arial"/>
          <w:spacing w:val="-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as</w:t>
      </w:r>
      <w:r>
        <w:rPr>
          <w:rFonts w:ascii="Arial" w:eastAsia="Arial" w:hAnsi="Arial" w:cs="Arial"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trips,</w:t>
      </w:r>
      <w:r>
        <w:rPr>
          <w:rFonts w:ascii="Arial" w:eastAsia="Arial" w:hAnsi="Arial" w:cs="Arial"/>
          <w:spacing w:val="3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home</w:t>
      </w:r>
      <w:r>
        <w:rPr>
          <w:rFonts w:ascii="Arial" w:eastAsia="Arial" w:hAnsi="Arial" w:cs="Arial"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improvements,</w:t>
      </w:r>
      <w:r>
        <w:rPr>
          <w:rFonts w:ascii="Arial" w:eastAsia="Arial" w:hAnsi="Arial" w:cs="Arial"/>
          <w:spacing w:val="4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 xml:space="preserve">private </w:t>
      </w:r>
      <w:r>
        <w:rPr>
          <w:rFonts w:ascii="Arial" w:eastAsia="Arial" w:hAnsi="Arial" w:cs="Arial"/>
          <w:sz w:val="36"/>
          <w:szCs w:val="36"/>
        </w:rPr>
        <w:t>schooling),</w:t>
      </w:r>
      <w:r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any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large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purchases</w:t>
      </w:r>
      <w:r>
        <w:rPr>
          <w:rFonts w:ascii="Arial" w:eastAsia="Arial" w:hAnsi="Arial" w:cs="Arial"/>
          <w:spacing w:val="3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person</w:t>
      </w:r>
      <w:r>
        <w:rPr>
          <w:rFonts w:ascii="Arial" w:eastAsia="Arial" w:hAnsi="Arial" w:cs="Arial"/>
          <w:spacing w:val="2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on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line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6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made</w:t>
      </w:r>
      <w:r>
        <w:rPr>
          <w:rFonts w:ascii="Arial" w:eastAsia="Arial" w:hAnsi="Arial" w:cs="Arial"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(such</w:t>
      </w:r>
      <w:r>
        <w:rPr>
          <w:rFonts w:ascii="Arial" w:eastAsia="Arial" w:hAnsi="Arial" w:cs="Arial"/>
          <w:spacing w:val="-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as</w:t>
      </w:r>
      <w:r>
        <w:rPr>
          <w:rFonts w:ascii="Arial" w:eastAsia="Arial" w:hAnsi="Arial" w:cs="Arial"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automobiles,</w:t>
      </w:r>
      <w:r>
        <w:rPr>
          <w:rFonts w:ascii="Arial" w:eastAsia="Arial" w:hAnsi="Arial" w:cs="Arial"/>
          <w:spacing w:val="4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appliances,</w:t>
      </w:r>
      <w:r>
        <w:rPr>
          <w:rFonts w:ascii="Arial" w:eastAsia="Arial" w:hAnsi="Arial" w:cs="Arial"/>
          <w:spacing w:val="3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jewelry,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etc.).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>Include</w:t>
      </w:r>
      <w:r w:rsidR="00E67D69">
        <w:rPr>
          <w:rFonts w:ascii="Arial" w:eastAsia="Arial" w:hAnsi="Arial" w:cs="Arial"/>
          <w:w w:val="102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the</w:t>
      </w:r>
      <w:r>
        <w:rPr>
          <w:rFonts w:ascii="Arial" w:eastAsia="Arial" w:hAnsi="Arial" w:cs="Arial"/>
          <w:spacing w:val="12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types</w:t>
      </w:r>
      <w:r>
        <w:rPr>
          <w:rFonts w:ascii="Arial" w:eastAsia="Arial" w:hAnsi="Arial" w:cs="Arial"/>
          <w:spacing w:val="28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and</w:t>
      </w:r>
      <w:r>
        <w:rPr>
          <w:rFonts w:ascii="Arial" w:eastAsia="Arial" w:hAnsi="Arial" w:cs="Arial"/>
          <w:spacing w:val="14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amounts</w:t>
      </w:r>
      <w:r>
        <w:rPr>
          <w:rFonts w:ascii="Arial" w:eastAsia="Arial" w:hAnsi="Arial" w:cs="Arial"/>
          <w:spacing w:val="30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of</w:t>
      </w:r>
      <w:r>
        <w:rPr>
          <w:rFonts w:ascii="Arial" w:eastAsia="Arial" w:hAnsi="Arial" w:cs="Arial"/>
          <w:spacing w:val="17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the</w:t>
      </w:r>
      <w:r>
        <w:rPr>
          <w:rFonts w:ascii="Arial" w:eastAsia="Arial" w:hAnsi="Arial" w:cs="Arial"/>
          <w:spacing w:val="12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expenses</w:t>
      </w:r>
      <w:r>
        <w:rPr>
          <w:rFonts w:ascii="Arial" w:eastAsia="Arial" w:hAnsi="Arial" w:cs="Arial"/>
          <w:spacing w:val="17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and</w:t>
      </w:r>
      <w:r>
        <w:rPr>
          <w:rFonts w:ascii="Arial" w:eastAsia="Arial" w:hAnsi="Arial" w:cs="Arial"/>
          <w:spacing w:val="14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purchases</w:t>
      </w:r>
      <w:r>
        <w:rPr>
          <w:rFonts w:ascii="Arial" w:eastAsia="Arial" w:hAnsi="Arial" w:cs="Arial"/>
          <w:spacing w:val="35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and</w:t>
      </w:r>
      <w:r>
        <w:rPr>
          <w:rFonts w:ascii="Arial" w:eastAsia="Arial" w:hAnsi="Arial" w:cs="Arial"/>
          <w:spacing w:val="14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the</w:t>
      </w:r>
      <w:r>
        <w:rPr>
          <w:rFonts w:ascii="Arial" w:eastAsia="Arial" w:hAnsi="Arial" w:cs="Arial"/>
          <w:spacing w:val="12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years</w:t>
      </w:r>
      <w:r>
        <w:rPr>
          <w:rFonts w:ascii="Arial" w:eastAsia="Arial" w:hAnsi="Arial" w:cs="Arial"/>
          <w:spacing w:val="-7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they</w:t>
      </w:r>
      <w:r>
        <w:rPr>
          <w:rFonts w:ascii="Arial" w:eastAsia="Arial" w:hAnsi="Arial" w:cs="Arial"/>
          <w:spacing w:val="16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were</w:t>
      </w:r>
      <w:r>
        <w:rPr>
          <w:rFonts w:ascii="Arial" w:eastAsia="Arial" w:hAnsi="Arial" w:cs="Arial"/>
          <w:spacing w:val="10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incurred</w:t>
      </w:r>
      <w:r>
        <w:rPr>
          <w:rFonts w:ascii="Arial" w:eastAsia="Arial" w:hAnsi="Arial" w:cs="Arial"/>
          <w:spacing w:val="28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or</w:t>
      </w:r>
      <w:r>
        <w:rPr>
          <w:rFonts w:ascii="Arial" w:eastAsia="Arial" w:hAnsi="Arial" w:cs="Arial"/>
          <w:spacing w:val="12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w w:val="101"/>
          <w:position w:val="-1"/>
          <w:sz w:val="36"/>
          <w:szCs w:val="36"/>
        </w:rPr>
        <w:t>made.</w:t>
      </w:r>
    </w:p>
    <w:p w14:paraId="70E015E5" w14:textId="77777777" w:rsidR="00A26219" w:rsidRDefault="00E67D69" w:rsidP="00A26219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36064" behindDoc="1" locked="0" layoutInCell="1" allowOverlap="1" wp14:anchorId="25FD9D59" wp14:editId="0D8A32E1">
                <wp:simplePos x="0" y="0"/>
                <wp:positionH relativeFrom="margin">
                  <wp:align>right</wp:align>
                </wp:positionH>
                <wp:positionV relativeFrom="paragraph">
                  <wp:posOffset>22860</wp:posOffset>
                </wp:positionV>
                <wp:extent cx="13159740" cy="0"/>
                <wp:effectExtent l="0" t="0" r="0" b="0"/>
                <wp:wrapNone/>
                <wp:docPr id="167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2406"/>
                          <a:chExt cx="20724" cy="0"/>
                        </a:xfrm>
                      </wpg:grpSpPr>
                      <wps:wsp>
                        <wps:cNvPr id="168" name="Freeform 196"/>
                        <wps:cNvSpPr>
                          <a:spLocks/>
                        </wps:cNvSpPr>
                        <wps:spPr bwMode="auto">
                          <a:xfrm>
                            <a:off x="2359" y="2406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C4AF03" id="Group 167" o:spid="_x0000_s1026" style="position:absolute;margin-left:985pt;margin-top:1.8pt;width:1036.2pt;height:0;z-index:-251580416;mso-position-horizontal:right;mso-position-horizontal-relative:margin" coordorigin="2359,2406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">
                <v:shape id="Freeform 196" o:spid="_x0000_s1027" style="position:absolute;left:2359;top:2406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5FB4DB04" w14:textId="77777777" w:rsidR="00E67D69" w:rsidRDefault="00E67D69" w:rsidP="00E67D69">
      <w:pPr>
        <w:pStyle w:val="Body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37088" behindDoc="1" locked="0" layoutInCell="1" allowOverlap="1" wp14:anchorId="09CEA986" wp14:editId="584A2D9B">
                <wp:simplePos x="0" y="0"/>
                <wp:positionH relativeFrom="margin">
                  <wp:align>right</wp:align>
                </wp:positionH>
                <wp:positionV relativeFrom="paragraph">
                  <wp:posOffset>90170</wp:posOffset>
                </wp:positionV>
                <wp:extent cx="13159740" cy="0"/>
                <wp:effectExtent l="0" t="0" r="0" b="0"/>
                <wp:wrapNone/>
                <wp:docPr id="165" name="Group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2892"/>
                          <a:chExt cx="20724" cy="0"/>
                        </a:xfrm>
                      </wpg:grpSpPr>
                      <wps:wsp>
                        <wps:cNvPr id="166" name="Freeform 198"/>
                        <wps:cNvSpPr>
                          <a:spLocks/>
                        </wps:cNvSpPr>
                        <wps:spPr bwMode="auto">
                          <a:xfrm>
                            <a:off x="2359" y="2892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59D40E" id="Group 165" o:spid="_x0000_s1026" style="position:absolute;margin-left:985pt;margin-top:7.1pt;width:1036.2pt;height:0;z-index:-251579392;mso-position-horizontal:right;mso-position-horizontal-relative:margin" coordorigin="2359,2892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">
                <v:shape id="Freeform 198" o:spid="_x0000_s1027" style="position:absolute;left:2359;top:2892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384306CA" w14:textId="77777777" w:rsidR="008B2EA7" w:rsidRDefault="00E67D69">
      <w:pPr>
        <w:rPr>
          <w:sz w:val="40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38112" behindDoc="1" locked="0" layoutInCell="1" allowOverlap="1" wp14:anchorId="30C4686E" wp14:editId="79E7049F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13159740" cy="0"/>
                <wp:effectExtent l="0" t="0" r="0" b="0"/>
                <wp:wrapNone/>
                <wp:docPr id="163" name="Group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3378"/>
                          <a:chExt cx="20724" cy="0"/>
                        </a:xfrm>
                      </wpg:grpSpPr>
                      <wps:wsp>
                        <wps:cNvPr id="164" name="Freeform 200"/>
                        <wps:cNvSpPr>
                          <a:spLocks/>
                        </wps:cNvSpPr>
                        <wps:spPr bwMode="auto">
                          <a:xfrm>
                            <a:off x="2359" y="3378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DA4373" id="Group 163" o:spid="_x0000_s1026" style="position:absolute;margin-left:985pt;margin-top:.95pt;width:1036.2pt;height:0;z-index:-251578368;mso-position-horizontal:right;mso-position-horizontal-relative:margin" coordorigin="2359,3378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">
                <v:shape id="Freeform 200" o:spid="_x0000_s1027" style="position:absolute;left:2359;top:3378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7E684128" w14:textId="77777777" w:rsidR="008B2EA7" w:rsidRDefault="008B2EA7" w:rsidP="008B2EA7">
      <w:pPr>
        <w:pStyle w:val="Body"/>
      </w:pPr>
      <w:r>
        <w:br w:type="page"/>
      </w:r>
    </w:p>
    <w:p w14:paraId="00988A34" w14:textId="77777777" w:rsidR="00A26219" w:rsidRDefault="00A26219" w:rsidP="00A26219">
      <w:pPr>
        <w:spacing w:line="400" w:lineRule="exact"/>
        <w:ind w:left="103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w:lastRenderedPageBreak/>
        <mc:AlternateContent>
          <mc:Choice Requires="wpg">
            <w:drawing>
              <wp:anchor distT="0" distB="0" distL="114300" distR="114300" simplePos="0" relativeHeight="251740160" behindDoc="1" locked="0" layoutInCell="1" allowOverlap="1" wp14:anchorId="2EA93E99" wp14:editId="2DD350B8">
                <wp:simplePos x="0" y="0"/>
                <wp:positionH relativeFrom="page">
                  <wp:posOffset>744855</wp:posOffset>
                </wp:positionH>
                <wp:positionV relativeFrom="paragraph">
                  <wp:posOffset>-40640</wp:posOffset>
                </wp:positionV>
                <wp:extent cx="13926185" cy="643255"/>
                <wp:effectExtent l="1905" t="8890" r="6985" b="5080"/>
                <wp:wrapNone/>
                <wp:docPr id="157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26185" cy="643255"/>
                          <a:chOff x="1173" y="-64"/>
                          <a:chExt cx="21931" cy="1013"/>
                        </a:xfrm>
                      </wpg:grpSpPr>
                      <wps:wsp>
                        <wps:cNvPr id="158" name="Freeform 204"/>
                        <wps:cNvSpPr>
                          <a:spLocks/>
                        </wps:cNvSpPr>
                        <wps:spPr bwMode="auto">
                          <a:xfrm>
                            <a:off x="1193" y="-44"/>
                            <a:ext cx="20432" cy="0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T0 w 20432"/>
                              <a:gd name="T2" fmla="+- 0 21625 1193"/>
                              <a:gd name="T3" fmla="*/ T2 w 2043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432">
                                <a:moveTo>
                                  <a:pt x="0" y="0"/>
                                </a:moveTo>
                                <a:lnTo>
                                  <a:pt x="20432" y="0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205"/>
                        <wps:cNvSpPr>
                          <a:spLocks/>
                        </wps:cNvSpPr>
                        <wps:spPr bwMode="auto">
                          <a:xfrm>
                            <a:off x="21605" y="-44"/>
                            <a:ext cx="1478" cy="0"/>
                          </a:xfrm>
                          <a:custGeom>
                            <a:avLst/>
                            <a:gdLst>
                              <a:gd name="T0" fmla="+- 0 21605 21605"/>
                              <a:gd name="T1" fmla="*/ T0 w 1478"/>
                              <a:gd name="T2" fmla="+- 0 23083 21605"/>
                              <a:gd name="T3" fmla="*/ T2 w 147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78">
                                <a:moveTo>
                                  <a:pt x="0" y="0"/>
                                </a:moveTo>
                                <a:lnTo>
                                  <a:pt x="1478" y="0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206"/>
                        <wps:cNvSpPr>
                          <a:spLocks/>
                        </wps:cNvSpPr>
                        <wps:spPr bwMode="auto">
                          <a:xfrm>
                            <a:off x="1193" y="928"/>
                            <a:ext cx="16350" cy="0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T0 w 16350"/>
                              <a:gd name="T2" fmla="+- 0 17543 1193"/>
                              <a:gd name="T3" fmla="*/ T2 w 163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350">
                                <a:moveTo>
                                  <a:pt x="0" y="0"/>
                                </a:moveTo>
                                <a:lnTo>
                                  <a:pt x="16350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207"/>
                        <wps:cNvSpPr>
                          <a:spLocks/>
                        </wps:cNvSpPr>
                        <wps:spPr bwMode="auto">
                          <a:xfrm>
                            <a:off x="17523" y="928"/>
                            <a:ext cx="5561" cy="0"/>
                          </a:xfrm>
                          <a:custGeom>
                            <a:avLst/>
                            <a:gdLst>
                              <a:gd name="T0" fmla="+- 0 17523 17523"/>
                              <a:gd name="T1" fmla="*/ T0 w 5561"/>
                              <a:gd name="T2" fmla="+- 0 23083 17523"/>
                              <a:gd name="T3" fmla="*/ T2 w 556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61">
                                <a:moveTo>
                                  <a:pt x="0" y="0"/>
                                </a:moveTo>
                                <a:lnTo>
                                  <a:pt x="5560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208"/>
                        <wps:cNvSpPr>
                          <a:spLocks/>
                        </wps:cNvSpPr>
                        <wps:spPr bwMode="auto">
                          <a:xfrm>
                            <a:off x="17533" y="-54"/>
                            <a:ext cx="0" cy="992"/>
                          </a:xfrm>
                          <a:custGeom>
                            <a:avLst/>
                            <a:gdLst>
                              <a:gd name="T0" fmla="+- 0 -54 -54"/>
                              <a:gd name="T1" fmla="*/ -54 h 992"/>
                              <a:gd name="T2" fmla="+- 0 938 -54"/>
                              <a:gd name="T3" fmla="*/ 938 h 99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92">
                                <a:moveTo>
                                  <a:pt x="0" y="0"/>
                                </a:moveTo>
                                <a:lnTo>
                                  <a:pt x="0" y="992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341A0E" id="Group 157" o:spid="_x0000_s1026" style="position:absolute;margin-left:58.65pt;margin-top:-3.2pt;width:1096.55pt;height:50.65pt;z-index:-251576320;mso-position-horizontal-relative:page" coordorigin="1173,-64" coordsize="21931,1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">
                <v:shape id="Freeform 204" o:spid="_x0000_s1027" style="position:absolute;left:1193;top:-44;width:20432;height:0;visibility:visible;mso-wrap-style:square;v-text-anchor:top" coordsize="2043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" path="m,l20432,e" filled="f" strokeweight=".71439mm">
                  <v:path arrowok="t" o:connecttype="custom" o:connectlocs="0,0;20432,0" o:connectangles="0,0"/>
                </v:shape>
                <v:shape id="Freeform 205" o:spid="_x0000_s1028" style="position:absolute;left:21605;top:-44;width:1478;height:0;visibility:visible;mso-wrap-style:square;v-text-anchor:top" coordsize="14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" path="m,l1478,e" filled="f" strokeweight=".71439mm">
                  <v:path arrowok="t" o:connecttype="custom" o:connectlocs="0,0;1478,0" o:connectangles="0,0"/>
                </v:shape>
                <v:shape id="Freeform 206" o:spid="_x0000_s1029" style="position:absolute;left:1193;top:928;width:16350;height:0;visibility:visible;mso-wrap-style:square;v-text-anchor:top" coordsize="163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" path="m,l16350,e" filled="f" strokeweight=".357mm">
                  <v:path arrowok="t" o:connecttype="custom" o:connectlocs="0,0;16350,0" o:connectangles="0,0"/>
                </v:shape>
                <v:shape id="Freeform 207" o:spid="_x0000_s1030" style="position:absolute;left:17523;top:928;width:5561;height:0;visibility:visible;mso-wrap-style:square;v-text-anchor:top" coordsize="55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" path="m,l5560,e" filled="f" strokeweight=".357mm">
                  <v:path arrowok="t" o:connecttype="custom" o:connectlocs="0,0;5560,0" o:connectangles="0,0"/>
                </v:shape>
                <v:shape id="Freeform 208" o:spid="_x0000_s1031" style="position:absolute;left:17533;top:-54;width:0;height:992;visibility:visible;mso-wrap-style:square;v-text-anchor:top" coordsize="0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" path="m,l,992e" filled="f" strokeweight=".357mm">
                  <v:path arrowok="t" o:connecttype="custom" o:connectlocs="0,-54;0,938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position w:val="-1"/>
          <w:sz w:val="36"/>
          <w:szCs w:val="36"/>
        </w:rPr>
        <w:t>Your</w:t>
      </w:r>
      <w:r>
        <w:rPr>
          <w:rFonts w:ascii="Arial" w:eastAsia="Arial" w:hAnsi="Arial" w:cs="Arial"/>
          <w:b/>
          <w:spacing w:val="2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position w:val="-1"/>
          <w:sz w:val="36"/>
          <w:szCs w:val="36"/>
        </w:rPr>
        <w:t>current</w:t>
      </w:r>
      <w:r>
        <w:rPr>
          <w:rFonts w:ascii="Arial" w:eastAsia="Arial" w:hAnsi="Arial" w:cs="Arial"/>
          <w:b/>
          <w:spacing w:val="14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position w:val="-1"/>
          <w:sz w:val="36"/>
          <w:szCs w:val="36"/>
        </w:rPr>
        <w:t xml:space="preserve">name                                                                                                                                   </w:t>
      </w:r>
      <w:r>
        <w:rPr>
          <w:rFonts w:ascii="Arial" w:eastAsia="Arial" w:hAnsi="Arial" w:cs="Arial"/>
          <w:b/>
          <w:spacing w:val="94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position w:val="-1"/>
          <w:sz w:val="36"/>
          <w:szCs w:val="36"/>
        </w:rPr>
        <w:t>Your</w:t>
      </w:r>
      <w:r>
        <w:rPr>
          <w:rFonts w:ascii="Arial" w:eastAsia="Arial" w:hAnsi="Arial" w:cs="Arial"/>
          <w:b/>
          <w:spacing w:val="-36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w w:val="95"/>
          <w:position w:val="-1"/>
          <w:sz w:val="36"/>
          <w:szCs w:val="36"/>
        </w:rPr>
        <w:t>social</w:t>
      </w:r>
      <w:r>
        <w:rPr>
          <w:rFonts w:ascii="Arial" w:eastAsia="Arial" w:hAnsi="Arial" w:cs="Arial"/>
          <w:b/>
          <w:spacing w:val="12"/>
          <w:w w:val="95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w w:val="95"/>
          <w:position w:val="-1"/>
          <w:sz w:val="36"/>
          <w:szCs w:val="36"/>
        </w:rPr>
        <w:t>security</w:t>
      </w:r>
      <w:r>
        <w:rPr>
          <w:rFonts w:ascii="Arial" w:eastAsia="Arial" w:hAnsi="Arial" w:cs="Arial"/>
          <w:b/>
          <w:spacing w:val="2"/>
          <w:w w:val="95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position w:val="-1"/>
          <w:sz w:val="36"/>
          <w:szCs w:val="36"/>
        </w:rPr>
        <w:t>number</w:t>
      </w:r>
    </w:p>
    <w:p w14:paraId="76FAAB4E" w14:textId="77777777" w:rsidR="00A26219" w:rsidRDefault="00A26219" w:rsidP="00A26219">
      <w:pPr>
        <w:spacing w:before="5" w:line="100" w:lineRule="exact"/>
        <w:rPr>
          <w:sz w:val="11"/>
          <w:szCs w:val="11"/>
        </w:rPr>
      </w:pPr>
    </w:p>
    <w:p w14:paraId="098AB4F2" w14:textId="77777777" w:rsidR="00A26219" w:rsidRDefault="00A26219" w:rsidP="00E67D69">
      <w:pPr>
        <w:spacing w:before="20" w:line="258" w:lineRule="auto"/>
        <w:ind w:right="47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41184" behindDoc="1" locked="0" layoutInCell="1" allowOverlap="1" wp14:anchorId="1ECC7438" wp14:editId="249345DD">
                <wp:simplePos x="0" y="0"/>
                <wp:positionH relativeFrom="page">
                  <wp:posOffset>757555</wp:posOffset>
                </wp:positionH>
                <wp:positionV relativeFrom="paragraph">
                  <wp:posOffset>622300</wp:posOffset>
                </wp:positionV>
                <wp:extent cx="13900150" cy="0"/>
                <wp:effectExtent l="14605" t="8255" r="10795" b="10795"/>
                <wp:wrapNone/>
                <wp:docPr id="155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0" cy="0"/>
                          <a:chOff x="1193" y="980"/>
                          <a:chExt cx="21890" cy="0"/>
                        </a:xfrm>
                      </wpg:grpSpPr>
                      <wps:wsp>
                        <wps:cNvPr id="156" name="Freeform 210"/>
                        <wps:cNvSpPr>
                          <a:spLocks/>
                        </wps:cNvSpPr>
                        <wps:spPr bwMode="auto">
                          <a:xfrm>
                            <a:off x="1193" y="980"/>
                            <a:ext cx="21890" cy="0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T0 w 21890"/>
                              <a:gd name="T2" fmla="+- 0 23083 1193"/>
                              <a:gd name="T3" fmla="*/ T2 w 218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890">
                                <a:moveTo>
                                  <a:pt x="0" y="0"/>
                                </a:moveTo>
                                <a:lnTo>
                                  <a:pt x="21890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464CA9" id="Group 155" o:spid="_x0000_s1026" style="position:absolute;margin-left:59.65pt;margin-top:49pt;width:1094.5pt;height:0;z-index:-251575296;mso-position-horizontal-relative:page" coordorigin="1193,980" coordsize="2189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">
                <v:shape id="Freeform 210" o:spid="_x0000_s1027" style="position:absolute;left:1193;top:980;width:21890;height:0;visibility:visible;mso-wrap-style:square;v-text-anchor:top" coordsize="2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" path="m,l21890,e" filled="f" strokeweight=".357mm">
                  <v:path arrowok="t" o:connecttype="custom" o:connectlocs="0,0;21890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36"/>
          <w:szCs w:val="36"/>
        </w:rPr>
        <w:t>Note:</w:t>
      </w:r>
      <w:r>
        <w:rPr>
          <w:rFonts w:ascii="Arial" w:eastAsia="Arial" w:hAnsi="Arial" w:cs="Arial"/>
          <w:b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need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more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room</w:t>
      </w:r>
      <w:r>
        <w:rPr>
          <w:rFonts w:ascii="Arial" w:eastAsia="Arial" w:hAnsi="Arial" w:cs="Arial"/>
          <w:spacing w:val="2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write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answer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for</w:t>
      </w:r>
      <w:r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any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question,</w:t>
      </w:r>
      <w:r>
        <w:rPr>
          <w:rFonts w:ascii="Arial" w:eastAsia="Arial" w:hAnsi="Arial" w:cs="Arial"/>
          <w:spacing w:val="4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attach</w:t>
      </w:r>
      <w:r>
        <w:rPr>
          <w:rFonts w:ascii="Arial" w:eastAsia="Arial" w:hAnsi="Arial" w:cs="Arial"/>
          <w:spacing w:val="4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more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pages.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Be</w:t>
      </w:r>
      <w:r>
        <w:rPr>
          <w:rFonts w:ascii="Arial" w:eastAsia="Arial" w:hAnsi="Arial" w:cs="Arial"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sure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write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name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and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social</w:t>
      </w:r>
      <w:r>
        <w:rPr>
          <w:rFonts w:ascii="Arial" w:eastAsia="Arial" w:hAnsi="Arial" w:cs="Arial"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 xml:space="preserve">security </w:t>
      </w:r>
      <w:r>
        <w:rPr>
          <w:rFonts w:ascii="Arial" w:eastAsia="Arial" w:hAnsi="Arial" w:cs="Arial"/>
          <w:sz w:val="36"/>
          <w:szCs w:val="36"/>
        </w:rPr>
        <w:t>number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on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top</w:t>
      </w:r>
      <w:r>
        <w:rPr>
          <w:rFonts w:ascii="Arial" w:eastAsia="Arial" w:hAnsi="Arial" w:cs="Arial"/>
          <w:spacing w:val="4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all</w:t>
      </w:r>
      <w:r>
        <w:rPr>
          <w:rFonts w:ascii="Arial" w:eastAsia="Arial" w:hAnsi="Arial" w:cs="Arial"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pages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w w:val="103"/>
          <w:sz w:val="36"/>
          <w:szCs w:val="36"/>
        </w:rPr>
        <w:t>attach.</w:t>
      </w:r>
    </w:p>
    <w:p w14:paraId="294C4C42" w14:textId="77777777" w:rsidR="00A26219" w:rsidRDefault="00A26219" w:rsidP="0091359F">
      <w:pPr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42208" behindDoc="1" locked="0" layoutInCell="1" allowOverlap="1" wp14:anchorId="40EBE7A2" wp14:editId="3521FC1B">
                <wp:simplePos x="0" y="0"/>
                <wp:positionH relativeFrom="page">
                  <wp:posOffset>7430135</wp:posOffset>
                </wp:positionH>
                <wp:positionV relativeFrom="paragraph">
                  <wp:posOffset>23495</wp:posOffset>
                </wp:positionV>
                <wp:extent cx="205740" cy="205740"/>
                <wp:effectExtent l="10160" t="15240" r="12700" b="7620"/>
                <wp:wrapNone/>
                <wp:docPr id="153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11701" y="37"/>
                          <a:chExt cx="324" cy="324"/>
                        </a:xfrm>
                      </wpg:grpSpPr>
                      <wps:wsp>
                        <wps:cNvPr id="154" name="Freeform 212"/>
                        <wps:cNvSpPr>
                          <a:spLocks/>
                        </wps:cNvSpPr>
                        <wps:spPr bwMode="auto">
                          <a:xfrm>
                            <a:off x="11701" y="37"/>
                            <a:ext cx="324" cy="324"/>
                          </a:xfrm>
                          <a:custGeom>
                            <a:avLst/>
                            <a:gdLst>
                              <a:gd name="T0" fmla="+- 0 11701 11701"/>
                              <a:gd name="T1" fmla="*/ T0 w 324"/>
                              <a:gd name="T2" fmla="+- 0 361 37"/>
                              <a:gd name="T3" fmla="*/ 361 h 324"/>
                              <a:gd name="T4" fmla="+- 0 12025 11701"/>
                              <a:gd name="T5" fmla="*/ T4 w 324"/>
                              <a:gd name="T6" fmla="+- 0 361 37"/>
                              <a:gd name="T7" fmla="*/ 361 h 324"/>
                              <a:gd name="T8" fmla="+- 0 12025 11701"/>
                              <a:gd name="T9" fmla="*/ T8 w 324"/>
                              <a:gd name="T10" fmla="+- 0 37 37"/>
                              <a:gd name="T11" fmla="*/ 37 h 324"/>
                              <a:gd name="T12" fmla="+- 0 11701 11701"/>
                              <a:gd name="T13" fmla="*/ T12 w 324"/>
                              <a:gd name="T14" fmla="+- 0 37 37"/>
                              <a:gd name="T15" fmla="*/ 37 h 324"/>
                              <a:gd name="T16" fmla="+- 0 11701 11701"/>
                              <a:gd name="T17" fmla="*/ T16 w 324"/>
                              <a:gd name="T18" fmla="+- 0 361 37"/>
                              <a:gd name="T19" fmla="*/ 361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CEA0C5" id="Group 153" o:spid="_x0000_s1026" style="position:absolute;margin-left:585.05pt;margin-top:1.85pt;width:16.2pt;height:16.2pt;z-index:-251574272;mso-position-horizontal-relative:page" coordorigin="11701,37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">
                <v:shape id="Freeform 212" o:spid="_x0000_s1027" style="position:absolute;left:11701;top:37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" path="m,324r324,l324,,,,,324xe" filled="f" strokeweight=".357mm">
                  <v:path arrowok="t" o:connecttype="custom" o:connectlocs="0,361;324,361;324,37;0,37;0,361" o:connectangles="0,0,0,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43232" behindDoc="1" locked="0" layoutInCell="1" allowOverlap="1" wp14:anchorId="73D171DF" wp14:editId="450A5E97">
                <wp:simplePos x="0" y="0"/>
                <wp:positionH relativeFrom="page">
                  <wp:posOffset>8540750</wp:posOffset>
                </wp:positionH>
                <wp:positionV relativeFrom="paragraph">
                  <wp:posOffset>23495</wp:posOffset>
                </wp:positionV>
                <wp:extent cx="205740" cy="205740"/>
                <wp:effectExtent l="15875" t="15240" r="6985" b="7620"/>
                <wp:wrapNone/>
                <wp:docPr id="151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13450" y="37"/>
                          <a:chExt cx="324" cy="324"/>
                        </a:xfrm>
                      </wpg:grpSpPr>
                      <wps:wsp>
                        <wps:cNvPr id="152" name="Freeform 214"/>
                        <wps:cNvSpPr>
                          <a:spLocks/>
                        </wps:cNvSpPr>
                        <wps:spPr bwMode="auto">
                          <a:xfrm>
                            <a:off x="13450" y="37"/>
                            <a:ext cx="324" cy="324"/>
                          </a:xfrm>
                          <a:custGeom>
                            <a:avLst/>
                            <a:gdLst>
                              <a:gd name="T0" fmla="+- 0 13450 13450"/>
                              <a:gd name="T1" fmla="*/ T0 w 324"/>
                              <a:gd name="T2" fmla="+- 0 361 37"/>
                              <a:gd name="T3" fmla="*/ 361 h 324"/>
                              <a:gd name="T4" fmla="+- 0 13774 13450"/>
                              <a:gd name="T5" fmla="*/ T4 w 324"/>
                              <a:gd name="T6" fmla="+- 0 361 37"/>
                              <a:gd name="T7" fmla="*/ 361 h 324"/>
                              <a:gd name="T8" fmla="+- 0 13774 13450"/>
                              <a:gd name="T9" fmla="*/ T8 w 324"/>
                              <a:gd name="T10" fmla="+- 0 37 37"/>
                              <a:gd name="T11" fmla="*/ 37 h 324"/>
                              <a:gd name="T12" fmla="+- 0 13450 13450"/>
                              <a:gd name="T13" fmla="*/ T12 w 324"/>
                              <a:gd name="T14" fmla="+- 0 37 37"/>
                              <a:gd name="T15" fmla="*/ 37 h 324"/>
                              <a:gd name="T16" fmla="+- 0 13450 13450"/>
                              <a:gd name="T17" fmla="*/ T16 w 324"/>
                              <a:gd name="T18" fmla="+- 0 361 37"/>
                              <a:gd name="T19" fmla="*/ 361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CE3425" id="Group 151" o:spid="_x0000_s1026" style="position:absolute;margin-left:672.5pt;margin-top:1.85pt;width:16.2pt;height:16.2pt;z-index:-251573248;mso-position-horizontal-relative:page" coordorigin="13450,37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">
                <v:shape id="Freeform 214" o:spid="_x0000_s1027" style="position:absolute;left:13450;top:37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" path="m,324r324,l324,,,,,324xe" filled="f" strokeweight=".357mm">
                  <v:path arrowok="t" o:connecttype="custom" o:connectlocs="0,361;324,361;324,37;0,37;0,361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36"/>
          <w:szCs w:val="36"/>
        </w:rPr>
        <w:t xml:space="preserve">19    </w:t>
      </w:r>
      <w:r>
        <w:rPr>
          <w:rFonts w:ascii="Arial" w:eastAsia="Arial" w:hAnsi="Arial" w:cs="Arial"/>
          <w:b/>
          <w:spacing w:val="8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Did</w:t>
      </w:r>
      <w:r>
        <w:rPr>
          <w:rFonts w:ascii="Arial" w:eastAsia="Arial" w:hAnsi="Arial" w:cs="Arial"/>
          <w:b/>
          <w:spacing w:val="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the</w:t>
      </w:r>
      <w:r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person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on</w:t>
      </w:r>
      <w:r>
        <w:rPr>
          <w:rFonts w:ascii="Arial" w:eastAsia="Arial" w:hAnsi="Arial" w:cs="Arial"/>
          <w:b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line</w:t>
      </w:r>
      <w:r>
        <w:rPr>
          <w:rFonts w:ascii="Arial" w:eastAsia="Arial" w:hAnsi="Arial" w:cs="Arial"/>
          <w:b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6</w:t>
      </w:r>
      <w:r>
        <w:rPr>
          <w:rFonts w:ascii="Arial" w:eastAsia="Arial" w:hAnsi="Arial" w:cs="Arial"/>
          <w:b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transfer</w:t>
      </w:r>
      <w:r>
        <w:rPr>
          <w:rFonts w:ascii="Arial" w:eastAsia="Arial" w:hAnsi="Arial" w:cs="Arial"/>
          <w:b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any</w:t>
      </w:r>
      <w:r>
        <w:rPr>
          <w:rFonts w:ascii="Arial" w:eastAsia="Arial" w:hAnsi="Arial" w:cs="Arial"/>
          <w:b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assets</w:t>
      </w:r>
      <w:r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to</w:t>
      </w:r>
      <w:r>
        <w:rPr>
          <w:rFonts w:ascii="Arial" w:eastAsia="Arial" w:hAnsi="Arial" w:cs="Arial"/>
          <w:b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 xml:space="preserve">you?        </w:t>
      </w:r>
      <w:r>
        <w:rPr>
          <w:rFonts w:ascii="Arial" w:eastAsia="Arial" w:hAnsi="Arial" w:cs="Arial"/>
          <w:b/>
          <w:spacing w:val="7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Yes          </w:t>
      </w:r>
      <w:r>
        <w:rPr>
          <w:rFonts w:ascii="Arial" w:eastAsia="Arial" w:hAnsi="Arial" w:cs="Arial"/>
          <w:spacing w:val="32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>No</w:t>
      </w:r>
    </w:p>
    <w:p w14:paraId="6F16371F" w14:textId="77777777" w:rsidR="00A26219" w:rsidRDefault="00A26219" w:rsidP="0091359F">
      <w:pPr>
        <w:spacing w:line="259" w:lineRule="auto"/>
        <w:ind w:left="1020"/>
        <w:rPr>
          <w:rFonts w:ascii="Arial" w:eastAsia="Arial" w:hAnsi="Arial" w:cs="Arial"/>
          <w:w w:val="101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44256" behindDoc="1" locked="0" layoutInCell="1" allowOverlap="1" wp14:anchorId="39DB93F5" wp14:editId="37C7F452">
                <wp:simplePos x="0" y="0"/>
                <wp:positionH relativeFrom="page">
                  <wp:posOffset>1497965</wp:posOffset>
                </wp:positionH>
                <wp:positionV relativeFrom="paragraph">
                  <wp:posOffset>1792605</wp:posOffset>
                </wp:positionV>
                <wp:extent cx="13159740" cy="0"/>
                <wp:effectExtent l="12065" t="9525" r="10795" b="9525"/>
                <wp:wrapNone/>
                <wp:docPr id="149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2823"/>
                          <a:chExt cx="20724" cy="0"/>
                        </a:xfrm>
                      </wpg:grpSpPr>
                      <wps:wsp>
                        <wps:cNvPr id="150" name="Freeform 216"/>
                        <wps:cNvSpPr>
                          <a:spLocks/>
                        </wps:cNvSpPr>
                        <wps:spPr bwMode="auto">
                          <a:xfrm>
                            <a:off x="2359" y="2823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4C4597" id="Group 149" o:spid="_x0000_s1026" style="position:absolute;margin-left:117.95pt;margin-top:141.15pt;width:1036.2pt;height:0;z-index:-251572224;mso-position-horizontal-relative:page" coordorigin="2359,2823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">
                <v:shape id="Freeform 216" o:spid="_x0000_s1027" style="position:absolute;left:2359;top:2823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45280" behindDoc="1" locked="0" layoutInCell="1" allowOverlap="1" wp14:anchorId="0CF4D139" wp14:editId="270B2C9C">
                <wp:simplePos x="0" y="0"/>
                <wp:positionH relativeFrom="page">
                  <wp:posOffset>1497965</wp:posOffset>
                </wp:positionH>
                <wp:positionV relativeFrom="paragraph">
                  <wp:posOffset>2101215</wp:posOffset>
                </wp:positionV>
                <wp:extent cx="13159740" cy="0"/>
                <wp:effectExtent l="12065" t="13335" r="10795" b="15240"/>
                <wp:wrapNone/>
                <wp:docPr id="147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3309"/>
                          <a:chExt cx="20724" cy="0"/>
                        </a:xfrm>
                      </wpg:grpSpPr>
                      <wps:wsp>
                        <wps:cNvPr id="148" name="Freeform 218"/>
                        <wps:cNvSpPr>
                          <a:spLocks/>
                        </wps:cNvSpPr>
                        <wps:spPr bwMode="auto">
                          <a:xfrm>
                            <a:off x="2359" y="3309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488D9E" id="Group 147" o:spid="_x0000_s1026" style="position:absolute;margin-left:117.95pt;margin-top:165.45pt;width:1036.2pt;height:0;z-index:-251571200;mso-position-horizontal-relative:page" coordorigin="2359,3309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">
                <v:shape id="Freeform 218" o:spid="_x0000_s1027" style="position:absolute;left:2359;top:3309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46304" behindDoc="1" locked="0" layoutInCell="1" allowOverlap="1" wp14:anchorId="72BB1949" wp14:editId="0EC603B4">
                <wp:simplePos x="0" y="0"/>
                <wp:positionH relativeFrom="page">
                  <wp:posOffset>1497965</wp:posOffset>
                </wp:positionH>
                <wp:positionV relativeFrom="paragraph">
                  <wp:posOffset>2409825</wp:posOffset>
                </wp:positionV>
                <wp:extent cx="13159740" cy="0"/>
                <wp:effectExtent l="12065" t="7620" r="10795" b="11430"/>
                <wp:wrapNone/>
                <wp:docPr id="145" name="Group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3795"/>
                          <a:chExt cx="20724" cy="0"/>
                        </a:xfrm>
                      </wpg:grpSpPr>
                      <wps:wsp>
                        <wps:cNvPr id="146" name="Freeform 220"/>
                        <wps:cNvSpPr>
                          <a:spLocks/>
                        </wps:cNvSpPr>
                        <wps:spPr bwMode="auto">
                          <a:xfrm>
                            <a:off x="2359" y="3795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54EE86" id="Group 145" o:spid="_x0000_s1026" style="position:absolute;margin-left:117.95pt;margin-top:189.75pt;width:1036.2pt;height:0;z-index:-251570176;mso-position-horizontal-relative:page" coordorigin="2359,3795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">
                <v:shape id="Freeform 220" o:spid="_x0000_s1027" style="position:absolute;left:2359;top:3795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47328" behindDoc="1" locked="0" layoutInCell="1" allowOverlap="1" wp14:anchorId="5D88BF5F" wp14:editId="62227514">
                <wp:simplePos x="0" y="0"/>
                <wp:positionH relativeFrom="page">
                  <wp:posOffset>1497965</wp:posOffset>
                </wp:positionH>
                <wp:positionV relativeFrom="paragraph">
                  <wp:posOffset>2718435</wp:posOffset>
                </wp:positionV>
                <wp:extent cx="13159740" cy="0"/>
                <wp:effectExtent l="12065" t="11430" r="10795" b="7620"/>
                <wp:wrapNone/>
                <wp:docPr id="143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4281"/>
                          <a:chExt cx="20724" cy="0"/>
                        </a:xfrm>
                      </wpg:grpSpPr>
                      <wps:wsp>
                        <wps:cNvPr id="144" name="Freeform 222"/>
                        <wps:cNvSpPr>
                          <a:spLocks/>
                        </wps:cNvSpPr>
                        <wps:spPr bwMode="auto">
                          <a:xfrm>
                            <a:off x="2359" y="4281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81A29F" id="Group 143" o:spid="_x0000_s1026" style="position:absolute;margin-left:117.95pt;margin-top:214.05pt;width:1036.2pt;height:0;z-index:-251569152;mso-position-horizontal-relative:page" coordorigin="2359,4281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">
                <v:shape id="Freeform 222" o:spid="_x0000_s1027" style="position:absolute;left:2359;top:4281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“Yes,”</w:t>
      </w:r>
      <w:r>
        <w:rPr>
          <w:rFonts w:ascii="Arial" w:eastAsia="Arial" w:hAnsi="Arial" w:cs="Arial"/>
          <w:spacing w:val="6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list</w:t>
      </w:r>
      <w:r>
        <w:rPr>
          <w:rFonts w:ascii="Arial" w:eastAsia="Arial" w:hAnsi="Arial" w:cs="Arial"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assets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(money</w:t>
      </w:r>
      <w:r>
        <w:rPr>
          <w:rFonts w:ascii="Arial" w:eastAsia="Arial" w:hAnsi="Arial" w:cs="Arial"/>
          <w:spacing w:val="-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property,</w:t>
      </w:r>
      <w:r>
        <w:rPr>
          <w:rFonts w:ascii="Arial" w:eastAsia="Arial" w:hAnsi="Arial" w:cs="Arial"/>
          <w:spacing w:val="5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such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as</w:t>
      </w:r>
      <w:r>
        <w:rPr>
          <w:rFonts w:ascii="Arial" w:eastAsia="Arial" w:hAnsi="Arial" w:cs="Arial"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real</w:t>
      </w:r>
      <w:r>
        <w:rPr>
          <w:rFonts w:ascii="Arial" w:eastAsia="Arial" w:hAnsi="Arial" w:cs="Arial"/>
          <w:spacing w:val="-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estate,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stocks,</w:t>
      </w:r>
      <w:r>
        <w:rPr>
          <w:rFonts w:ascii="Arial" w:eastAsia="Arial" w:hAnsi="Arial" w:cs="Arial"/>
          <w:spacing w:val="4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bonds,</w:t>
      </w:r>
      <w:r>
        <w:rPr>
          <w:rFonts w:ascii="Arial" w:eastAsia="Arial" w:hAnsi="Arial" w:cs="Arial"/>
          <w:spacing w:val="4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other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property)</w:t>
      </w:r>
      <w:r>
        <w:rPr>
          <w:rFonts w:ascii="Arial" w:eastAsia="Arial" w:hAnsi="Arial" w:cs="Arial"/>
          <w:spacing w:val="3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person</w:t>
      </w:r>
      <w:r>
        <w:rPr>
          <w:rFonts w:ascii="Arial" w:eastAsia="Arial" w:hAnsi="Arial" w:cs="Arial"/>
          <w:spacing w:val="2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on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line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w w:val="101"/>
          <w:sz w:val="36"/>
          <w:szCs w:val="36"/>
        </w:rPr>
        <w:t xml:space="preserve">6 </w:t>
      </w:r>
      <w:r>
        <w:rPr>
          <w:rFonts w:ascii="Arial" w:eastAsia="Arial" w:hAnsi="Arial" w:cs="Arial"/>
          <w:sz w:val="36"/>
          <w:szCs w:val="36"/>
        </w:rPr>
        <w:t>transferred</w:t>
      </w:r>
      <w:r>
        <w:rPr>
          <w:rFonts w:ascii="Arial" w:eastAsia="Arial" w:hAnsi="Arial" w:cs="Arial"/>
          <w:spacing w:val="3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you.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Include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dates</w:t>
      </w:r>
      <w:r>
        <w:rPr>
          <w:rFonts w:ascii="Arial" w:eastAsia="Arial" w:hAnsi="Arial" w:cs="Arial"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they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were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transferred</w:t>
      </w:r>
      <w:r>
        <w:rPr>
          <w:rFonts w:ascii="Arial" w:eastAsia="Arial" w:hAnsi="Arial" w:cs="Arial"/>
          <w:spacing w:val="3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and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their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fair</w:t>
      </w:r>
      <w:r>
        <w:rPr>
          <w:rFonts w:ascii="Arial" w:eastAsia="Arial" w:hAnsi="Arial" w:cs="Arial"/>
          <w:spacing w:val="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market</w:t>
      </w:r>
      <w:r>
        <w:rPr>
          <w:rFonts w:ascii="Arial" w:eastAsia="Arial" w:hAnsi="Arial" w:cs="Arial"/>
          <w:spacing w:val="2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value</w:t>
      </w:r>
      <w:r>
        <w:rPr>
          <w:rFonts w:ascii="Arial" w:eastAsia="Arial" w:hAnsi="Arial" w:cs="Arial"/>
          <w:spacing w:val="-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on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dates</w:t>
      </w:r>
      <w:r>
        <w:rPr>
          <w:rFonts w:ascii="Arial" w:eastAsia="Arial" w:hAnsi="Arial" w:cs="Arial"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transfer.</w:t>
      </w:r>
      <w:r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w w:val="103"/>
          <w:sz w:val="36"/>
          <w:szCs w:val="36"/>
        </w:rPr>
        <w:t>proper</w:t>
      </w:r>
      <w:r>
        <w:rPr>
          <w:rFonts w:ascii="Arial" w:eastAsia="Arial" w:hAnsi="Arial" w:cs="Arial"/>
          <w:w w:val="106"/>
          <w:sz w:val="36"/>
          <w:szCs w:val="36"/>
        </w:rPr>
        <w:t xml:space="preserve">ty </w:t>
      </w:r>
      <w:r>
        <w:rPr>
          <w:rFonts w:ascii="Arial" w:eastAsia="Arial" w:hAnsi="Arial" w:cs="Arial"/>
          <w:sz w:val="36"/>
          <w:szCs w:val="36"/>
        </w:rPr>
        <w:t>was</w:t>
      </w:r>
      <w:r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secured</w:t>
      </w:r>
      <w:r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by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any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debt</w:t>
      </w:r>
      <w:r>
        <w:rPr>
          <w:rFonts w:ascii="Arial" w:eastAsia="Arial" w:hAnsi="Arial" w:cs="Arial"/>
          <w:spacing w:val="4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(such</w:t>
      </w:r>
      <w:r>
        <w:rPr>
          <w:rFonts w:ascii="Arial" w:eastAsia="Arial" w:hAnsi="Arial" w:cs="Arial"/>
          <w:spacing w:val="-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as</w:t>
      </w:r>
      <w:r>
        <w:rPr>
          <w:rFonts w:ascii="Arial" w:eastAsia="Arial" w:hAnsi="Arial" w:cs="Arial"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</w:t>
      </w:r>
      <w:r>
        <w:rPr>
          <w:rFonts w:ascii="Arial" w:eastAsia="Arial" w:hAnsi="Arial" w:cs="Arial"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mortgage</w:t>
      </w:r>
      <w:r>
        <w:rPr>
          <w:rFonts w:ascii="Arial" w:eastAsia="Arial" w:hAnsi="Arial" w:cs="Arial"/>
          <w:spacing w:val="4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on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real</w:t>
      </w:r>
      <w:r>
        <w:rPr>
          <w:rFonts w:ascii="Arial" w:eastAsia="Arial" w:hAnsi="Arial" w:cs="Arial"/>
          <w:spacing w:val="-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estate),</w:t>
      </w:r>
      <w:r>
        <w:rPr>
          <w:rFonts w:ascii="Arial" w:eastAsia="Arial" w:hAnsi="Arial" w:cs="Arial"/>
          <w:spacing w:val="-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explain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who</w:t>
      </w:r>
      <w:r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was</w:t>
      </w:r>
      <w:r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responsible</w:t>
      </w:r>
      <w:r>
        <w:rPr>
          <w:rFonts w:ascii="Arial" w:eastAsia="Arial" w:hAnsi="Arial" w:cs="Arial"/>
          <w:spacing w:val="3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for</w:t>
      </w:r>
      <w:r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making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payments</w:t>
      </w:r>
      <w:r>
        <w:rPr>
          <w:rFonts w:ascii="Arial" w:eastAsia="Arial" w:hAnsi="Arial" w:cs="Arial"/>
          <w:spacing w:val="3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on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w w:val="105"/>
          <w:sz w:val="36"/>
          <w:szCs w:val="36"/>
        </w:rPr>
        <w:t xml:space="preserve">debt, </w:t>
      </w:r>
      <w:r>
        <w:rPr>
          <w:rFonts w:ascii="Arial" w:eastAsia="Arial" w:hAnsi="Arial" w:cs="Arial"/>
          <w:sz w:val="36"/>
          <w:szCs w:val="36"/>
        </w:rPr>
        <w:t>how</w:t>
      </w:r>
      <w:r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much</w:t>
      </w:r>
      <w:r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was</w:t>
      </w:r>
      <w:r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owed</w:t>
      </w:r>
      <w:r>
        <w:rPr>
          <w:rFonts w:ascii="Arial" w:eastAsia="Arial" w:hAnsi="Arial" w:cs="Arial"/>
          <w:spacing w:val="3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on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debt</w:t>
      </w:r>
      <w:r>
        <w:rPr>
          <w:rFonts w:ascii="Arial" w:eastAsia="Arial" w:hAnsi="Arial" w:cs="Arial"/>
          <w:spacing w:val="4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at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time</w:t>
      </w:r>
      <w:r>
        <w:rPr>
          <w:rFonts w:ascii="Arial" w:eastAsia="Arial" w:hAnsi="Arial" w:cs="Arial"/>
          <w:spacing w:val="2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transfer,</w:t>
      </w:r>
      <w:r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and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whether</w:t>
      </w:r>
      <w:r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debt</w:t>
      </w:r>
      <w:r>
        <w:rPr>
          <w:rFonts w:ascii="Arial" w:eastAsia="Arial" w:hAnsi="Arial" w:cs="Arial"/>
          <w:spacing w:val="4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has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been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satisfied.</w:t>
      </w:r>
      <w:r>
        <w:rPr>
          <w:rFonts w:ascii="Arial" w:eastAsia="Arial" w:hAnsi="Arial" w:cs="Arial"/>
          <w:spacing w:val="3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Explain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why</w:t>
      </w:r>
      <w:r>
        <w:rPr>
          <w:rFonts w:ascii="Arial" w:eastAsia="Arial" w:hAnsi="Arial" w:cs="Arial"/>
          <w:spacing w:val="2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assets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w w:val="101"/>
          <w:sz w:val="36"/>
          <w:szCs w:val="36"/>
        </w:rPr>
        <w:t xml:space="preserve">were </w:t>
      </w:r>
      <w:r>
        <w:rPr>
          <w:rFonts w:ascii="Arial" w:eastAsia="Arial" w:hAnsi="Arial" w:cs="Arial"/>
          <w:sz w:val="36"/>
          <w:szCs w:val="36"/>
        </w:rPr>
        <w:t>transferred</w:t>
      </w:r>
      <w:r>
        <w:rPr>
          <w:rFonts w:ascii="Arial" w:eastAsia="Arial" w:hAnsi="Arial" w:cs="Arial"/>
          <w:spacing w:val="3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you.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no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longer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possess</w:t>
      </w:r>
      <w:r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own</w:t>
      </w:r>
      <w:r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assets,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explain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what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happened</w:t>
      </w:r>
      <w:r>
        <w:rPr>
          <w:rFonts w:ascii="Arial" w:eastAsia="Arial" w:hAnsi="Arial" w:cs="Arial"/>
          <w:spacing w:val="3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w w:val="101"/>
          <w:sz w:val="36"/>
          <w:szCs w:val="36"/>
        </w:rPr>
        <w:t>assets.</w:t>
      </w:r>
    </w:p>
    <w:p w14:paraId="424D947A" w14:textId="77777777" w:rsidR="0091359F" w:rsidRDefault="0091359F" w:rsidP="0091359F">
      <w:pPr>
        <w:pStyle w:val="Body"/>
      </w:pPr>
    </w:p>
    <w:p w14:paraId="3545DBAC" w14:textId="77777777" w:rsidR="0091359F" w:rsidRDefault="0091359F" w:rsidP="0091359F">
      <w:pPr>
        <w:pStyle w:val="Body"/>
      </w:pPr>
    </w:p>
    <w:p w14:paraId="540916AC" w14:textId="77777777" w:rsidR="006F4693" w:rsidRDefault="006F4693" w:rsidP="0091359F">
      <w:pPr>
        <w:pStyle w:val="Body"/>
      </w:pPr>
    </w:p>
    <w:p w14:paraId="7BB79F5E" w14:textId="77777777" w:rsidR="006F4693" w:rsidRDefault="006F4693" w:rsidP="0091359F">
      <w:pPr>
        <w:pStyle w:val="Body"/>
      </w:pPr>
    </w:p>
    <w:p w14:paraId="4E69E603" w14:textId="77777777" w:rsidR="006F4693" w:rsidRDefault="006F4693" w:rsidP="0091359F">
      <w:pPr>
        <w:pStyle w:val="Body"/>
      </w:pPr>
    </w:p>
    <w:p w14:paraId="4FA9ED83" w14:textId="77777777" w:rsidR="006F4693" w:rsidRDefault="006F4693" w:rsidP="0091359F">
      <w:pPr>
        <w:pStyle w:val="Body"/>
      </w:pPr>
    </w:p>
    <w:p w14:paraId="45098E0F" w14:textId="77777777" w:rsidR="006F4693" w:rsidRDefault="006F4693" w:rsidP="0091359F">
      <w:pPr>
        <w:pStyle w:val="Body"/>
      </w:pPr>
    </w:p>
    <w:p w14:paraId="1A9BBCA1" w14:textId="77777777" w:rsidR="006F4693" w:rsidRDefault="006F4693" w:rsidP="0091359F">
      <w:pPr>
        <w:pStyle w:val="Body"/>
      </w:pPr>
    </w:p>
    <w:p w14:paraId="63A02488" w14:textId="77777777" w:rsidR="006F4693" w:rsidRDefault="006F4693" w:rsidP="0091359F">
      <w:pPr>
        <w:pStyle w:val="Body"/>
      </w:pPr>
    </w:p>
    <w:p w14:paraId="11A67084" w14:textId="77777777" w:rsidR="0091359F" w:rsidRDefault="008B2EA7" w:rsidP="0091359F">
      <w:pPr>
        <w:pStyle w:val="Body"/>
      </w:pPr>
      <w:r w:rsidRPr="0017257D">
        <w:rPr>
          <w:noProof/>
          <w:color w:val="FFFFFF" w:themeColor="background1"/>
          <w:szCs w:val="20"/>
        </w:rPr>
        <w:lastRenderedPageBreak/>
        <mc:AlternateContent>
          <mc:Choice Requires="wpg">
            <w:drawing>
              <wp:anchor distT="0" distB="0" distL="114300" distR="114300" simplePos="0" relativeHeight="251748352" behindDoc="1" locked="0" layoutInCell="1" allowOverlap="1" wp14:anchorId="5EF26ABD" wp14:editId="14F5B2C6">
                <wp:simplePos x="0" y="0"/>
                <wp:positionH relativeFrom="margin">
                  <wp:align>left</wp:align>
                </wp:positionH>
                <wp:positionV relativeFrom="topMargin">
                  <wp:posOffset>1377950</wp:posOffset>
                </wp:positionV>
                <wp:extent cx="13919835" cy="324485"/>
                <wp:effectExtent l="0" t="0" r="5715" b="18415"/>
                <wp:wrapNone/>
                <wp:docPr id="139" name="Group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19835" cy="324485"/>
                          <a:chOff x="1178" y="3824"/>
                          <a:chExt cx="21921" cy="511"/>
                        </a:xfrm>
                      </wpg:grpSpPr>
                      <wps:wsp>
                        <wps:cNvPr id="140" name="Freeform 224"/>
                        <wps:cNvSpPr>
                          <a:spLocks/>
                        </wps:cNvSpPr>
                        <wps:spPr bwMode="auto">
                          <a:xfrm>
                            <a:off x="1203" y="3839"/>
                            <a:ext cx="1458" cy="486"/>
                          </a:xfrm>
                          <a:custGeom>
                            <a:avLst/>
                            <a:gdLst>
                              <a:gd name="T0" fmla="+- 0 1203 1203"/>
                              <a:gd name="T1" fmla="*/ T0 w 1458"/>
                              <a:gd name="T2" fmla="+- 0 4325 3839"/>
                              <a:gd name="T3" fmla="*/ 4325 h 486"/>
                              <a:gd name="T4" fmla="+- 0 2661 1203"/>
                              <a:gd name="T5" fmla="*/ T4 w 1458"/>
                              <a:gd name="T6" fmla="+- 0 4325 3839"/>
                              <a:gd name="T7" fmla="*/ 4325 h 486"/>
                              <a:gd name="T8" fmla="+- 0 2661 1203"/>
                              <a:gd name="T9" fmla="*/ T8 w 1458"/>
                              <a:gd name="T10" fmla="+- 0 3839 3839"/>
                              <a:gd name="T11" fmla="*/ 3839 h 486"/>
                              <a:gd name="T12" fmla="+- 0 1203 1203"/>
                              <a:gd name="T13" fmla="*/ T12 w 1458"/>
                              <a:gd name="T14" fmla="+- 0 3839 3839"/>
                              <a:gd name="T15" fmla="*/ 3839 h 486"/>
                              <a:gd name="T16" fmla="+- 0 1203 1203"/>
                              <a:gd name="T17" fmla="*/ T16 w 1458"/>
                              <a:gd name="T18" fmla="+- 0 4325 3839"/>
                              <a:gd name="T19" fmla="*/ 4325 h 4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58" h="486">
                                <a:moveTo>
                                  <a:pt x="0" y="486"/>
                                </a:moveTo>
                                <a:lnTo>
                                  <a:pt x="1458" y="486"/>
                                </a:lnTo>
                                <a:lnTo>
                                  <a:pt x="14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225"/>
                        <wps:cNvSpPr>
                          <a:spLocks/>
                        </wps:cNvSpPr>
                        <wps:spPr bwMode="auto">
                          <a:xfrm>
                            <a:off x="1193" y="3839"/>
                            <a:ext cx="21890" cy="0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T0 w 21890"/>
                              <a:gd name="T2" fmla="+- 0 23083 1193"/>
                              <a:gd name="T3" fmla="*/ T2 w 218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890">
                                <a:moveTo>
                                  <a:pt x="0" y="0"/>
                                </a:moveTo>
                                <a:lnTo>
                                  <a:pt x="21890" y="0"/>
                                </a:lnTo>
                              </a:path>
                            </a:pathLst>
                          </a:custGeom>
                          <a:noFill/>
                          <a:ln w="192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226"/>
                        <wps:cNvSpPr>
                          <a:spLocks/>
                        </wps:cNvSpPr>
                        <wps:spPr bwMode="auto">
                          <a:xfrm>
                            <a:off x="1193" y="4325"/>
                            <a:ext cx="21890" cy="0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T0 w 21890"/>
                              <a:gd name="T2" fmla="+- 0 23083 1193"/>
                              <a:gd name="T3" fmla="*/ T2 w 218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890">
                                <a:moveTo>
                                  <a:pt x="0" y="0"/>
                                </a:moveTo>
                                <a:lnTo>
                                  <a:pt x="21890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ACA2F5" id="Group 139" o:spid="_x0000_s1026" style="position:absolute;margin-left:0;margin-top:108.5pt;width:1096.05pt;height:25.55pt;z-index:-251568128;mso-position-horizontal:left;mso-position-horizontal-relative:margin;mso-position-vertical-relative:top-margin-area" coordorigin="1178,3824" coordsize="21921,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">
                <v:shape id="Freeform 224" o:spid="_x0000_s1027" style="position:absolute;left:1203;top:3839;width:1458;height:486;visibility:visible;mso-wrap-style:square;v-text-anchor:top" coordsize="1458,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" path="m,486r1458,l1458,,,,,486xe" fillcolor="black" stroked="f">
                  <v:path arrowok="t" o:connecttype="custom" o:connectlocs="0,4325;1458,4325;1458,3839;0,3839;0,4325" o:connectangles="0,0,0,0,0"/>
                </v:shape>
                <v:shape id="Freeform 225" o:spid="_x0000_s1028" style="position:absolute;left:1193;top:3839;width:21890;height:0;visibility:visible;mso-wrap-style:square;v-text-anchor:top" coordsize="2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" path="m,l21890,e" filled="f" strokeweight=".53586mm">
                  <v:path arrowok="t" o:connecttype="custom" o:connectlocs="0,0;21890,0" o:connectangles="0,0"/>
                </v:shape>
                <v:shape id="Freeform 226" o:spid="_x0000_s1029" style="position:absolute;left:1193;top:4325;width:21890;height:0;visibility:visible;mso-wrap-style:square;v-text-anchor:top" coordsize="2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" path="m,l21890,e" filled="f" strokeweight=".357mm">
                  <v:path arrowok="t" o:connecttype="custom" o:connectlocs="0,0;21890,0" o:connectangles="0,0"/>
                </v:shape>
                <w10:wrap anchorx="margin" anchory="margin"/>
              </v:group>
            </w:pict>
          </mc:Fallback>
        </mc:AlternateContent>
      </w:r>
      <w:r w:rsidR="00C82861">
        <w:rPr>
          <w:noProof/>
        </w:rPr>
        <mc:AlternateContent>
          <mc:Choice Requires="wps">
            <w:drawing>
              <wp:anchor distT="45720" distB="45720" distL="114300" distR="114300" simplePos="0" relativeHeight="251892736" behindDoc="0" locked="0" layoutInCell="1" allowOverlap="1" wp14:anchorId="30D80ECD" wp14:editId="6BBCA324">
                <wp:simplePos x="0" y="0"/>
                <wp:positionH relativeFrom="column">
                  <wp:posOffset>63500</wp:posOffset>
                </wp:positionH>
                <wp:positionV relativeFrom="paragraph">
                  <wp:posOffset>285750</wp:posOffset>
                </wp:positionV>
                <wp:extent cx="952500" cy="54610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54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9657AB" w14:textId="77777777" w:rsidR="00C82861" w:rsidRPr="00C82861" w:rsidRDefault="00C8286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C82861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Part IV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80ECD" id="_x0000_s1037" type="#_x0000_t202" style="position:absolute;margin-left:5pt;margin-top:22.5pt;width:75pt;height:43pt;z-index:251892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" filled="f" stroked="f">
                <v:textbox>
                  <w:txbxContent>
                    <w:p w14:paraId="659657AB" w14:textId="77777777" w:rsidR="00C82861" w:rsidRPr="00C82861" w:rsidRDefault="00C82861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C82861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Part IV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373C23" w14:textId="77777777" w:rsidR="006F4693" w:rsidRDefault="0017257D" w:rsidP="006F4693">
      <w:pPr>
        <w:pStyle w:val="Body"/>
        <w:ind w:left="1440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 Tell</w:t>
      </w:r>
      <w:r>
        <w:rPr>
          <w:rFonts w:ascii="Arial" w:eastAsia="Arial" w:hAnsi="Arial" w:cs="Arial"/>
          <w:b/>
          <w:color w:val="000000"/>
          <w:spacing w:val="2"/>
        </w:rPr>
        <w:t xml:space="preserve"> </w:t>
      </w:r>
      <w:r>
        <w:rPr>
          <w:rFonts w:ascii="Arial" w:eastAsia="Arial" w:hAnsi="Arial" w:cs="Arial"/>
          <w:b/>
          <w:color w:val="000000"/>
        </w:rPr>
        <w:t>us</w:t>
      </w:r>
      <w:r>
        <w:rPr>
          <w:rFonts w:ascii="Arial" w:eastAsia="Arial" w:hAnsi="Arial" w:cs="Arial"/>
          <w:b/>
          <w:color w:val="000000"/>
          <w:spacing w:val="-7"/>
        </w:rPr>
        <w:t xml:space="preserve"> </w:t>
      </w:r>
      <w:r>
        <w:rPr>
          <w:rFonts w:ascii="Arial" w:eastAsia="Arial" w:hAnsi="Arial" w:cs="Arial"/>
          <w:b/>
          <w:color w:val="000000"/>
        </w:rPr>
        <w:t>about</w:t>
      </w:r>
      <w:r>
        <w:rPr>
          <w:rFonts w:ascii="Arial" w:eastAsia="Arial" w:hAnsi="Arial" w:cs="Arial"/>
          <w:b/>
          <w:color w:val="000000"/>
          <w:spacing w:val="24"/>
        </w:rPr>
        <w:t xml:space="preserve"> </w:t>
      </w:r>
      <w:r>
        <w:rPr>
          <w:rFonts w:ascii="Arial" w:eastAsia="Arial" w:hAnsi="Arial" w:cs="Arial"/>
          <w:b/>
          <w:color w:val="000000"/>
        </w:rPr>
        <w:t>your</w:t>
      </w:r>
      <w:r>
        <w:rPr>
          <w:rFonts w:ascii="Arial" w:eastAsia="Arial" w:hAnsi="Arial" w:cs="Arial"/>
          <w:b/>
          <w:color w:val="000000"/>
          <w:spacing w:val="-15"/>
        </w:rPr>
        <w:t xml:space="preserve"> </w:t>
      </w:r>
      <w:r>
        <w:rPr>
          <w:rFonts w:ascii="Arial" w:eastAsia="Arial" w:hAnsi="Arial" w:cs="Arial"/>
          <w:b/>
          <w:color w:val="000000"/>
        </w:rPr>
        <w:t>current</w:t>
      </w:r>
      <w:r>
        <w:rPr>
          <w:rFonts w:ascii="Arial" w:eastAsia="Arial" w:hAnsi="Arial" w:cs="Arial"/>
          <w:b/>
          <w:color w:val="000000"/>
          <w:spacing w:val="16"/>
        </w:rPr>
        <w:t xml:space="preserve"> </w:t>
      </w:r>
      <w:r>
        <w:rPr>
          <w:rFonts w:ascii="Arial" w:eastAsia="Arial" w:hAnsi="Arial" w:cs="Arial"/>
          <w:b/>
          <w:color w:val="000000"/>
        </w:rPr>
        <w:t>financial</w:t>
      </w:r>
      <w:r>
        <w:rPr>
          <w:rFonts w:ascii="Arial" w:eastAsia="Arial" w:hAnsi="Arial" w:cs="Arial"/>
          <w:b/>
          <w:color w:val="000000"/>
          <w:spacing w:val="2"/>
        </w:rPr>
        <w:t xml:space="preserve"> </w:t>
      </w:r>
      <w:r>
        <w:rPr>
          <w:rFonts w:ascii="Arial" w:eastAsia="Arial" w:hAnsi="Arial" w:cs="Arial"/>
          <w:b/>
          <w:color w:val="000000"/>
        </w:rPr>
        <w:t>situation.</w:t>
      </w:r>
    </w:p>
    <w:p w14:paraId="170AEFCC" w14:textId="77777777" w:rsidR="006F4693" w:rsidRDefault="00A26219" w:rsidP="006F4693">
      <w:pPr>
        <w:pStyle w:val="Body"/>
        <w:ind w:left="720" w:hanging="720"/>
        <w:rPr>
          <w:rFonts w:ascii="Arial" w:eastAsia="Arial" w:hAnsi="Arial" w:cs="Arial"/>
          <w:w w:val="103"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20</w:t>
      </w:r>
      <w:r>
        <w:rPr>
          <w:rFonts w:ascii="Arial" w:eastAsia="Arial" w:hAnsi="Arial" w:cs="Arial"/>
          <w:b/>
          <w:spacing w:val="-9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ab/>
        <w:t>Tell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us</w:t>
      </w:r>
      <w:r>
        <w:rPr>
          <w:rFonts w:ascii="Arial" w:eastAsia="Arial" w:hAnsi="Arial" w:cs="Arial"/>
          <w:b/>
          <w:spacing w:val="-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about</w:t>
      </w:r>
      <w:r>
        <w:rPr>
          <w:rFonts w:ascii="Arial" w:eastAsia="Arial" w:hAnsi="Arial" w:cs="Arial"/>
          <w:b/>
          <w:spacing w:val="2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your</w:t>
      </w:r>
      <w:r>
        <w:rPr>
          <w:rFonts w:ascii="Arial" w:eastAsia="Arial" w:hAnsi="Arial" w:cs="Arial"/>
          <w:b/>
          <w:spacing w:val="-1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assets.</w:t>
      </w:r>
      <w:r>
        <w:rPr>
          <w:rFonts w:ascii="Arial" w:eastAsia="Arial" w:hAnsi="Arial" w:cs="Arial"/>
          <w:b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assets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are</w:t>
      </w:r>
      <w:r>
        <w:rPr>
          <w:rFonts w:ascii="Arial" w:eastAsia="Arial" w:hAnsi="Arial" w:cs="Arial"/>
          <w:spacing w:val="-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money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and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property.</w:t>
      </w:r>
      <w:r>
        <w:rPr>
          <w:rFonts w:ascii="Arial" w:eastAsia="Arial" w:hAnsi="Arial" w:cs="Arial"/>
          <w:spacing w:val="5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Property</w:t>
      </w:r>
      <w:r>
        <w:rPr>
          <w:rFonts w:ascii="Arial" w:eastAsia="Arial" w:hAnsi="Arial" w:cs="Arial"/>
          <w:spacing w:val="2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includes</w:t>
      </w:r>
      <w:r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real</w:t>
      </w:r>
      <w:r>
        <w:rPr>
          <w:rFonts w:ascii="Arial" w:eastAsia="Arial" w:hAnsi="Arial" w:cs="Arial"/>
          <w:spacing w:val="-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estate,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motor</w:t>
      </w:r>
      <w:r>
        <w:rPr>
          <w:rFonts w:ascii="Arial" w:eastAsia="Arial" w:hAnsi="Arial" w:cs="Arial"/>
          <w:spacing w:val="3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vehicles,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w w:val="104"/>
          <w:sz w:val="36"/>
          <w:szCs w:val="36"/>
        </w:rPr>
        <w:t xml:space="preserve">stocks, </w:t>
      </w:r>
      <w:r>
        <w:rPr>
          <w:rFonts w:ascii="Arial" w:eastAsia="Arial" w:hAnsi="Arial" w:cs="Arial"/>
          <w:sz w:val="36"/>
          <w:szCs w:val="36"/>
        </w:rPr>
        <w:t>bonds,</w:t>
      </w:r>
      <w:r>
        <w:rPr>
          <w:rFonts w:ascii="Arial" w:eastAsia="Arial" w:hAnsi="Arial" w:cs="Arial"/>
          <w:spacing w:val="4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and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other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property</w:t>
      </w:r>
      <w:r>
        <w:rPr>
          <w:rFonts w:ascii="Arial" w:eastAsia="Arial" w:hAnsi="Arial" w:cs="Arial"/>
          <w:spacing w:val="5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that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own.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</w:t>
      </w:r>
      <w:r>
        <w:rPr>
          <w:rFonts w:ascii="Arial" w:eastAsia="Arial" w:hAnsi="Arial" w:cs="Arial"/>
          <w:spacing w:val="-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table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below,</w:t>
      </w:r>
      <w:r>
        <w:rPr>
          <w:rFonts w:ascii="Arial" w:eastAsia="Arial" w:hAnsi="Arial" w:cs="Arial"/>
          <w:spacing w:val="3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list</w:t>
      </w:r>
      <w:r>
        <w:rPr>
          <w:rFonts w:ascii="Arial" w:eastAsia="Arial" w:hAnsi="Arial" w:cs="Arial"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amount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cash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have</w:t>
      </w:r>
      <w:r>
        <w:rPr>
          <w:rFonts w:ascii="Arial" w:eastAsia="Arial" w:hAnsi="Arial" w:cs="Arial"/>
          <w:spacing w:val="-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on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hand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and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</w:t>
      </w:r>
      <w:r>
        <w:rPr>
          <w:rFonts w:ascii="Arial" w:eastAsia="Arial" w:hAnsi="Arial" w:cs="Arial"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 xml:space="preserve">bank </w:t>
      </w:r>
      <w:r>
        <w:rPr>
          <w:rFonts w:ascii="Arial" w:eastAsia="Arial" w:hAnsi="Arial" w:cs="Arial"/>
          <w:sz w:val="36"/>
          <w:szCs w:val="36"/>
        </w:rPr>
        <w:t>accounts.</w:t>
      </w:r>
      <w:r>
        <w:rPr>
          <w:rFonts w:ascii="Arial" w:eastAsia="Arial" w:hAnsi="Arial" w:cs="Arial"/>
          <w:spacing w:val="4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Also,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list</w:t>
      </w:r>
      <w:r>
        <w:rPr>
          <w:rFonts w:ascii="Arial" w:eastAsia="Arial" w:hAnsi="Arial" w:cs="Arial"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each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item</w:t>
      </w:r>
      <w:r>
        <w:rPr>
          <w:rFonts w:ascii="Arial" w:eastAsia="Arial" w:hAnsi="Arial" w:cs="Arial"/>
          <w:spacing w:val="2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property,</w:t>
      </w:r>
      <w:r>
        <w:rPr>
          <w:rFonts w:ascii="Arial" w:eastAsia="Arial" w:hAnsi="Arial" w:cs="Arial"/>
          <w:spacing w:val="5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fair</w:t>
      </w:r>
      <w:r>
        <w:rPr>
          <w:rFonts w:ascii="Arial" w:eastAsia="Arial" w:hAnsi="Arial" w:cs="Arial"/>
          <w:spacing w:val="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market</w:t>
      </w:r>
      <w:r>
        <w:rPr>
          <w:rFonts w:ascii="Arial" w:eastAsia="Arial" w:hAnsi="Arial" w:cs="Arial"/>
          <w:spacing w:val="2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value</w:t>
      </w:r>
      <w:r>
        <w:rPr>
          <w:rFonts w:ascii="Arial" w:eastAsia="Arial" w:hAnsi="Arial" w:cs="Arial"/>
          <w:spacing w:val="-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(as</w:t>
      </w:r>
      <w:r>
        <w:rPr>
          <w:rFonts w:ascii="Arial" w:eastAsia="Arial" w:hAnsi="Arial" w:cs="Arial"/>
          <w:spacing w:val="-2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defined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</w:t>
      </w:r>
      <w:r>
        <w:rPr>
          <w:rFonts w:ascii="Arial" w:eastAsia="Arial" w:hAnsi="Arial" w:cs="Arial"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instructions)</w:t>
      </w:r>
      <w:r>
        <w:rPr>
          <w:rFonts w:ascii="Arial" w:eastAsia="Arial" w:hAnsi="Arial" w:cs="Arial"/>
          <w:spacing w:val="4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each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item,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and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balance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w w:val="105"/>
          <w:sz w:val="36"/>
          <w:szCs w:val="36"/>
        </w:rPr>
        <w:t xml:space="preserve">of </w:t>
      </w:r>
      <w:r>
        <w:rPr>
          <w:rFonts w:ascii="Arial" w:eastAsia="Arial" w:hAnsi="Arial" w:cs="Arial"/>
          <w:sz w:val="36"/>
          <w:szCs w:val="36"/>
        </w:rPr>
        <w:t>any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outstanding</w:t>
      </w:r>
      <w:r>
        <w:rPr>
          <w:rFonts w:ascii="Arial" w:eastAsia="Arial" w:hAnsi="Arial" w:cs="Arial"/>
          <w:spacing w:val="5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loans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used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acquire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each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w w:val="103"/>
          <w:sz w:val="36"/>
          <w:szCs w:val="36"/>
        </w:rPr>
        <w:t>item.</w:t>
      </w:r>
    </w:p>
    <w:tbl>
      <w:tblPr>
        <w:tblW w:w="20704" w:type="dxa"/>
        <w:tblInd w:w="11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40"/>
        <w:gridCol w:w="5832"/>
        <w:gridCol w:w="5832"/>
      </w:tblGrid>
      <w:tr w:rsidR="00A26219" w14:paraId="1A8C1186" w14:textId="77777777" w:rsidTr="006F4693">
        <w:trPr>
          <w:trHeight w:hRule="exact" w:val="972"/>
        </w:trPr>
        <w:tc>
          <w:tcPr>
            <w:tcW w:w="9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E19DD" w14:textId="77777777" w:rsidR="00A26219" w:rsidRDefault="00A26219" w:rsidP="00594854">
            <w:pPr>
              <w:spacing w:before="17" w:line="240" w:lineRule="exact"/>
              <w:rPr>
                <w:sz w:val="24"/>
                <w:szCs w:val="24"/>
              </w:rPr>
            </w:pPr>
          </w:p>
          <w:p w14:paraId="6152E1F7" w14:textId="77777777" w:rsidR="00A26219" w:rsidRDefault="00A26219" w:rsidP="00594854">
            <w:pPr>
              <w:ind w:left="2866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sz w:val="36"/>
                <w:szCs w:val="36"/>
              </w:rPr>
              <w:t>Description</w:t>
            </w:r>
            <w:r>
              <w:rPr>
                <w:rFonts w:ascii="Arial" w:eastAsia="Arial" w:hAnsi="Arial" w:cs="Arial"/>
                <w:spacing w:val="56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of</w:t>
            </w:r>
            <w:r>
              <w:rPr>
                <w:rFonts w:ascii="Arial" w:eastAsia="Arial" w:hAnsi="Arial" w:cs="Arial"/>
                <w:spacing w:val="1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36"/>
                <w:szCs w:val="36"/>
              </w:rPr>
              <w:t>Asset</w:t>
            </w:r>
          </w:p>
        </w:tc>
        <w:tc>
          <w:tcPr>
            <w:tcW w:w="5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3A0CA" w14:textId="77777777" w:rsidR="00A26219" w:rsidRDefault="00A26219" w:rsidP="00594854">
            <w:pPr>
              <w:spacing w:before="17" w:line="240" w:lineRule="exact"/>
              <w:rPr>
                <w:sz w:val="24"/>
                <w:szCs w:val="24"/>
              </w:rPr>
            </w:pPr>
          </w:p>
          <w:p w14:paraId="5D2C39FA" w14:textId="77777777" w:rsidR="00A26219" w:rsidRDefault="00A26219" w:rsidP="00594854">
            <w:pPr>
              <w:ind w:left="1485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sz w:val="36"/>
                <w:szCs w:val="36"/>
              </w:rPr>
              <w:t>Fair</w:t>
            </w:r>
            <w:r>
              <w:rPr>
                <w:rFonts w:ascii="Arial" w:eastAsia="Arial" w:hAnsi="Arial" w:cs="Arial"/>
                <w:spacing w:val="-10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Market</w:t>
            </w:r>
            <w:r>
              <w:rPr>
                <w:rFonts w:ascii="Arial" w:eastAsia="Arial" w:hAnsi="Arial" w:cs="Arial"/>
                <w:spacing w:val="35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Value</w:t>
            </w:r>
          </w:p>
        </w:tc>
        <w:tc>
          <w:tcPr>
            <w:tcW w:w="5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B90870" w14:textId="77777777" w:rsidR="00A26219" w:rsidRDefault="00A26219" w:rsidP="006F4693">
            <w:pPr>
              <w:spacing w:before="38" w:after="0"/>
              <w:ind w:left="17" w:right="16"/>
              <w:jc w:val="center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sz w:val="36"/>
                <w:szCs w:val="36"/>
              </w:rPr>
              <w:t>Balance</w:t>
            </w:r>
            <w:r>
              <w:rPr>
                <w:rFonts w:ascii="Arial" w:eastAsia="Arial" w:hAnsi="Arial" w:cs="Arial"/>
                <w:spacing w:val="15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of</w:t>
            </w:r>
            <w:r>
              <w:rPr>
                <w:rFonts w:ascii="Arial" w:eastAsia="Arial" w:hAnsi="Arial" w:cs="Arial"/>
                <w:spacing w:val="1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Any</w:t>
            </w:r>
            <w:r>
              <w:rPr>
                <w:rFonts w:ascii="Arial" w:eastAsia="Arial" w:hAnsi="Arial" w:cs="Arial"/>
                <w:spacing w:val="2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Outstanding</w:t>
            </w:r>
            <w:r>
              <w:rPr>
                <w:rFonts w:ascii="Arial" w:eastAsia="Arial" w:hAnsi="Arial" w:cs="Arial"/>
                <w:spacing w:val="60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36"/>
                <w:szCs w:val="36"/>
              </w:rPr>
              <w:t>Loans</w:t>
            </w:r>
          </w:p>
          <w:p w14:paraId="49855148" w14:textId="77777777" w:rsidR="00A26219" w:rsidRDefault="00A26219" w:rsidP="006F4693">
            <w:pPr>
              <w:spacing w:before="23" w:after="0"/>
              <w:ind w:left="307" w:right="307"/>
              <w:jc w:val="center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sz w:val="36"/>
                <w:szCs w:val="36"/>
              </w:rPr>
              <w:t>You</w:t>
            </w:r>
            <w:r>
              <w:rPr>
                <w:rFonts w:ascii="Arial" w:eastAsia="Arial" w:hAnsi="Arial" w:cs="Arial"/>
                <w:spacing w:val="8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Used</w:t>
            </w:r>
            <w:r>
              <w:rPr>
                <w:rFonts w:ascii="Arial" w:eastAsia="Arial" w:hAnsi="Arial" w:cs="Arial"/>
                <w:spacing w:val="19"/>
                <w:sz w:val="36"/>
                <w:szCs w:val="3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36"/>
                <w:szCs w:val="36"/>
              </w:rPr>
              <w:t>To</w:t>
            </w:r>
            <w:proofErr w:type="gramEnd"/>
            <w:r>
              <w:rPr>
                <w:rFonts w:ascii="Arial" w:eastAsia="Arial" w:hAnsi="Arial" w:cs="Arial"/>
                <w:spacing w:val="-2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Acquire</w:t>
            </w:r>
            <w:r>
              <w:rPr>
                <w:rFonts w:ascii="Arial" w:eastAsia="Arial" w:hAnsi="Arial" w:cs="Arial"/>
                <w:spacing w:val="26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the</w:t>
            </w:r>
            <w:r>
              <w:rPr>
                <w:rFonts w:ascii="Arial" w:eastAsia="Arial" w:hAnsi="Arial" w:cs="Arial"/>
                <w:spacing w:val="12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36"/>
                <w:szCs w:val="36"/>
              </w:rPr>
              <w:t>Asset</w:t>
            </w:r>
          </w:p>
        </w:tc>
      </w:tr>
      <w:tr w:rsidR="00A26219" w14:paraId="5D4AAB77" w14:textId="77777777" w:rsidTr="006F4693">
        <w:trPr>
          <w:trHeight w:hRule="exact" w:val="486"/>
        </w:trPr>
        <w:tc>
          <w:tcPr>
            <w:tcW w:w="9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8F768" w14:textId="77777777" w:rsidR="00A26219" w:rsidRDefault="00A26219" w:rsidP="00594854"/>
        </w:tc>
        <w:tc>
          <w:tcPr>
            <w:tcW w:w="5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880D53" w14:textId="77777777" w:rsidR="00A26219" w:rsidRDefault="00A26219" w:rsidP="00594854"/>
        </w:tc>
        <w:tc>
          <w:tcPr>
            <w:tcW w:w="5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3FA00" w14:textId="77777777" w:rsidR="00A26219" w:rsidRDefault="00A26219" w:rsidP="00594854"/>
        </w:tc>
      </w:tr>
      <w:tr w:rsidR="00A26219" w14:paraId="42A9E575" w14:textId="77777777" w:rsidTr="006F4693">
        <w:trPr>
          <w:trHeight w:hRule="exact" w:val="486"/>
        </w:trPr>
        <w:tc>
          <w:tcPr>
            <w:tcW w:w="9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A0C96D" w14:textId="77777777" w:rsidR="00A26219" w:rsidRDefault="00A26219" w:rsidP="00594854"/>
        </w:tc>
        <w:tc>
          <w:tcPr>
            <w:tcW w:w="5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5C223A" w14:textId="77777777" w:rsidR="00A26219" w:rsidRDefault="00A26219" w:rsidP="00594854"/>
        </w:tc>
        <w:tc>
          <w:tcPr>
            <w:tcW w:w="5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9FDCA" w14:textId="77777777" w:rsidR="00A26219" w:rsidRDefault="00A26219" w:rsidP="00594854"/>
        </w:tc>
      </w:tr>
      <w:tr w:rsidR="00A26219" w14:paraId="6E8D9904" w14:textId="77777777" w:rsidTr="006F4693">
        <w:trPr>
          <w:trHeight w:hRule="exact" w:val="486"/>
        </w:trPr>
        <w:tc>
          <w:tcPr>
            <w:tcW w:w="9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D48064" w14:textId="77777777" w:rsidR="00A26219" w:rsidRDefault="00A26219" w:rsidP="00594854"/>
        </w:tc>
        <w:tc>
          <w:tcPr>
            <w:tcW w:w="5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E295D" w14:textId="77777777" w:rsidR="00A26219" w:rsidRDefault="00A26219" w:rsidP="00594854"/>
        </w:tc>
        <w:tc>
          <w:tcPr>
            <w:tcW w:w="5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958EA1" w14:textId="77777777" w:rsidR="00A26219" w:rsidRDefault="00A26219" w:rsidP="00594854"/>
        </w:tc>
      </w:tr>
      <w:tr w:rsidR="00A26219" w14:paraId="5DED4052" w14:textId="77777777" w:rsidTr="006F4693">
        <w:trPr>
          <w:trHeight w:hRule="exact" w:val="486"/>
        </w:trPr>
        <w:tc>
          <w:tcPr>
            <w:tcW w:w="9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42943" w14:textId="77777777" w:rsidR="00A26219" w:rsidRDefault="00A26219" w:rsidP="00594854"/>
        </w:tc>
        <w:tc>
          <w:tcPr>
            <w:tcW w:w="5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1FBE16" w14:textId="77777777" w:rsidR="00A26219" w:rsidRDefault="00A26219" w:rsidP="00594854"/>
        </w:tc>
        <w:tc>
          <w:tcPr>
            <w:tcW w:w="5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CC4E85" w14:textId="77777777" w:rsidR="00A26219" w:rsidRDefault="00A26219" w:rsidP="00594854"/>
        </w:tc>
      </w:tr>
      <w:tr w:rsidR="00A26219" w14:paraId="1D8E857D" w14:textId="77777777" w:rsidTr="006F4693">
        <w:trPr>
          <w:trHeight w:hRule="exact" w:val="486"/>
        </w:trPr>
        <w:tc>
          <w:tcPr>
            <w:tcW w:w="9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C97B3A" w14:textId="77777777" w:rsidR="00A26219" w:rsidRDefault="00A26219" w:rsidP="00594854"/>
        </w:tc>
        <w:tc>
          <w:tcPr>
            <w:tcW w:w="5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89606C" w14:textId="77777777" w:rsidR="00A26219" w:rsidRDefault="00A26219" w:rsidP="00594854"/>
        </w:tc>
        <w:tc>
          <w:tcPr>
            <w:tcW w:w="5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4EEEC" w14:textId="77777777" w:rsidR="00A26219" w:rsidRDefault="00A26219" w:rsidP="00594854"/>
        </w:tc>
      </w:tr>
      <w:tr w:rsidR="00A26219" w14:paraId="1369D20B" w14:textId="77777777" w:rsidTr="006F4693">
        <w:trPr>
          <w:trHeight w:hRule="exact" w:val="486"/>
        </w:trPr>
        <w:tc>
          <w:tcPr>
            <w:tcW w:w="9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3D743" w14:textId="77777777" w:rsidR="00A26219" w:rsidRDefault="00A26219" w:rsidP="00594854"/>
        </w:tc>
        <w:tc>
          <w:tcPr>
            <w:tcW w:w="5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610C9" w14:textId="77777777" w:rsidR="00A26219" w:rsidRDefault="00A26219" w:rsidP="00594854"/>
        </w:tc>
        <w:tc>
          <w:tcPr>
            <w:tcW w:w="5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3EDB23" w14:textId="77777777" w:rsidR="00A26219" w:rsidRDefault="00A26219" w:rsidP="00594854"/>
        </w:tc>
      </w:tr>
      <w:tr w:rsidR="00A26219" w14:paraId="3995DE41" w14:textId="77777777" w:rsidTr="006F4693">
        <w:trPr>
          <w:trHeight w:hRule="exact" w:val="486"/>
        </w:trPr>
        <w:tc>
          <w:tcPr>
            <w:tcW w:w="9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AB9B14" w14:textId="77777777" w:rsidR="00A26219" w:rsidRDefault="00A26219" w:rsidP="00594854"/>
        </w:tc>
        <w:tc>
          <w:tcPr>
            <w:tcW w:w="5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9391E" w14:textId="77777777" w:rsidR="00A26219" w:rsidRDefault="00A26219" w:rsidP="00594854"/>
        </w:tc>
        <w:tc>
          <w:tcPr>
            <w:tcW w:w="5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0E820" w14:textId="77777777" w:rsidR="00A26219" w:rsidRDefault="00A26219" w:rsidP="00594854"/>
        </w:tc>
      </w:tr>
    </w:tbl>
    <w:p w14:paraId="457C3A28" w14:textId="77777777" w:rsidR="006F4693" w:rsidRDefault="006F4693" w:rsidP="00A26219">
      <w:pPr>
        <w:spacing w:before="20"/>
        <w:ind w:left="201"/>
        <w:rPr>
          <w:rFonts w:ascii="Arial" w:eastAsia="Arial" w:hAnsi="Arial" w:cs="Arial"/>
          <w:b/>
          <w:sz w:val="36"/>
          <w:szCs w:val="36"/>
        </w:rPr>
      </w:pPr>
    </w:p>
    <w:p w14:paraId="49CFE281" w14:textId="77777777" w:rsidR="00A26219" w:rsidRDefault="006F4693" w:rsidP="00A26219">
      <w:pPr>
        <w:spacing w:before="20"/>
        <w:ind w:left="201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49376" behindDoc="1" locked="0" layoutInCell="1" allowOverlap="1" wp14:anchorId="3ECB7FA9" wp14:editId="1FED394F">
                <wp:simplePos x="0" y="0"/>
                <wp:positionH relativeFrom="page">
                  <wp:posOffset>9529445</wp:posOffset>
                </wp:positionH>
                <wp:positionV relativeFrom="paragraph">
                  <wp:posOffset>229235</wp:posOffset>
                </wp:positionV>
                <wp:extent cx="2234565" cy="0"/>
                <wp:effectExtent l="0" t="0" r="0" b="0"/>
                <wp:wrapNone/>
                <wp:docPr id="137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4565" cy="0"/>
                          <a:chOff x="14607" y="27"/>
                          <a:chExt cx="3519" cy="0"/>
                        </a:xfrm>
                      </wpg:grpSpPr>
                      <wps:wsp>
                        <wps:cNvPr id="138" name="Freeform 228"/>
                        <wps:cNvSpPr>
                          <a:spLocks/>
                        </wps:cNvSpPr>
                        <wps:spPr bwMode="auto">
                          <a:xfrm>
                            <a:off x="14607" y="27"/>
                            <a:ext cx="3519" cy="0"/>
                          </a:xfrm>
                          <a:custGeom>
                            <a:avLst/>
                            <a:gdLst>
                              <a:gd name="T0" fmla="+- 0 14607 14607"/>
                              <a:gd name="T1" fmla="*/ T0 w 3519"/>
                              <a:gd name="T2" fmla="+- 0 18126 14607"/>
                              <a:gd name="T3" fmla="*/ T2 w 35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19">
                                <a:moveTo>
                                  <a:pt x="0" y="0"/>
                                </a:moveTo>
                                <a:lnTo>
                                  <a:pt x="3519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E5C21C" id="Group 137" o:spid="_x0000_s1026" style="position:absolute;margin-left:750.35pt;margin-top:18.05pt;width:175.95pt;height:0;z-index:-251567104;mso-position-horizontal-relative:page" coordorigin="14607,27" coordsize="3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">
                <v:shape id="Freeform 228" o:spid="_x0000_s1027" style="position:absolute;left:14607;top:27;width:3519;height:0;visibility:visible;mso-wrap-style:square;v-text-anchor:top" coordsize="35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" path="m,l3519,e" filled="f" strokeweight=".357mm">
                  <v:path arrowok="t" o:connecttype="custom" o:connectlocs="0,0;3519,0" o:connectangles="0,0"/>
                </v:shape>
                <w10:wrap anchorx="page"/>
              </v:group>
            </w:pict>
          </mc:Fallback>
        </mc:AlternateContent>
      </w:r>
      <w:r w:rsidR="00A26219">
        <w:rPr>
          <w:rFonts w:ascii="Arial" w:eastAsia="Arial" w:hAnsi="Arial" w:cs="Arial"/>
          <w:b/>
          <w:sz w:val="36"/>
          <w:szCs w:val="36"/>
        </w:rPr>
        <w:t xml:space="preserve">21    </w:t>
      </w:r>
      <w:r w:rsidR="00A26219">
        <w:rPr>
          <w:rFonts w:ascii="Arial" w:eastAsia="Arial" w:hAnsi="Arial" w:cs="Arial"/>
          <w:b/>
          <w:spacing w:val="89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How</w:t>
      </w:r>
      <w:r w:rsidR="00A26219">
        <w:rPr>
          <w:rFonts w:ascii="Arial" w:eastAsia="Arial" w:hAnsi="Arial" w:cs="Arial"/>
          <w:b/>
          <w:spacing w:val="25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many</w:t>
      </w:r>
      <w:r w:rsidR="00A26219"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people</w:t>
      </w:r>
      <w:r w:rsidR="00A26219">
        <w:rPr>
          <w:rFonts w:ascii="Arial" w:eastAsia="Arial" w:hAnsi="Arial" w:cs="Arial"/>
          <w:b/>
          <w:spacing w:val="14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are</w:t>
      </w:r>
      <w:r w:rsidR="00A26219">
        <w:rPr>
          <w:rFonts w:ascii="Arial" w:eastAsia="Arial" w:hAnsi="Arial" w:cs="Arial"/>
          <w:b/>
          <w:spacing w:val="18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you</w:t>
      </w:r>
      <w:r w:rsidR="00A26219">
        <w:rPr>
          <w:rFonts w:ascii="Arial" w:eastAsia="Arial" w:hAnsi="Arial" w:cs="Arial"/>
          <w:b/>
          <w:spacing w:val="-11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currently</w:t>
      </w:r>
      <w:r w:rsidR="00A26219"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supporting,</w:t>
      </w:r>
      <w:r w:rsidR="00A26219"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including</w:t>
      </w:r>
      <w:r w:rsidR="00A26219">
        <w:rPr>
          <w:rFonts w:ascii="Arial" w:eastAsia="Arial" w:hAnsi="Arial" w:cs="Arial"/>
          <w:b/>
          <w:spacing w:val="-14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yourself?</w:t>
      </w:r>
    </w:p>
    <w:p w14:paraId="47313DC3" w14:textId="77777777" w:rsidR="008B2EA7" w:rsidRDefault="008B2EA7">
      <w:pPr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br w:type="page"/>
      </w:r>
    </w:p>
    <w:tbl>
      <w:tblPr>
        <w:tblpPr w:leftFromText="180" w:rightFromText="180" w:vertAnchor="text" w:horzAnchor="margin" w:tblpY="562"/>
        <w:tblW w:w="218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6"/>
        <w:gridCol w:w="16631"/>
        <w:gridCol w:w="4082"/>
      </w:tblGrid>
      <w:tr w:rsidR="008B2EA7" w14:paraId="1C9641EE" w14:textId="77777777" w:rsidTr="008B2EA7">
        <w:trPr>
          <w:trHeight w:hRule="exact" w:val="486"/>
        </w:trPr>
        <w:tc>
          <w:tcPr>
            <w:tcW w:w="1166" w:type="dxa"/>
            <w:vMerge w:val="restart"/>
            <w:tcBorders>
              <w:top w:val="nil"/>
              <w:left w:val="nil"/>
              <w:right w:val="nil"/>
            </w:tcBorders>
          </w:tcPr>
          <w:p w14:paraId="471B45F2" w14:textId="77777777" w:rsidR="008B2EA7" w:rsidRDefault="008B2EA7" w:rsidP="008B2EA7"/>
        </w:tc>
        <w:tc>
          <w:tcPr>
            <w:tcW w:w="166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C572229" w14:textId="77777777" w:rsidR="008B2EA7" w:rsidRDefault="008B2EA7" w:rsidP="008B2EA7">
            <w:pPr>
              <w:spacing w:before="13"/>
              <w:ind w:left="172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w w:val="91"/>
                <w:sz w:val="36"/>
                <w:szCs w:val="36"/>
              </w:rPr>
              <w:t>Monthly</w:t>
            </w:r>
            <w:r>
              <w:rPr>
                <w:rFonts w:ascii="Arial" w:eastAsia="Arial" w:hAnsi="Arial" w:cs="Arial"/>
                <w:b/>
                <w:spacing w:val="1"/>
                <w:w w:val="9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b/>
                <w:w w:val="91"/>
                <w:sz w:val="36"/>
                <w:szCs w:val="36"/>
              </w:rPr>
              <w:t>Income</w:t>
            </w:r>
            <w:r>
              <w:rPr>
                <w:rFonts w:ascii="Arial" w:eastAsia="Arial" w:hAnsi="Arial" w:cs="Arial"/>
                <w:w w:val="91"/>
                <w:sz w:val="36"/>
                <w:szCs w:val="36"/>
              </w:rPr>
              <w:t>—If</w:t>
            </w:r>
            <w:r>
              <w:rPr>
                <w:rFonts w:ascii="Arial" w:eastAsia="Arial" w:hAnsi="Arial" w:cs="Arial"/>
                <w:spacing w:val="26"/>
                <w:w w:val="9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91"/>
                <w:sz w:val="36"/>
                <w:szCs w:val="36"/>
              </w:rPr>
              <w:t>family</w:t>
            </w:r>
            <w:r>
              <w:rPr>
                <w:rFonts w:ascii="Arial" w:eastAsia="Arial" w:hAnsi="Arial" w:cs="Arial"/>
                <w:spacing w:val="10"/>
                <w:w w:val="9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or</w:t>
            </w:r>
            <w:r>
              <w:rPr>
                <w:rFonts w:ascii="Arial" w:eastAsia="Arial" w:hAnsi="Arial" w:cs="Arial"/>
                <w:spacing w:val="-30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91"/>
                <w:sz w:val="36"/>
                <w:szCs w:val="36"/>
              </w:rPr>
              <w:t>friends</w:t>
            </w:r>
            <w:r>
              <w:rPr>
                <w:rFonts w:ascii="Arial" w:eastAsia="Arial" w:hAnsi="Arial" w:cs="Arial"/>
                <w:spacing w:val="12"/>
                <w:w w:val="9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91"/>
                <w:sz w:val="36"/>
                <w:szCs w:val="36"/>
              </w:rPr>
              <w:t>are</w:t>
            </w:r>
            <w:r>
              <w:rPr>
                <w:rFonts w:ascii="Arial" w:eastAsia="Arial" w:hAnsi="Arial" w:cs="Arial"/>
                <w:spacing w:val="-9"/>
                <w:w w:val="9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91"/>
                <w:sz w:val="36"/>
                <w:szCs w:val="36"/>
              </w:rPr>
              <w:t>helping</w:t>
            </w:r>
            <w:r>
              <w:rPr>
                <w:rFonts w:ascii="Arial" w:eastAsia="Arial" w:hAnsi="Arial" w:cs="Arial"/>
                <w:spacing w:val="13"/>
                <w:w w:val="9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to</w:t>
            </w:r>
            <w:r>
              <w:rPr>
                <w:rFonts w:ascii="Arial" w:eastAsia="Arial" w:hAnsi="Arial" w:cs="Arial"/>
                <w:spacing w:val="-1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93"/>
                <w:sz w:val="36"/>
                <w:szCs w:val="36"/>
              </w:rPr>
              <w:t>support</w:t>
            </w:r>
            <w:r>
              <w:rPr>
                <w:rFonts w:ascii="Arial" w:eastAsia="Arial" w:hAnsi="Arial" w:cs="Arial"/>
                <w:spacing w:val="23"/>
                <w:w w:val="93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93"/>
                <w:sz w:val="36"/>
                <w:szCs w:val="36"/>
              </w:rPr>
              <w:t>you,</w:t>
            </w:r>
            <w:r>
              <w:rPr>
                <w:rFonts w:ascii="Arial" w:eastAsia="Arial" w:hAnsi="Arial" w:cs="Arial"/>
                <w:spacing w:val="-8"/>
                <w:w w:val="93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93"/>
                <w:sz w:val="36"/>
                <w:szCs w:val="36"/>
              </w:rPr>
              <w:t>include</w:t>
            </w:r>
            <w:r>
              <w:rPr>
                <w:rFonts w:ascii="Arial" w:eastAsia="Arial" w:hAnsi="Arial" w:cs="Arial"/>
                <w:spacing w:val="-1"/>
                <w:w w:val="93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93"/>
                <w:sz w:val="36"/>
                <w:szCs w:val="36"/>
              </w:rPr>
              <w:t>the</w:t>
            </w:r>
            <w:r>
              <w:rPr>
                <w:rFonts w:ascii="Arial" w:eastAsia="Arial" w:hAnsi="Arial" w:cs="Arial"/>
                <w:spacing w:val="-6"/>
                <w:w w:val="93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93"/>
                <w:sz w:val="36"/>
                <w:szCs w:val="36"/>
              </w:rPr>
              <w:t>amount</w:t>
            </w:r>
            <w:r>
              <w:rPr>
                <w:rFonts w:ascii="Arial" w:eastAsia="Arial" w:hAnsi="Arial" w:cs="Arial"/>
                <w:spacing w:val="-1"/>
                <w:w w:val="93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of</w:t>
            </w:r>
            <w:r>
              <w:rPr>
                <w:rFonts w:ascii="Arial" w:eastAsia="Arial" w:hAnsi="Arial" w:cs="Arial"/>
                <w:spacing w:val="-23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93"/>
                <w:sz w:val="36"/>
                <w:szCs w:val="36"/>
              </w:rPr>
              <w:t>support</w:t>
            </w:r>
            <w:r>
              <w:rPr>
                <w:rFonts w:ascii="Arial" w:eastAsia="Arial" w:hAnsi="Arial" w:cs="Arial"/>
                <w:spacing w:val="23"/>
                <w:w w:val="93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93"/>
                <w:sz w:val="36"/>
                <w:szCs w:val="36"/>
              </w:rPr>
              <w:t>as</w:t>
            </w:r>
            <w:r>
              <w:rPr>
                <w:rFonts w:ascii="Arial" w:eastAsia="Arial" w:hAnsi="Arial" w:cs="Arial"/>
                <w:spacing w:val="-16"/>
                <w:w w:val="93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93"/>
                <w:sz w:val="36"/>
                <w:szCs w:val="36"/>
              </w:rPr>
              <w:t>gifts</w:t>
            </w:r>
            <w:r>
              <w:rPr>
                <w:rFonts w:ascii="Arial" w:eastAsia="Arial" w:hAnsi="Arial" w:cs="Arial"/>
                <w:spacing w:val="12"/>
                <w:w w:val="93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below.</w:t>
            </w:r>
          </w:p>
        </w:tc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5C68983" w14:textId="77777777" w:rsidR="008B2EA7" w:rsidRDefault="008B2EA7" w:rsidP="008B2EA7">
            <w:pPr>
              <w:spacing w:before="13"/>
              <w:ind w:left="1349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sz w:val="36"/>
                <w:szCs w:val="36"/>
              </w:rPr>
              <w:t>Amount</w:t>
            </w:r>
          </w:p>
        </w:tc>
      </w:tr>
      <w:tr w:rsidR="008B2EA7" w14:paraId="499DB614" w14:textId="77777777" w:rsidTr="008B2EA7">
        <w:trPr>
          <w:trHeight w:hRule="exact" w:val="486"/>
        </w:trPr>
        <w:tc>
          <w:tcPr>
            <w:tcW w:w="1166" w:type="dxa"/>
            <w:vMerge/>
            <w:tcBorders>
              <w:left w:val="nil"/>
              <w:right w:val="nil"/>
            </w:tcBorders>
          </w:tcPr>
          <w:p w14:paraId="4B6C0B0C" w14:textId="77777777" w:rsidR="008B2EA7" w:rsidRDefault="008B2EA7" w:rsidP="008B2EA7"/>
        </w:tc>
        <w:tc>
          <w:tcPr>
            <w:tcW w:w="16631" w:type="dxa"/>
            <w:vMerge w:val="restart"/>
            <w:tcBorders>
              <w:top w:val="single" w:sz="8" w:space="0" w:color="000000"/>
              <w:left w:val="nil"/>
              <w:right w:val="nil"/>
            </w:tcBorders>
          </w:tcPr>
          <w:p w14:paraId="0AF09F0F" w14:textId="77777777" w:rsidR="008B2EA7" w:rsidRDefault="008B2EA7" w:rsidP="008B2EA7">
            <w:pPr>
              <w:spacing w:before="34" w:line="280" w:lineRule="auto"/>
              <w:ind w:left="10" w:right="615"/>
              <w:jc w:val="both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sz w:val="36"/>
                <w:szCs w:val="36"/>
              </w:rPr>
              <w:t xml:space="preserve">Gifts   </w:t>
            </w:r>
            <w:proofErr w:type="gramStart"/>
            <w:r>
              <w:rPr>
                <w:rFonts w:ascii="Arial" w:eastAsia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pacing w:val="25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</w:t>
            </w:r>
            <w:proofErr w:type="gramEnd"/>
            <w:r>
              <w:rPr>
                <w:rFonts w:ascii="Arial" w:eastAsia="Arial" w:hAnsi="Arial" w:cs="Arial"/>
                <w:sz w:val="36"/>
                <w:szCs w:val="36"/>
              </w:rPr>
              <w:t xml:space="preserve">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36"/>
                <w:szCs w:val="36"/>
              </w:rPr>
              <w:t xml:space="preserve">. </w:t>
            </w:r>
            <w:r>
              <w:rPr>
                <w:rFonts w:ascii="Arial" w:eastAsia="Arial" w:hAnsi="Arial" w:cs="Arial"/>
                <w:sz w:val="36"/>
                <w:szCs w:val="36"/>
              </w:rPr>
              <w:t>Wages</w:t>
            </w:r>
            <w:r>
              <w:rPr>
                <w:rFonts w:ascii="Arial" w:eastAsia="Arial" w:hAnsi="Arial" w:cs="Arial"/>
                <w:spacing w:val="2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(gross</w:t>
            </w:r>
            <w:r>
              <w:rPr>
                <w:rFonts w:ascii="Arial" w:eastAsia="Arial" w:hAnsi="Arial" w:cs="Arial"/>
                <w:spacing w:val="-8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pay</w:t>
            </w:r>
            <w:proofErr w:type="gramStart"/>
            <w:r>
              <w:rPr>
                <w:rFonts w:ascii="Arial" w:eastAsia="Arial" w:hAnsi="Arial" w:cs="Arial"/>
                <w:sz w:val="36"/>
                <w:szCs w:val="36"/>
              </w:rPr>
              <w:t>)</w:t>
            </w:r>
            <w:r>
              <w:rPr>
                <w:rFonts w:ascii="Arial" w:eastAsia="Arial" w:hAnsi="Arial" w:cs="Arial"/>
                <w:spacing w:val="84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</w:t>
            </w:r>
            <w:proofErr w:type="gramEnd"/>
            <w:r>
              <w:rPr>
                <w:rFonts w:ascii="Arial" w:eastAsia="Arial" w:hAnsi="Arial" w:cs="Arial"/>
                <w:sz w:val="36"/>
                <w:szCs w:val="36"/>
              </w:rPr>
              <w:t xml:space="preserve">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36"/>
                <w:szCs w:val="36"/>
              </w:rPr>
              <w:t xml:space="preserve">. </w:t>
            </w:r>
            <w:proofErr w:type="gramStart"/>
            <w:r>
              <w:rPr>
                <w:rFonts w:ascii="Arial" w:eastAsia="Arial" w:hAnsi="Arial" w:cs="Arial"/>
                <w:sz w:val="36"/>
                <w:szCs w:val="36"/>
              </w:rPr>
              <w:t xml:space="preserve">Pensions </w:t>
            </w:r>
            <w:r>
              <w:rPr>
                <w:rFonts w:ascii="Arial" w:eastAsia="Arial" w:hAnsi="Arial" w:cs="Arial"/>
                <w:spacing w:val="59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</w:t>
            </w:r>
            <w:proofErr w:type="gramEnd"/>
            <w:r>
              <w:rPr>
                <w:rFonts w:ascii="Arial" w:eastAsia="Arial" w:hAnsi="Arial" w:cs="Arial"/>
                <w:sz w:val="36"/>
                <w:szCs w:val="36"/>
              </w:rPr>
              <w:t xml:space="preserve">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36"/>
                <w:szCs w:val="36"/>
              </w:rPr>
              <w:t xml:space="preserve">. </w:t>
            </w:r>
            <w:proofErr w:type="gramStart"/>
            <w:r>
              <w:rPr>
                <w:rFonts w:ascii="Arial" w:eastAsia="Arial" w:hAnsi="Arial" w:cs="Arial"/>
                <w:sz w:val="36"/>
                <w:szCs w:val="36"/>
              </w:rPr>
              <w:t xml:space="preserve">Unemployment </w:t>
            </w:r>
            <w:r>
              <w:rPr>
                <w:rFonts w:ascii="Arial" w:eastAsia="Arial" w:hAnsi="Arial" w:cs="Arial"/>
                <w:spacing w:val="85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</w:t>
            </w:r>
            <w:proofErr w:type="gramEnd"/>
            <w:r>
              <w:rPr>
                <w:rFonts w:ascii="Arial" w:eastAsia="Arial" w:hAnsi="Arial" w:cs="Arial"/>
                <w:sz w:val="36"/>
                <w:szCs w:val="36"/>
              </w:rPr>
              <w:t xml:space="preserve">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36"/>
                <w:szCs w:val="36"/>
              </w:rPr>
              <w:t xml:space="preserve">. </w:t>
            </w:r>
            <w:r>
              <w:rPr>
                <w:rFonts w:ascii="Arial" w:eastAsia="Arial" w:hAnsi="Arial" w:cs="Arial"/>
                <w:sz w:val="36"/>
                <w:szCs w:val="36"/>
              </w:rPr>
              <w:t>Social</w:t>
            </w:r>
            <w:r>
              <w:rPr>
                <w:rFonts w:ascii="Arial" w:eastAsia="Arial" w:hAnsi="Arial" w:cs="Arial"/>
                <w:spacing w:val="12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security </w:t>
            </w:r>
            <w:proofErr w:type="gramStart"/>
            <w:r>
              <w:rPr>
                <w:rFonts w:ascii="Arial" w:eastAsia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pacing w:val="72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</w:t>
            </w:r>
            <w:proofErr w:type="gramEnd"/>
            <w:r>
              <w:rPr>
                <w:rFonts w:ascii="Arial" w:eastAsia="Arial" w:hAnsi="Arial" w:cs="Arial"/>
                <w:sz w:val="36"/>
                <w:szCs w:val="36"/>
              </w:rPr>
              <w:t xml:space="preserve">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36"/>
                <w:szCs w:val="36"/>
              </w:rPr>
              <w:t xml:space="preserve">. </w:t>
            </w:r>
            <w:r>
              <w:rPr>
                <w:rFonts w:ascii="Arial" w:eastAsia="Arial" w:hAnsi="Arial" w:cs="Arial"/>
                <w:sz w:val="36"/>
                <w:szCs w:val="36"/>
              </w:rPr>
              <w:t>Government</w:t>
            </w:r>
            <w:r>
              <w:rPr>
                <w:rFonts w:ascii="Arial" w:eastAsia="Arial" w:hAnsi="Arial" w:cs="Arial"/>
                <w:spacing w:val="22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assistance,</w:t>
            </w:r>
            <w:r>
              <w:rPr>
                <w:rFonts w:ascii="Arial" w:eastAsia="Arial" w:hAnsi="Arial" w:cs="Arial"/>
                <w:spacing w:val="20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such</w:t>
            </w:r>
            <w:r>
              <w:rPr>
                <w:rFonts w:ascii="Arial" w:eastAsia="Arial" w:hAnsi="Arial" w:cs="Arial"/>
                <w:spacing w:val="25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as</w:t>
            </w:r>
            <w:r>
              <w:rPr>
                <w:rFonts w:ascii="Arial" w:eastAsia="Arial" w:hAnsi="Arial" w:cs="Arial"/>
                <w:spacing w:val="-2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housing,</w:t>
            </w:r>
            <w:r>
              <w:rPr>
                <w:rFonts w:ascii="Arial" w:eastAsia="Arial" w:hAnsi="Arial" w:cs="Arial"/>
                <w:spacing w:val="29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food</w:t>
            </w:r>
            <w:r>
              <w:rPr>
                <w:rFonts w:ascii="Arial" w:eastAsia="Arial" w:hAnsi="Arial" w:cs="Arial"/>
                <w:spacing w:val="44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stamps,</w:t>
            </w:r>
            <w:r>
              <w:rPr>
                <w:rFonts w:ascii="Arial" w:eastAsia="Arial" w:hAnsi="Arial" w:cs="Arial"/>
                <w:spacing w:val="40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grants,</w:t>
            </w:r>
            <w:r>
              <w:rPr>
                <w:rFonts w:ascii="Arial" w:eastAsia="Arial" w:hAnsi="Arial" w:cs="Arial"/>
                <w:spacing w:val="24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etc.   </w:t>
            </w:r>
            <w:proofErr w:type="gramStart"/>
            <w:r>
              <w:rPr>
                <w:rFonts w:ascii="Arial" w:eastAsia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pacing w:val="9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</w:t>
            </w:r>
            <w:proofErr w:type="gramEnd"/>
            <w:r>
              <w:rPr>
                <w:rFonts w:ascii="Arial" w:eastAsia="Arial" w:hAnsi="Arial" w:cs="Arial"/>
                <w:sz w:val="36"/>
                <w:szCs w:val="36"/>
              </w:rPr>
              <w:t xml:space="preserve">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36"/>
                <w:szCs w:val="36"/>
              </w:rPr>
              <w:t xml:space="preserve">.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Alimony  </w:t>
            </w:r>
            <w:proofErr w:type="gramStart"/>
            <w:r>
              <w:rPr>
                <w:rFonts w:ascii="Arial" w:eastAsia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pacing w:val="6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</w:t>
            </w:r>
            <w:proofErr w:type="gramEnd"/>
            <w:r>
              <w:rPr>
                <w:rFonts w:ascii="Arial" w:eastAsia="Arial" w:hAnsi="Arial" w:cs="Arial"/>
                <w:sz w:val="36"/>
                <w:szCs w:val="36"/>
              </w:rPr>
              <w:t xml:space="preserve">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36"/>
                <w:szCs w:val="36"/>
              </w:rPr>
              <w:t xml:space="preserve">. </w:t>
            </w:r>
            <w:r>
              <w:rPr>
                <w:rFonts w:ascii="Arial" w:eastAsia="Arial" w:hAnsi="Arial" w:cs="Arial"/>
                <w:sz w:val="36"/>
                <w:szCs w:val="36"/>
              </w:rPr>
              <w:t>Child</w:t>
            </w:r>
            <w:r>
              <w:rPr>
                <w:rFonts w:ascii="Arial" w:eastAsia="Arial" w:hAnsi="Arial" w:cs="Arial"/>
                <w:spacing w:val="18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support   </w:t>
            </w:r>
            <w:proofErr w:type="gramStart"/>
            <w:r>
              <w:rPr>
                <w:rFonts w:ascii="Arial" w:eastAsia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pacing w:val="75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</w:t>
            </w:r>
            <w:proofErr w:type="gramEnd"/>
            <w:r>
              <w:rPr>
                <w:rFonts w:ascii="Arial" w:eastAsia="Arial" w:hAnsi="Arial" w:cs="Arial"/>
                <w:sz w:val="36"/>
                <w:szCs w:val="36"/>
              </w:rPr>
              <w:t xml:space="preserve">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36"/>
                <w:szCs w:val="36"/>
              </w:rPr>
              <w:t xml:space="preserve">. </w:t>
            </w:r>
            <w:r>
              <w:rPr>
                <w:rFonts w:ascii="Arial" w:eastAsia="Arial" w:hAnsi="Arial" w:cs="Arial"/>
                <w:sz w:val="36"/>
                <w:szCs w:val="36"/>
              </w:rPr>
              <w:t>Self-employment</w:t>
            </w:r>
            <w:r>
              <w:rPr>
                <w:rFonts w:ascii="Arial" w:eastAsia="Arial" w:hAnsi="Arial" w:cs="Arial"/>
                <w:spacing w:val="83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business</w:t>
            </w:r>
            <w:r>
              <w:rPr>
                <w:rFonts w:ascii="Arial" w:eastAsia="Arial" w:hAnsi="Arial" w:cs="Arial"/>
                <w:spacing w:val="16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income   </w:t>
            </w:r>
            <w:proofErr w:type="gramStart"/>
            <w:r>
              <w:rPr>
                <w:rFonts w:ascii="Arial" w:eastAsia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pacing w:val="35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</w:t>
            </w:r>
            <w:proofErr w:type="gramEnd"/>
            <w:r>
              <w:rPr>
                <w:rFonts w:ascii="Arial" w:eastAsia="Arial" w:hAnsi="Arial" w:cs="Arial"/>
                <w:sz w:val="36"/>
                <w:szCs w:val="36"/>
              </w:rPr>
              <w:t xml:space="preserve">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36"/>
                <w:szCs w:val="36"/>
              </w:rPr>
              <w:t xml:space="preserve">. </w:t>
            </w:r>
            <w:r>
              <w:rPr>
                <w:rFonts w:ascii="Arial" w:eastAsia="Arial" w:hAnsi="Arial" w:cs="Arial"/>
                <w:sz w:val="36"/>
                <w:szCs w:val="36"/>
              </w:rPr>
              <w:t>Rental</w:t>
            </w:r>
            <w:r>
              <w:rPr>
                <w:rFonts w:ascii="Arial" w:eastAsia="Arial" w:hAnsi="Arial" w:cs="Arial"/>
                <w:spacing w:val="-8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income  </w:t>
            </w:r>
            <w:proofErr w:type="gramStart"/>
            <w:r>
              <w:rPr>
                <w:rFonts w:ascii="Arial" w:eastAsia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pacing w:val="22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</w:t>
            </w:r>
            <w:proofErr w:type="gramEnd"/>
            <w:r>
              <w:rPr>
                <w:rFonts w:ascii="Arial" w:eastAsia="Arial" w:hAnsi="Arial" w:cs="Arial"/>
                <w:sz w:val="36"/>
                <w:szCs w:val="36"/>
              </w:rPr>
              <w:t xml:space="preserve">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36"/>
                <w:szCs w:val="36"/>
              </w:rPr>
              <w:t xml:space="preserve">. </w:t>
            </w:r>
            <w:r>
              <w:rPr>
                <w:rFonts w:ascii="Arial" w:eastAsia="Arial" w:hAnsi="Arial" w:cs="Arial"/>
                <w:sz w:val="36"/>
                <w:szCs w:val="36"/>
              </w:rPr>
              <w:t>Interest</w:t>
            </w:r>
            <w:r>
              <w:rPr>
                <w:rFonts w:ascii="Arial" w:eastAsia="Arial" w:hAnsi="Arial" w:cs="Arial"/>
                <w:spacing w:val="14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and</w:t>
            </w:r>
            <w:r>
              <w:rPr>
                <w:rFonts w:ascii="Arial" w:eastAsia="Arial" w:hAnsi="Arial" w:cs="Arial"/>
                <w:spacing w:val="14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dividends    </w:t>
            </w:r>
            <w:proofErr w:type="gramStart"/>
            <w:r>
              <w:rPr>
                <w:rFonts w:ascii="Arial" w:eastAsia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pacing w:val="15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</w:t>
            </w:r>
            <w:proofErr w:type="gramEnd"/>
            <w:r>
              <w:rPr>
                <w:rFonts w:ascii="Arial" w:eastAsia="Arial" w:hAnsi="Arial" w:cs="Arial"/>
                <w:sz w:val="36"/>
                <w:szCs w:val="36"/>
              </w:rPr>
              <w:t xml:space="preserve">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36"/>
                <w:szCs w:val="36"/>
              </w:rPr>
              <w:t xml:space="preserve">. </w:t>
            </w:r>
            <w:r>
              <w:rPr>
                <w:rFonts w:ascii="Arial" w:eastAsia="Arial" w:hAnsi="Arial" w:cs="Arial"/>
                <w:sz w:val="36"/>
                <w:szCs w:val="36"/>
              </w:rPr>
              <w:t>Other</w:t>
            </w:r>
            <w:r>
              <w:rPr>
                <w:rFonts w:ascii="Arial" w:eastAsia="Arial" w:hAnsi="Arial" w:cs="Arial"/>
                <w:spacing w:val="1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income,</w:t>
            </w:r>
            <w:r>
              <w:rPr>
                <w:rFonts w:ascii="Arial" w:eastAsia="Arial" w:hAnsi="Arial" w:cs="Arial"/>
                <w:spacing w:val="2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such</w:t>
            </w:r>
            <w:r>
              <w:rPr>
                <w:rFonts w:ascii="Arial" w:eastAsia="Arial" w:hAnsi="Arial" w:cs="Arial"/>
                <w:spacing w:val="25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as</w:t>
            </w:r>
            <w:r>
              <w:rPr>
                <w:rFonts w:ascii="Arial" w:eastAsia="Arial" w:hAnsi="Arial" w:cs="Arial"/>
                <w:spacing w:val="-2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disability</w:t>
            </w:r>
            <w:r>
              <w:rPr>
                <w:rFonts w:ascii="Arial" w:eastAsia="Arial" w:hAnsi="Arial" w:cs="Arial"/>
                <w:spacing w:val="43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payments,</w:t>
            </w:r>
            <w:r>
              <w:rPr>
                <w:rFonts w:ascii="Arial" w:eastAsia="Arial" w:hAnsi="Arial" w:cs="Arial"/>
                <w:spacing w:val="35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gambling</w:t>
            </w:r>
            <w:r>
              <w:rPr>
                <w:rFonts w:ascii="Arial" w:eastAsia="Arial" w:hAnsi="Arial" w:cs="Arial"/>
                <w:spacing w:val="46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winnings,</w:t>
            </w:r>
            <w:r>
              <w:rPr>
                <w:rFonts w:ascii="Arial" w:eastAsia="Arial" w:hAnsi="Arial" w:cs="Arial"/>
                <w:spacing w:val="32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etc.</w:t>
            </w:r>
            <w:r>
              <w:rPr>
                <w:rFonts w:ascii="Arial" w:eastAsia="Arial" w:hAnsi="Arial" w:cs="Arial"/>
                <w:spacing w:val="25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List</w:t>
            </w:r>
            <w:r>
              <w:rPr>
                <w:rFonts w:ascii="Arial" w:eastAsia="Arial" w:hAnsi="Arial" w:cs="Arial"/>
                <w:spacing w:val="19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each</w:t>
            </w:r>
            <w:r>
              <w:rPr>
                <w:rFonts w:ascii="Arial" w:eastAsia="Arial" w:hAnsi="Arial" w:cs="Arial"/>
                <w:spacing w:val="10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type</w:t>
            </w:r>
            <w:r>
              <w:rPr>
                <w:rFonts w:ascii="Arial" w:eastAsia="Arial" w:hAnsi="Arial" w:cs="Arial"/>
                <w:spacing w:val="29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36"/>
                <w:szCs w:val="36"/>
              </w:rPr>
              <w:t>below:</w:t>
            </w:r>
          </w:p>
          <w:p w14:paraId="4C12B1CE" w14:textId="77777777" w:rsidR="008B2EA7" w:rsidRDefault="008B2EA7" w:rsidP="008B2EA7">
            <w:pPr>
              <w:spacing w:before="3" w:line="281" w:lineRule="auto"/>
              <w:ind w:left="302" w:right="15464"/>
              <w:jc w:val="both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752448" behindDoc="1" locked="0" layoutInCell="1" allowOverlap="1" wp14:anchorId="6ABC470A" wp14:editId="53FE4570">
                      <wp:simplePos x="0" y="0"/>
                      <wp:positionH relativeFrom="page">
                        <wp:posOffset>793750</wp:posOffset>
                      </wp:positionH>
                      <wp:positionV relativeFrom="paragraph">
                        <wp:posOffset>800735</wp:posOffset>
                      </wp:positionV>
                      <wp:extent cx="9533255" cy="0"/>
                      <wp:effectExtent l="13335" t="6985" r="6985" b="12065"/>
                      <wp:wrapNone/>
                      <wp:docPr id="131" name="Group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33255" cy="0"/>
                                <a:chOff x="3696" y="-521"/>
                                <a:chExt cx="15013" cy="0"/>
                              </a:xfrm>
                            </wpg:grpSpPr>
                            <wps:wsp>
                              <wps:cNvPr id="132" name="Freeform 2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96" y="-521"/>
                                  <a:ext cx="15013" cy="0"/>
                                </a:xfrm>
                                <a:custGeom>
                                  <a:avLst/>
                                  <a:gdLst>
                                    <a:gd name="T0" fmla="+- 0 3696 3696"/>
                                    <a:gd name="T1" fmla="*/ T0 w 15013"/>
                                    <a:gd name="T2" fmla="+- 0 18709 3696"/>
                                    <a:gd name="T3" fmla="*/ T2 w 15013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15013">
                                      <a:moveTo>
                                        <a:pt x="0" y="0"/>
                                      </a:moveTo>
                                      <a:lnTo>
                                        <a:pt x="1501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852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A47861" id="Group 131" o:spid="_x0000_s1026" style="position:absolute;margin-left:62.5pt;margin-top:63.05pt;width:750.65pt;height:0;z-index:-251564032;mso-position-horizontal-relative:page" coordorigin="3696,-521" coordsize="1501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">
                      <v:shape id="Freeform 234" o:spid="_x0000_s1027" style="position:absolute;left:3696;top:-521;width:15013;height:0;visibility:visible;mso-wrap-style:square;v-text-anchor:top" coordsize="150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" path="m,l15013,e" filled="f" strokeweight=".357mm">
                        <v:stroke dashstyle="dash"/>
                        <v:path arrowok="t" o:connecttype="custom" o:connectlocs="0,0;15013,0" o:connectangles="0,0"/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751424" behindDoc="1" locked="0" layoutInCell="1" allowOverlap="1" wp14:anchorId="5CBACEB9" wp14:editId="059984C6">
                      <wp:simplePos x="0" y="0"/>
                      <wp:positionH relativeFrom="page">
                        <wp:posOffset>793750</wp:posOffset>
                      </wp:positionH>
                      <wp:positionV relativeFrom="paragraph">
                        <wp:posOffset>530225</wp:posOffset>
                      </wp:positionV>
                      <wp:extent cx="9533255" cy="0"/>
                      <wp:effectExtent l="0" t="0" r="0" b="0"/>
                      <wp:wrapNone/>
                      <wp:docPr id="133" name="Group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33255" cy="0"/>
                                <a:chOff x="3696" y="-1007"/>
                                <a:chExt cx="15013" cy="0"/>
                              </a:xfrm>
                            </wpg:grpSpPr>
                            <wps:wsp>
                              <wps:cNvPr id="134" name="Freeform 2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96" y="-1007"/>
                                  <a:ext cx="15013" cy="0"/>
                                </a:xfrm>
                                <a:custGeom>
                                  <a:avLst/>
                                  <a:gdLst>
                                    <a:gd name="T0" fmla="+- 0 3696 3696"/>
                                    <a:gd name="T1" fmla="*/ T0 w 15013"/>
                                    <a:gd name="T2" fmla="+- 0 18709 3696"/>
                                    <a:gd name="T3" fmla="*/ T2 w 15013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15013">
                                      <a:moveTo>
                                        <a:pt x="0" y="0"/>
                                      </a:moveTo>
                                      <a:lnTo>
                                        <a:pt x="1501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852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88CF618" id="Group 133" o:spid="_x0000_s1026" style="position:absolute;margin-left:62.5pt;margin-top:41.75pt;width:750.65pt;height:0;z-index:-251565056;mso-position-horizontal-relative:page" coordorigin="3696,-1007" coordsize="1501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">
                      <v:shape id="Freeform 232" o:spid="_x0000_s1027" style="position:absolute;left:3696;top:-1007;width:15013;height:0;visibility:visible;mso-wrap-style:square;v-text-anchor:top" coordsize="150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" path="m,l15013,e" filled="f" strokeweight=".357mm">
                        <v:stroke dashstyle="dash"/>
                        <v:path arrowok="t" o:connecttype="custom" o:connectlocs="0,0;15013,0" o:connectangles="0,0"/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750400" behindDoc="1" locked="0" layoutInCell="1" allowOverlap="1" wp14:anchorId="6D87532E" wp14:editId="7B8EEED6">
                      <wp:simplePos x="0" y="0"/>
                      <wp:positionH relativeFrom="page">
                        <wp:posOffset>806450</wp:posOffset>
                      </wp:positionH>
                      <wp:positionV relativeFrom="paragraph">
                        <wp:posOffset>247015</wp:posOffset>
                      </wp:positionV>
                      <wp:extent cx="9533255" cy="0"/>
                      <wp:effectExtent l="0" t="0" r="0" b="0"/>
                      <wp:wrapNone/>
                      <wp:docPr id="135" name="Group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33255" cy="0"/>
                                <a:chOff x="3696" y="-1493"/>
                                <a:chExt cx="15013" cy="0"/>
                              </a:xfrm>
                            </wpg:grpSpPr>
                            <wps:wsp>
                              <wps:cNvPr id="136" name="Freeform 2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96" y="-1493"/>
                                  <a:ext cx="15013" cy="0"/>
                                </a:xfrm>
                                <a:custGeom>
                                  <a:avLst/>
                                  <a:gdLst>
                                    <a:gd name="T0" fmla="+- 0 3696 3696"/>
                                    <a:gd name="T1" fmla="*/ T0 w 15013"/>
                                    <a:gd name="T2" fmla="+- 0 18709 3696"/>
                                    <a:gd name="T3" fmla="*/ T2 w 15013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15013">
                                      <a:moveTo>
                                        <a:pt x="0" y="0"/>
                                      </a:moveTo>
                                      <a:lnTo>
                                        <a:pt x="1501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852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500616" id="Group 135" o:spid="_x0000_s1026" style="position:absolute;margin-left:63.5pt;margin-top:19.45pt;width:750.65pt;height:0;z-index:-251566080;mso-position-horizontal-relative:page" coordorigin="3696,-1493" coordsize="1501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">
                      <v:shape id="Freeform 230" o:spid="_x0000_s1027" style="position:absolute;left:3696;top:-1493;width:15013;height:0;visibility:visible;mso-wrap-style:square;v-text-anchor:top" coordsize="150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" path="m,l15013,e" filled="f" strokeweight=".357mm">
                        <v:stroke dashstyle="dash"/>
                        <v:path arrowok="t" o:connecttype="custom" o:connectlocs="0,0;15013,0" o:connectangles="0,0"/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Type </w:t>
            </w:r>
            <w:proofErr w:type="spellStart"/>
            <w:r>
              <w:rPr>
                <w:rFonts w:ascii="Arial" w:eastAsia="Arial" w:hAnsi="Arial" w:cs="Arial"/>
                <w:sz w:val="36"/>
                <w:szCs w:val="36"/>
              </w:rPr>
              <w:t>Type</w:t>
            </w:r>
            <w:proofErr w:type="spellEnd"/>
            <w:r>
              <w:rPr>
                <w:rFonts w:ascii="Arial" w:eastAsia="Arial" w:hAnsi="Arial" w:cs="Arial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36"/>
                <w:szCs w:val="36"/>
              </w:rPr>
              <w:t>Type</w:t>
            </w:r>
            <w:proofErr w:type="spellEnd"/>
          </w:p>
          <w:p w14:paraId="043BFDE3" w14:textId="77777777" w:rsidR="008B2EA7" w:rsidRDefault="008B2EA7" w:rsidP="008B2EA7">
            <w:pPr>
              <w:spacing w:before="2"/>
              <w:ind w:right="292"/>
              <w:jc w:val="right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sz w:val="36"/>
                <w:szCs w:val="36"/>
              </w:rPr>
              <w:t>Total</w:t>
            </w:r>
            <w:r>
              <w:rPr>
                <w:rFonts w:ascii="Arial" w:eastAsia="Arial" w:hAnsi="Arial" w:cs="Arial"/>
                <w:b/>
                <w:spacing w:val="19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b/>
                <w:sz w:val="36"/>
                <w:szCs w:val="36"/>
              </w:rPr>
              <w:t>Monthly</w:t>
            </w:r>
            <w:r>
              <w:rPr>
                <w:rFonts w:ascii="Arial" w:eastAsia="Arial" w:hAnsi="Arial" w:cs="Arial"/>
                <w:b/>
                <w:spacing w:val="16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b/>
                <w:w w:val="102"/>
                <w:sz w:val="36"/>
                <w:szCs w:val="36"/>
              </w:rPr>
              <w:t>Income</w:t>
            </w:r>
          </w:p>
        </w:tc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C879CF9" w14:textId="77777777" w:rsidR="008B2EA7" w:rsidRDefault="008B2EA7" w:rsidP="008B2EA7"/>
        </w:tc>
      </w:tr>
      <w:tr w:rsidR="008B2EA7" w14:paraId="28BF1614" w14:textId="77777777" w:rsidTr="008B2EA7">
        <w:trPr>
          <w:trHeight w:hRule="exact" w:val="486"/>
        </w:trPr>
        <w:tc>
          <w:tcPr>
            <w:tcW w:w="1166" w:type="dxa"/>
            <w:vMerge/>
            <w:tcBorders>
              <w:left w:val="nil"/>
              <w:right w:val="nil"/>
            </w:tcBorders>
          </w:tcPr>
          <w:p w14:paraId="425EEAE4" w14:textId="77777777" w:rsidR="008B2EA7" w:rsidRDefault="008B2EA7" w:rsidP="008B2EA7"/>
        </w:tc>
        <w:tc>
          <w:tcPr>
            <w:tcW w:w="16631" w:type="dxa"/>
            <w:vMerge/>
            <w:tcBorders>
              <w:left w:val="nil"/>
              <w:right w:val="nil"/>
            </w:tcBorders>
          </w:tcPr>
          <w:p w14:paraId="4E660D8F" w14:textId="77777777" w:rsidR="008B2EA7" w:rsidRDefault="008B2EA7" w:rsidP="008B2EA7"/>
        </w:tc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C2313E5" w14:textId="77777777" w:rsidR="008B2EA7" w:rsidRDefault="008B2EA7" w:rsidP="008B2EA7"/>
        </w:tc>
      </w:tr>
      <w:tr w:rsidR="008B2EA7" w14:paraId="2F80AD28" w14:textId="77777777" w:rsidTr="008B2EA7">
        <w:trPr>
          <w:trHeight w:hRule="exact" w:val="486"/>
        </w:trPr>
        <w:tc>
          <w:tcPr>
            <w:tcW w:w="1166" w:type="dxa"/>
            <w:vMerge/>
            <w:tcBorders>
              <w:left w:val="nil"/>
              <w:right w:val="nil"/>
            </w:tcBorders>
          </w:tcPr>
          <w:p w14:paraId="45BEC798" w14:textId="77777777" w:rsidR="008B2EA7" w:rsidRDefault="008B2EA7" w:rsidP="008B2EA7"/>
        </w:tc>
        <w:tc>
          <w:tcPr>
            <w:tcW w:w="16631" w:type="dxa"/>
            <w:vMerge/>
            <w:tcBorders>
              <w:left w:val="nil"/>
              <w:right w:val="nil"/>
            </w:tcBorders>
          </w:tcPr>
          <w:p w14:paraId="42FBF340" w14:textId="77777777" w:rsidR="008B2EA7" w:rsidRDefault="008B2EA7" w:rsidP="008B2EA7"/>
        </w:tc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56AFC0B4" w14:textId="77777777" w:rsidR="008B2EA7" w:rsidRDefault="008B2EA7" w:rsidP="008B2EA7"/>
        </w:tc>
      </w:tr>
      <w:tr w:rsidR="008B2EA7" w14:paraId="25CF3469" w14:textId="77777777" w:rsidTr="008B2EA7">
        <w:trPr>
          <w:trHeight w:hRule="exact" w:val="486"/>
        </w:trPr>
        <w:tc>
          <w:tcPr>
            <w:tcW w:w="1166" w:type="dxa"/>
            <w:vMerge/>
            <w:tcBorders>
              <w:left w:val="nil"/>
              <w:right w:val="nil"/>
            </w:tcBorders>
          </w:tcPr>
          <w:p w14:paraId="767FA35B" w14:textId="77777777" w:rsidR="008B2EA7" w:rsidRDefault="008B2EA7" w:rsidP="008B2EA7"/>
        </w:tc>
        <w:tc>
          <w:tcPr>
            <w:tcW w:w="16631" w:type="dxa"/>
            <w:vMerge/>
            <w:tcBorders>
              <w:left w:val="nil"/>
              <w:right w:val="nil"/>
            </w:tcBorders>
          </w:tcPr>
          <w:p w14:paraId="19AAD35F" w14:textId="77777777" w:rsidR="008B2EA7" w:rsidRDefault="008B2EA7" w:rsidP="008B2EA7"/>
        </w:tc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97B99FC" w14:textId="77777777" w:rsidR="008B2EA7" w:rsidRDefault="008B2EA7" w:rsidP="008B2EA7"/>
        </w:tc>
      </w:tr>
      <w:tr w:rsidR="008B2EA7" w14:paraId="5498FD7C" w14:textId="77777777" w:rsidTr="008B2EA7">
        <w:trPr>
          <w:trHeight w:hRule="exact" w:val="486"/>
        </w:trPr>
        <w:tc>
          <w:tcPr>
            <w:tcW w:w="1166" w:type="dxa"/>
            <w:vMerge/>
            <w:tcBorders>
              <w:left w:val="nil"/>
              <w:right w:val="nil"/>
            </w:tcBorders>
          </w:tcPr>
          <w:p w14:paraId="191A6E26" w14:textId="77777777" w:rsidR="008B2EA7" w:rsidRDefault="008B2EA7" w:rsidP="008B2EA7"/>
        </w:tc>
        <w:tc>
          <w:tcPr>
            <w:tcW w:w="16631" w:type="dxa"/>
            <w:vMerge/>
            <w:tcBorders>
              <w:left w:val="nil"/>
              <w:right w:val="nil"/>
            </w:tcBorders>
          </w:tcPr>
          <w:p w14:paraId="26005EA7" w14:textId="77777777" w:rsidR="008B2EA7" w:rsidRDefault="008B2EA7" w:rsidP="008B2EA7"/>
        </w:tc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73C0501" w14:textId="77777777" w:rsidR="008B2EA7" w:rsidRDefault="008B2EA7" w:rsidP="008B2EA7"/>
        </w:tc>
      </w:tr>
      <w:tr w:rsidR="008B2EA7" w14:paraId="21ACD9A3" w14:textId="77777777" w:rsidTr="008B2EA7">
        <w:trPr>
          <w:trHeight w:hRule="exact" w:val="486"/>
        </w:trPr>
        <w:tc>
          <w:tcPr>
            <w:tcW w:w="1166" w:type="dxa"/>
            <w:vMerge/>
            <w:tcBorders>
              <w:left w:val="nil"/>
              <w:right w:val="nil"/>
            </w:tcBorders>
          </w:tcPr>
          <w:p w14:paraId="0C415D49" w14:textId="77777777" w:rsidR="008B2EA7" w:rsidRDefault="008B2EA7" w:rsidP="008B2EA7"/>
        </w:tc>
        <w:tc>
          <w:tcPr>
            <w:tcW w:w="16631" w:type="dxa"/>
            <w:vMerge/>
            <w:tcBorders>
              <w:left w:val="nil"/>
              <w:right w:val="nil"/>
            </w:tcBorders>
          </w:tcPr>
          <w:p w14:paraId="42A467D3" w14:textId="77777777" w:rsidR="008B2EA7" w:rsidRDefault="008B2EA7" w:rsidP="008B2EA7"/>
        </w:tc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82FED3C" w14:textId="77777777" w:rsidR="008B2EA7" w:rsidRDefault="008B2EA7" w:rsidP="008B2EA7"/>
        </w:tc>
      </w:tr>
      <w:tr w:rsidR="008B2EA7" w14:paraId="6E59D24E" w14:textId="77777777" w:rsidTr="008B2EA7">
        <w:trPr>
          <w:trHeight w:hRule="exact" w:val="486"/>
        </w:trPr>
        <w:tc>
          <w:tcPr>
            <w:tcW w:w="1166" w:type="dxa"/>
            <w:vMerge/>
            <w:tcBorders>
              <w:left w:val="nil"/>
              <w:right w:val="nil"/>
            </w:tcBorders>
          </w:tcPr>
          <w:p w14:paraId="7F25F696" w14:textId="77777777" w:rsidR="008B2EA7" w:rsidRDefault="008B2EA7" w:rsidP="008B2EA7"/>
        </w:tc>
        <w:tc>
          <w:tcPr>
            <w:tcW w:w="16631" w:type="dxa"/>
            <w:vMerge/>
            <w:tcBorders>
              <w:left w:val="nil"/>
              <w:right w:val="nil"/>
            </w:tcBorders>
          </w:tcPr>
          <w:p w14:paraId="6E71D76B" w14:textId="77777777" w:rsidR="008B2EA7" w:rsidRDefault="008B2EA7" w:rsidP="008B2EA7"/>
        </w:tc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06218B0" w14:textId="77777777" w:rsidR="008B2EA7" w:rsidRDefault="008B2EA7" w:rsidP="008B2EA7"/>
        </w:tc>
      </w:tr>
      <w:tr w:rsidR="008B2EA7" w14:paraId="29153FF8" w14:textId="77777777" w:rsidTr="008B2EA7">
        <w:trPr>
          <w:trHeight w:hRule="exact" w:val="486"/>
        </w:trPr>
        <w:tc>
          <w:tcPr>
            <w:tcW w:w="1166" w:type="dxa"/>
            <w:vMerge/>
            <w:tcBorders>
              <w:left w:val="nil"/>
              <w:right w:val="nil"/>
            </w:tcBorders>
          </w:tcPr>
          <w:p w14:paraId="06E5E749" w14:textId="77777777" w:rsidR="008B2EA7" w:rsidRDefault="008B2EA7" w:rsidP="008B2EA7"/>
        </w:tc>
        <w:tc>
          <w:tcPr>
            <w:tcW w:w="16631" w:type="dxa"/>
            <w:vMerge/>
            <w:tcBorders>
              <w:left w:val="nil"/>
              <w:right w:val="nil"/>
            </w:tcBorders>
          </w:tcPr>
          <w:p w14:paraId="3CE69331" w14:textId="77777777" w:rsidR="008B2EA7" w:rsidRDefault="008B2EA7" w:rsidP="008B2EA7"/>
        </w:tc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4A99710" w14:textId="77777777" w:rsidR="008B2EA7" w:rsidRDefault="008B2EA7" w:rsidP="008B2EA7"/>
        </w:tc>
      </w:tr>
      <w:tr w:rsidR="008B2EA7" w14:paraId="60D78800" w14:textId="77777777" w:rsidTr="008B2EA7">
        <w:trPr>
          <w:trHeight w:hRule="exact" w:val="486"/>
        </w:trPr>
        <w:tc>
          <w:tcPr>
            <w:tcW w:w="1166" w:type="dxa"/>
            <w:vMerge/>
            <w:tcBorders>
              <w:left w:val="nil"/>
              <w:right w:val="nil"/>
            </w:tcBorders>
          </w:tcPr>
          <w:p w14:paraId="2F43CA03" w14:textId="77777777" w:rsidR="008B2EA7" w:rsidRDefault="008B2EA7" w:rsidP="008B2EA7"/>
        </w:tc>
        <w:tc>
          <w:tcPr>
            <w:tcW w:w="16631" w:type="dxa"/>
            <w:vMerge/>
            <w:tcBorders>
              <w:left w:val="nil"/>
              <w:right w:val="nil"/>
            </w:tcBorders>
          </w:tcPr>
          <w:p w14:paraId="56A9A26A" w14:textId="77777777" w:rsidR="008B2EA7" w:rsidRDefault="008B2EA7" w:rsidP="008B2EA7"/>
        </w:tc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4C8A7BB" w14:textId="77777777" w:rsidR="008B2EA7" w:rsidRDefault="008B2EA7" w:rsidP="008B2EA7"/>
        </w:tc>
      </w:tr>
      <w:tr w:rsidR="008B2EA7" w14:paraId="3FA323C5" w14:textId="77777777" w:rsidTr="008B2EA7">
        <w:trPr>
          <w:trHeight w:hRule="exact" w:val="486"/>
        </w:trPr>
        <w:tc>
          <w:tcPr>
            <w:tcW w:w="1166" w:type="dxa"/>
            <w:vMerge/>
            <w:tcBorders>
              <w:left w:val="nil"/>
              <w:right w:val="nil"/>
            </w:tcBorders>
          </w:tcPr>
          <w:p w14:paraId="47894463" w14:textId="77777777" w:rsidR="008B2EA7" w:rsidRDefault="008B2EA7" w:rsidP="008B2EA7"/>
        </w:tc>
        <w:tc>
          <w:tcPr>
            <w:tcW w:w="16631" w:type="dxa"/>
            <w:vMerge/>
            <w:tcBorders>
              <w:left w:val="nil"/>
              <w:right w:val="nil"/>
            </w:tcBorders>
          </w:tcPr>
          <w:p w14:paraId="78116261" w14:textId="77777777" w:rsidR="008B2EA7" w:rsidRDefault="008B2EA7" w:rsidP="008B2EA7"/>
        </w:tc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DF809F7" w14:textId="77777777" w:rsidR="008B2EA7" w:rsidRDefault="008B2EA7" w:rsidP="008B2EA7"/>
        </w:tc>
      </w:tr>
      <w:tr w:rsidR="008B2EA7" w14:paraId="6CBC9BAA" w14:textId="77777777" w:rsidTr="008B2EA7">
        <w:trPr>
          <w:trHeight w:hRule="exact" w:val="486"/>
        </w:trPr>
        <w:tc>
          <w:tcPr>
            <w:tcW w:w="1166" w:type="dxa"/>
            <w:vMerge/>
            <w:tcBorders>
              <w:left w:val="nil"/>
              <w:right w:val="nil"/>
            </w:tcBorders>
          </w:tcPr>
          <w:p w14:paraId="70A00AA4" w14:textId="77777777" w:rsidR="008B2EA7" w:rsidRDefault="008B2EA7" w:rsidP="008B2EA7"/>
        </w:tc>
        <w:tc>
          <w:tcPr>
            <w:tcW w:w="16631" w:type="dxa"/>
            <w:vMerge/>
            <w:tcBorders>
              <w:left w:val="nil"/>
              <w:right w:val="nil"/>
            </w:tcBorders>
          </w:tcPr>
          <w:p w14:paraId="46C519C2" w14:textId="77777777" w:rsidR="008B2EA7" w:rsidRDefault="008B2EA7" w:rsidP="008B2EA7"/>
        </w:tc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279FBC6" w14:textId="77777777" w:rsidR="008B2EA7" w:rsidRDefault="008B2EA7" w:rsidP="008B2EA7"/>
        </w:tc>
      </w:tr>
      <w:tr w:rsidR="008B2EA7" w14:paraId="080BBBF6" w14:textId="77777777" w:rsidTr="008B2EA7">
        <w:trPr>
          <w:trHeight w:hRule="exact" w:val="486"/>
        </w:trPr>
        <w:tc>
          <w:tcPr>
            <w:tcW w:w="1166" w:type="dxa"/>
            <w:vMerge/>
            <w:tcBorders>
              <w:left w:val="nil"/>
              <w:right w:val="nil"/>
            </w:tcBorders>
          </w:tcPr>
          <w:p w14:paraId="1AACC691" w14:textId="77777777" w:rsidR="008B2EA7" w:rsidRDefault="008B2EA7" w:rsidP="008B2EA7"/>
        </w:tc>
        <w:tc>
          <w:tcPr>
            <w:tcW w:w="16631" w:type="dxa"/>
            <w:vMerge/>
            <w:tcBorders>
              <w:left w:val="nil"/>
              <w:right w:val="nil"/>
            </w:tcBorders>
          </w:tcPr>
          <w:p w14:paraId="714A5B40" w14:textId="77777777" w:rsidR="008B2EA7" w:rsidRDefault="008B2EA7" w:rsidP="008B2EA7"/>
        </w:tc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C0C0C0"/>
          </w:tcPr>
          <w:p w14:paraId="4C9B9764" w14:textId="77777777" w:rsidR="008B2EA7" w:rsidRDefault="008B2EA7" w:rsidP="008B2EA7"/>
        </w:tc>
      </w:tr>
      <w:tr w:rsidR="008B2EA7" w14:paraId="638164F0" w14:textId="77777777" w:rsidTr="008B2EA7">
        <w:trPr>
          <w:trHeight w:hRule="exact" w:val="486"/>
        </w:trPr>
        <w:tc>
          <w:tcPr>
            <w:tcW w:w="1166" w:type="dxa"/>
            <w:vMerge/>
            <w:tcBorders>
              <w:left w:val="nil"/>
              <w:right w:val="nil"/>
            </w:tcBorders>
          </w:tcPr>
          <w:p w14:paraId="45367DAC" w14:textId="77777777" w:rsidR="008B2EA7" w:rsidRDefault="008B2EA7" w:rsidP="008B2EA7"/>
        </w:tc>
        <w:tc>
          <w:tcPr>
            <w:tcW w:w="16631" w:type="dxa"/>
            <w:vMerge/>
            <w:tcBorders>
              <w:left w:val="nil"/>
              <w:right w:val="nil"/>
            </w:tcBorders>
          </w:tcPr>
          <w:p w14:paraId="567FF6E4" w14:textId="77777777" w:rsidR="008B2EA7" w:rsidRDefault="008B2EA7" w:rsidP="008B2EA7"/>
        </w:tc>
        <w:tc>
          <w:tcPr>
            <w:tcW w:w="40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062F66A4" w14:textId="77777777" w:rsidR="008B2EA7" w:rsidRDefault="008B2EA7" w:rsidP="008B2EA7"/>
        </w:tc>
      </w:tr>
      <w:tr w:rsidR="008B2EA7" w14:paraId="5C189B4C" w14:textId="77777777" w:rsidTr="008B2EA7">
        <w:trPr>
          <w:trHeight w:hRule="exact" w:val="486"/>
        </w:trPr>
        <w:tc>
          <w:tcPr>
            <w:tcW w:w="1166" w:type="dxa"/>
            <w:vMerge/>
            <w:tcBorders>
              <w:left w:val="nil"/>
              <w:right w:val="nil"/>
            </w:tcBorders>
          </w:tcPr>
          <w:p w14:paraId="760A3056" w14:textId="77777777" w:rsidR="008B2EA7" w:rsidRDefault="008B2EA7" w:rsidP="008B2EA7"/>
        </w:tc>
        <w:tc>
          <w:tcPr>
            <w:tcW w:w="16631" w:type="dxa"/>
            <w:vMerge/>
            <w:tcBorders>
              <w:left w:val="nil"/>
              <w:right w:val="nil"/>
            </w:tcBorders>
          </w:tcPr>
          <w:p w14:paraId="7FED5BAF" w14:textId="77777777" w:rsidR="008B2EA7" w:rsidRDefault="008B2EA7" w:rsidP="008B2EA7"/>
        </w:tc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FE33FEF" w14:textId="77777777" w:rsidR="008B2EA7" w:rsidRDefault="008B2EA7" w:rsidP="008B2EA7"/>
        </w:tc>
      </w:tr>
      <w:tr w:rsidR="008B2EA7" w14:paraId="61F879A4" w14:textId="77777777" w:rsidTr="008B2EA7">
        <w:trPr>
          <w:trHeight w:hRule="exact" w:val="486"/>
        </w:trPr>
        <w:tc>
          <w:tcPr>
            <w:tcW w:w="1166" w:type="dxa"/>
            <w:vMerge/>
            <w:tcBorders>
              <w:left w:val="nil"/>
              <w:right w:val="nil"/>
            </w:tcBorders>
          </w:tcPr>
          <w:p w14:paraId="370AACE5" w14:textId="77777777" w:rsidR="008B2EA7" w:rsidRDefault="008B2EA7" w:rsidP="008B2EA7"/>
        </w:tc>
        <w:tc>
          <w:tcPr>
            <w:tcW w:w="16631" w:type="dxa"/>
            <w:vMerge/>
            <w:tcBorders>
              <w:left w:val="nil"/>
              <w:right w:val="nil"/>
            </w:tcBorders>
          </w:tcPr>
          <w:p w14:paraId="2F979174" w14:textId="77777777" w:rsidR="008B2EA7" w:rsidRDefault="008B2EA7" w:rsidP="008B2EA7"/>
        </w:tc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14:paraId="64B3D4D2" w14:textId="77777777" w:rsidR="008B2EA7" w:rsidRDefault="008B2EA7" w:rsidP="008B2EA7"/>
        </w:tc>
      </w:tr>
      <w:tr w:rsidR="008B2EA7" w14:paraId="3928AB8B" w14:textId="77777777" w:rsidTr="008B2EA7">
        <w:trPr>
          <w:trHeight w:hRule="exact" w:val="486"/>
        </w:trPr>
        <w:tc>
          <w:tcPr>
            <w:tcW w:w="1166" w:type="dxa"/>
            <w:vMerge/>
            <w:tcBorders>
              <w:left w:val="nil"/>
              <w:bottom w:val="single" w:sz="16" w:space="0" w:color="000000"/>
              <w:right w:val="nil"/>
            </w:tcBorders>
          </w:tcPr>
          <w:p w14:paraId="145F845D" w14:textId="77777777" w:rsidR="008B2EA7" w:rsidRDefault="008B2EA7" w:rsidP="008B2EA7"/>
        </w:tc>
        <w:tc>
          <w:tcPr>
            <w:tcW w:w="16631" w:type="dxa"/>
            <w:vMerge/>
            <w:tcBorders>
              <w:left w:val="nil"/>
              <w:bottom w:val="single" w:sz="16" w:space="0" w:color="000000"/>
              <w:right w:val="nil"/>
            </w:tcBorders>
          </w:tcPr>
          <w:p w14:paraId="2F6599F6" w14:textId="77777777" w:rsidR="008B2EA7" w:rsidRDefault="008B2EA7" w:rsidP="008B2EA7"/>
        </w:tc>
        <w:tc>
          <w:tcPr>
            <w:tcW w:w="4082" w:type="dxa"/>
            <w:tcBorders>
              <w:top w:val="single" w:sz="12" w:space="0" w:color="000000"/>
              <w:left w:val="single" w:sz="8" w:space="0" w:color="000000"/>
              <w:bottom w:val="single" w:sz="16" w:space="0" w:color="000000"/>
              <w:right w:val="nil"/>
            </w:tcBorders>
          </w:tcPr>
          <w:p w14:paraId="67D0325B" w14:textId="77777777" w:rsidR="008B2EA7" w:rsidRDefault="008B2EA7" w:rsidP="008B2EA7"/>
        </w:tc>
      </w:tr>
    </w:tbl>
    <w:p w14:paraId="6849CF35" w14:textId="77777777" w:rsidR="00870543" w:rsidRDefault="00A26219" w:rsidP="00A26219">
      <w:pPr>
        <w:spacing w:before="31"/>
        <w:ind w:left="201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 xml:space="preserve">22    </w:t>
      </w:r>
      <w:r>
        <w:rPr>
          <w:rFonts w:ascii="Arial" w:eastAsia="Arial" w:hAnsi="Arial" w:cs="Arial"/>
          <w:b/>
          <w:spacing w:val="8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Tell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us</w:t>
      </w:r>
      <w:r>
        <w:rPr>
          <w:rFonts w:ascii="Arial" w:eastAsia="Arial" w:hAnsi="Arial" w:cs="Arial"/>
          <w:b/>
          <w:spacing w:val="-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your</w:t>
      </w:r>
      <w:r>
        <w:rPr>
          <w:rFonts w:ascii="Arial" w:eastAsia="Arial" w:hAnsi="Arial" w:cs="Arial"/>
          <w:b/>
          <w:spacing w:val="-1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current</w:t>
      </w:r>
      <w:r>
        <w:rPr>
          <w:rFonts w:ascii="Arial" w:eastAsia="Arial" w:hAnsi="Arial" w:cs="Arial"/>
          <w:b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average</w:t>
      </w:r>
      <w:r>
        <w:rPr>
          <w:rFonts w:ascii="Arial" w:eastAsia="Arial" w:hAnsi="Arial" w:cs="Arial"/>
          <w:b/>
          <w:spacing w:val="2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monthly</w:t>
      </w:r>
      <w:r>
        <w:rPr>
          <w:rFonts w:ascii="Arial" w:eastAsia="Arial" w:hAnsi="Arial" w:cs="Arial"/>
          <w:b/>
          <w:spacing w:val="-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income</w:t>
      </w:r>
      <w:r>
        <w:rPr>
          <w:rFonts w:ascii="Arial" w:eastAsia="Arial" w:hAnsi="Arial" w:cs="Arial"/>
          <w:b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and</w:t>
      </w:r>
      <w:r>
        <w:rPr>
          <w:rFonts w:ascii="Arial" w:eastAsia="Arial" w:hAnsi="Arial" w:cs="Arial"/>
          <w:b/>
          <w:spacing w:val="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expenses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for</w:t>
      </w:r>
      <w:r>
        <w:rPr>
          <w:rFonts w:ascii="Arial" w:eastAsia="Arial" w:hAnsi="Arial" w:cs="Arial"/>
          <w:b/>
          <w:spacing w:val="7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your</w:t>
      </w:r>
      <w:r>
        <w:rPr>
          <w:rFonts w:ascii="Arial" w:eastAsia="Arial" w:hAnsi="Arial" w:cs="Arial"/>
          <w:b/>
          <w:spacing w:val="-1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entire</w:t>
      </w:r>
      <w:r>
        <w:rPr>
          <w:rFonts w:ascii="Arial" w:eastAsia="Arial" w:hAnsi="Arial" w:cs="Arial"/>
          <w:b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household.</w:t>
      </w:r>
    </w:p>
    <w:p w14:paraId="729F0AAE" w14:textId="77777777" w:rsidR="00870543" w:rsidRDefault="00870543" w:rsidP="00870543">
      <w:pPr>
        <w:pStyle w:val="Body"/>
      </w:pPr>
      <w:r>
        <w:br w:type="page"/>
      </w:r>
    </w:p>
    <w:p w14:paraId="5A699AAA" w14:textId="77777777" w:rsidR="00870543" w:rsidRDefault="00870543" w:rsidP="00870543">
      <w:pPr>
        <w:spacing w:before="2" w:line="100" w:lineRule="exact"/>
        <w:rPr>
          <w:sz w:val="11"/>
          <w:szCs w:val="11"/>
        </w:rPr>
      </w:pPr>
    </w:p>
    <w:p w14:paraId="205F4380" w14:textId="77777777" w:rsidR="00870543" w:rsidRDefault="00870543" w:rsidP="00870543">
      <w:pPr>
        <w:spacing w:line="400" w:lineRule="exact"/>
        <w:ind w:left="120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94784" behindDoc="1" locked="0" layoutInCell="1" allowOverlap="1" wp14:anchorId="356D93EF" wp14:editId="47D10BF8">
                <wp:simplePos x="0" y="0"/>
                <wp:positionH relativeFrom="page">
                  <wp:posOffset>895350</wp:posOffset>
                </wp:positionH>
                <wp:positionV relativeFrom="paragraph">
                  <wp:posOffset>-37465</wp:posOffset>
                </wp:positionV>
                <wp:extent cx="13754100" cy="635000"/>
                <wp:effectExtent l="0" t="635" r="9525" b="2540"/>
                <wp:wrapNone/>
                <wp:docPr id="454" name="Group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54100" cy="635000"/>
                          <a:chOff x="1410" y="-59"/>
                          <a:chExt cx="21660" cy="1000"/>
                        </a:xfrm>
                      </wpg:grpSpPr>
                      <wps:wsp>
                        <wps:cNvPr id="455" name="Freeform 379"/>
                        <wps:cNvSpPr>
                          <a:spLocks/>
                        </wps:cNvSpPr>
                        <wps:spPr bwMode="auto">
                          <a:xfrm>
                            <a:off x="1430" y="-39"/>
                            <a:ext cx="20180" cy="0"/>
                          </a:xfrm>
                          <a:custGeom>
                            <a:avLst/>
                            <a:gdLst>
                              <a:gd name="T0" fmla="+- 0 1430 1430"/>
                              <a:gd name="T1" fmla="*/ T0 w 20180"/>
                              <a:gd name="T2" fmla="+- 0 21610 1430"/>
                              <a:gd name="T3" fmla="*/ T2 w 201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180">
                                <a:moveTo>
                                  <a:pt x="0" y="0"/>
                                </a:moveTo>
                                <a:lnTo>
                                  <a:pt x="2018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" name="Freeform 380"/>
                        <wps:cNvSpPr>
                          <a:spLocks/>
                        </wps:cNvSpPr>
                        <wps:spPr bwMode="auto">
                          <a:xfrm>
                            <a:off x="21590" y="-39"/>
                            <a:ext cx="1460" cy="0"/>
                          </a:xfrm>
                          <a:custGeom>
                            <a:avLst/>
                            <a:gdLst>
                              <a:gd name="T0" fmla="+- 0 21590 21590"/>
                              <a:gd name="T1" fmla="*/ T0 w 1460"/>
                              <a:gd name="T2" fmla="+- 0 23050 21590"/>
                              <a:gd name="T3" fmla="*/ T2 w 14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60">
                                <a:moveTo>
                                  <a:pt x="0" y="0"/>
                                </a:moveTo>
                                <a:lnTo>
                                  <a:pt x="146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" name="Freeform 381"/>
                        <wps:cNvSpPr>
                          <a:spLocks/>
                        </wps:cNvSpPr>
                        <wps:spPr bwMode="auto">
                          <a:xfrm>
                            <a:off x="1430" y="921"/>
                            <a:ext cx="16148" cy="0"/>
                          </a:xfrm>
                          <a:custGeom>
                            <a:avLst/>
                            <a:gdLst>
                              <a:gd name="T0" fmla="+- 0 1430 1430"/>
                              <a:gd name="T1" fmla="*/ T0 w 16148"/>
                              <a:gd name="T2" fmla="+- 0 17578 1430"/>
                              <a:gd name="T3" fmla="*/ T2 w 1614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148">
                                <a:moveTo>
                                  <a:pt x="0" y="0"/>
                                </a:moveTo>
                                <a:lnTo>
                                  <a:pt x="16148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" name="Freeform 382"/>
                        <wps:cNvSpPr>
                          <a:spLocks/>
                        </wps:cNvSpPr>
                        <wps:spPr bwMode="auto">
                          <a:xfrm>
                            <a:off x="17558" y="921"/>
                            <a:ext cx="5492" cy="0"/>
                          </a:xfrm>
                          <a:custGeom>
                            <a:avLst/>
                            <a:gdLst>
                              <a:gd name="T0" fmla="+- 0 17558 17558"/>
                              <a:gd name="T1" fmla="*/ T0 w 5492"/>
                              <a:gd name="T2" fmla="+- 0 23050 17558"/>
                              <a:gd name="T3" fmla="*/ T2 w 549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492">
                                <a:moveTo>
                                  <a:pt x="0" y="0"/>
                                </a:moveTo>
                                <a:lnTo>
                                  <a:pt x="5492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" name="Freeform 383"/>
                        <wps:cNvSpPr>
                          <a:spLocks/>
                        </wps:cNvSpPr>
                        <wps:spPr bwMode="auto">
                          <a:xfrm>
                            <a:off x="17568" y="-49"/>
                            <a:ext cx="0" cy="980"/>
                          </a:xfrm>
                          <a:custGeom>
                            <a:avLst/>
                            <a:gdLst>
                              <a:gd name="T0" fmla="+- 0 -49 -49"/>
                              <a:gd name="T1" fmla="*/ -49 h 980"/>
                              <a:gd name="T2" fmla="+- 0 931 -49"/>
                              <a:gd name="T3" fmla="*/ 931 h 98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80">
                                <a:moveTo>
                                  <a:pt x="0" y="0"/>
                                </a:moveTo>
                                <a:lnTo>
                                  <a:pt x="0" y="98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C05AA2" id="Group 454" o:spid="_x0000_s1026" style="position:absolute;margin-left:70.5pt;margin-top:-2.95pt;width:1083pt;height:50pt;z-index:-251421696;mso-position-horizontal-relative:page" coordorigin="1410,-59" coordsize="21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">
                <v:shape id="Freeform 379" o:spid="_x0000_s1027" style="position:absolute;left:1430;top:-39;width:20180;height:0;visibility:visible;mso-wrap-style:square;v-text-anchor:top" coordsize="2018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" path="m,l20180,e" filled="f" strokeweight="2pt">
                  <v:path arrowok="t" o:connecttype="custom" o:connectlocs="0,0;20180,0" o:connectangles="0,0"/>
                </v:shape>
                <v:shape id="Freeform 380" o:spid="_x0000_s1028" style="position:absolute;left:21590;top:-39;width:1460;height:0;visibility:visible;mso-wrap-style:square;v-text-anchor:top" coordsize="14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" path="m,l1460,e" filled="f" strokeweight="2pt">
                  <v:path arrowok="t" o:connecttype="custom" o:connectlocs="0,0;1460,0" o:connectangles="0,0"/>
                </v:shape>
                <v:shape id="Freeform 381" o:spid="_x0000_s1029" style="position:absolute;left:1430;top:921;width:16148;height:0;visibility:visible;mso-wrap-style:square;v-text-anchor:top" coordsize="1614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" path="m,l16148,e" filled="f" strokeweight="1pt">
                  <v:path arrowok="t" o:connecttype="custom" o:connectlocs="0,0;16148,0" o:connectangles="0,0"/>
                </v:shape>
                <v:shape id="Freeform 382" o:spid="_x0000_s1030" style="position:absolute;left:17558;top:921;width:5492;height:0;visibility:visible;mso-wrap-style:square;v-text-anchor:top" coordsize="549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" path="m,l5492,e" filled="f" strokeweight="1pt">
                  <v:path arrowok="t" o:connecttype="custom" o:connectlocs="0,0;5492,0" o:connectangles="0,0"/>
                </v:shape>
                <v:shape id="Freeform 383" o:spid="_x0000_s1031" style="position:absolute;left:17568;top:-49;width:0;height:980;visibility:visible;mso-wrap-style:square;v-text-anchor:top" coordsize="0,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" path="m,l,980e" filled="f" strokeweight="1pt">
                  <v:path arrowok="t" o:connecttype="custom" o:connectlocs="0,-49;0,931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position w:val="-1"/>
          <w:sz w:val="36"/>
          <w:szCs w:val="36"/>
        </w:rPr>
        <w:t>Your</w:t>
      </w:r>
      <w:r>
        <w:rPr>
          <w:rFonts w:ascii="Arial" w:eastAsia="Arial" w:hAnsi="Arial" w:cs="Arial"/>
          <w:b/>
          <w:spacing w:val="-8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position w:val="-1"/>
          <w:sz w:val="36"/>
          <w:szCs w:val="36"/>
        </w:rPr>
        <w:t xml:space="preserve">current name                                                                                                                                  </w:t>
      </w:r>
      <w:r>
        <w:rPr>
          <w:rFonts w:ascii="Arial" w:eastAsia="Arial" w:hAnsi="Arial" w:cs="Arial"/>
          <w:b/>
          <w:spacing w:val="20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w w:val="94"/>
          <w:position w:val="-1"/>
          <w:sz w:val="36"/>
          <w:szCs w:val="36"/>
        </w:rPr>
        <w:t>Your</w:t>
      </w:r>
      <w:r>
        <w:rPr>
          <w:rFonts w:ascii="Arial" w:eastAsia="Arial" w:hAnsi="Arial" w:cs="Arial"/>
          <w:b/>
          <w:spacing w:val="2"/>
          <w:w w:val="94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w w:val="94"/>
          <w:position w:val="-1"/>
          <w:sz w:val="36"/>
          <w:szCs w:val="36"/>
        </w:rPr>
        <w:t>social</w:t>
      </w:r>
      <w:r>
        <w:rPr>
          <w:rFonts w:ascii="Arial" w:eastAsia="Arial" w:hAnsi="Arial" w:cs="Arial"/>
          <w:b/>
          <w:spacing w:val="2"/>
          <w:w w:val="94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w w:val="94"/>
          <w:position w:val="-1"/>
          <w:sz w:val="36"/>
          <w:szCs w:val="36"/>
        </w:rPr>
        <w:t>security</w:t>
      </w:r>
      <w:r>
        <w:rPr>
          <w:rFonts w:ascii="Arial" w:eastAsia="Arial" w:hAnsi="Arial" w:cs="Arial"/>
          <w:b/>
          <w:spacing w:val="2"/>
          <w:w w:val="94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position w:val="-1"/>
          <w:sz w:val="36"/>
          <w:szCs w:val="36"/>
        </w:rPr>
        <w:t>number</w:t>
      </w:r>
    </w:p>
    <w:p w14:paraId="01AD53E1" w14:textId="77777777" w:rsidR="00870543" w:rsidRDefault="00870543" w:rsidP="00870543">
      <w:pPr>
        <w:spacing w:before="8" w:line="100" w:lineRule="exact"/>
        <w:rPr>
          <w:sz w:val="10"/>
          <w:szCs w:val="10"/>
        </w:rPr>
      </w:pPr>
    </w:p>
    <w:p w14:paraId="71779210" w14:textId="77777777" w:rsidR="00870543" w:rsidRDefault="00870543" w:rsidP="00870543">
      <w:pPr>
        <w:spacing w:before="16" w:line="255" w:lineRule="auto"/>
        <w:ind w:left="119" w:right="79" w:firstLine="2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 xml:space="preserve">Note: </w:t>
      </w:r>
      <w:r>
        <w:rPr>
          <w:rFonts w:ascii="Arial" w:eastAsia="Arial" w:hAnsi="Arial" w:cs="Arial"/>
          <w:sz w:val="36"/>
          <w:szCs w:val="36"/>
        </w:rPr>
        <w:t>If you</w:t>
      </w:r>
      <w:r>
        <w:rPr>
          <w:rFonts w:ascii="Arial" w:eastAsia="Arial" w:hAnsi="Arial" w:cs="Arial"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need</w:t>
      </w:r>
      <w:r>
        <w:rPr>
          <w:rFonts w:ascii="Arial" w:eastAsia="Arial" w:hAnsi="Arial" w:cs="Arial"/>
          <w:spacing w:val="-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more room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write</w:t>
      </w:r>
      <w:r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 answer</w:t>
      </w:r>
      <w:r>
        <w:rPr>
          <w:rFonts w:ascii="Arial" w:eastAsia="Arial" w:hAnsi="Arial" w:cs="Arial"/>
          <w:spacing w:val="-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for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any</w:t>
      </w:r>
      <w:r>
        <w:rPr>
          <w:rFonts w:ascii="Arial" w:eastAsia="Arial" w:hAnsi="Arial" w:cs="Arial"/>
          <w:spacing w:val="-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question,</w:t>
      </w:r>
      <w:r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attach</w:t>
      </w:r>
      <w:r>
        <w:rPr>
          <w:rFonts w:ascii="Arial" w:eastAsia="Arial" w:hAnsi="Arial" w:cs="Arial"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more pages. Be sure</w:t>
      </w:r>
      <w:r>
        <w:rPr>
          <w:rFonts w:ascii="Arial" w:eastAsia="Arial" w:hAnsi="Arial" w:cs="Arial"/>
          <w:spacing w:val="-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write</w:t>
      </w:r>
      <w:r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 name</w:t>
      </w:r>
      <w:r>
        <w:rPr>
          <w:rFonts w:ascii="Arial" w:eastAsia="Arial" w:hAnsi="Arial" w:cs="Arial"/>
          <w:spacing w:val="-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and</w:t>
      </w:r>
      <w:r>
        <w:rPr>
          <w:rFonts w:ascii="Arial" w:eastAsia="Arial" w:hAnsi="Arial" w:cs="Arial"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social</w:t>
      </w:r>
      <w:r>
        <w:rPr>
          <w:rFonts w:ascii="Arial" w:eastAsia="Arial" w:hAnsi="Arial" w:cs="Arial"/>
          <w:spacing w:val="9"/>
          <w:sz w:val="36"/>
          <w:szCs w:val="36"/>
        </w:rPr>
        <w:t xml:space="preserve"> </w:t>
      </w:r>
      <w:r>
        <w:rPr>
          <w:rFonts w:ascii="Arial" w:eastAsia="Arial" w:hAnsi="Arial" w:cs="Arial"/>
          <w:w w:val="101"/>
          <w:sz w:val="36"/>
          <w:szCs w:val="36"/>
        </w:rPr>
        <w:t xml:space="preserve">security </w:t>
      </w:r>
      <w:r>
        <w:rPr>
          <w:rFonts w:ascii="Arial" w:eastAsia="Arial" w:hAnsi="Arial" w:cs="Arial"/>
          <w:sz w:val="36"/>
          <w:szCs w:val="36"/>
        </w:rPr>
        <w:t>number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on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top</w:t>
      </w:r>
      <w:r>
        <w:rPr>
          <w:rFonts w:ascii="Arial" w:eastAsia="Arial" w:hAnsi="Arial" w:cs="Arial"/>
          <w:spacing w:val="3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all</w:t>
      </w:r>
      <w:r>
        <w:rPr>
          <w:rFonts w:ascii="Arial" w:eastAsia="Arial" w:hAnsi="Arial" w:cs="Arial"/>
          <w:spacing w:val="-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pages you</w:t>
      </w:r>
      <w:r>
        <w:rPr>
          <w:rFonts w:ascii="Arial" w:eastAsia="Arial" w:hAnsi="Arial" w:cs="Arial"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>attach.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9"/>
        <w:gridCol w:w="16395"/>
        <w:gridCol w:w="4024"/>
      </w:tblGrid>
      <w:tr w:rsidR="00870543" w14:paraId="089C8631" w14:textId="77777777" w:rsidTr="00870543">
        <w:trPr>
          <w:cantSplit/>
          <w:trHeight w:hRule="exact" w:val="569"/>
        </w:trPr>
        <w:tc>
          <w:tcPr>
            <w:tcW w:w="1149" w:type="dxa"/>
            <w:vMerge w:val="restart"/>
            <w:tcBorders>
              <w:top w:val="single" w:sz="8" w:space="0" w:color="000000"/>
              <w:left w:val="nil"/>
              <w:right w:val="nil"/>
            </w:tcBorders>
          </w:tcPr>
          <w:p w14:paraId="132B59EB" w14:textId="77777777" w:rsidR="00870543" w:rsidRDefault="00870543" w:rsidP="00594854"/>
        </w:tc>
        <w:tc>
          <w:tcPr>
            <w:tcW w:w="163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125385C" w14:textId="77777777" w:rsidR="00870543" w:rsidRDefault="00870543" w:rsidP="00594854">
            <w:pPr>
              <w:spacing w:before="9"/>
              <w:ind w:left="170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sz w:val="36"/>
                <w:szCs w:val="36"/>
              </w:rPr>
              <w:t xml:space="preserve">Monthly </w:t>
            </w:r>
            <w:r>
              <w:rPr>
                <w:rFonts w:ascii="Arial" w:eastAsia="Arial" w:hAnsi="Arial" w:cs="Arial"/>
                <w:b/>
                <w:w w:val="98"/>
                <w:sz w:val="36"/>
                <w:szCs w:val="36"/>
              </w:rPr>
              <w:t>Expenses</w:t>
            </w:r>
            <w:r>
              <w:rPr>
                <w:rFonts w:ascii="Arial" w:eastAsia="Arial" w:hAnsi="Arial" w:cs="Arial"/>
                <w:w w:val="98"/>
                <w:sz w:val="36"/>
                <w:szCs w:val="36"/>
              </w:rPr>
              <w:t>—Enter</w:t>
            </w:r>
            <w:r>
              <w:rPr>
                <w:rFonts w:ascii="Arial" w:eastAsia="Arial" w:hAnsi="Arial" w:cs="Arial"/>
                <w:spacing w:val="2"/>
                <w:w w:val="98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all</w:t>
            </w:r>
            <w:r>
              <w:rPr>
                <w:rFonts w:ascii="Arial" w:eastAsia="Arial" w:hAnsi="Arial" w:cs="Arial"/>
                <w:spacing w:val="-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expenses,</w:t>
            </w:r>
            <w:r>
              <w:rPr>
                <w:rFonts w:ascii="Arial" w:eastAsia="Arial" w:hAnsi="Arial" w:cs="Arial"/>
                <w:spacing w:val="-16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including</w:t>
            </w:r>
            <w:r>
              <w:rPr>
                <w:rFonts w:ascii="Arial" w:eastAsia="Arial" w:hAnsi="Arial" w:cs="Arial"/>
                <w:spacing w:val="28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expenses</w:t>
            </w:r>
            <w:r>
              <w:rPr>
                <w:rFonts w:ascii="Arial" w:eastAsia="Arial" w:hAnsi="Arial" w:cs="Arial"/>
                <w:spacing w:val="-15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paid</w:t>
            </w:r>
            <w:r>
              <w:rPr>
                <w:rFonts w:ascii="Arial" w:eastAsia="Arial" w:hAnsi="Arial" w:cs="Arial"/>
                <w:spacing w:val="14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with</w:t>
            </w:r>
            <w:r>
              <w:rPr>
                <w:rFonts w:ascii="Arial" w:eastAsia="Arial" w:hAnsi="Arial" w:cs="Arial"/>
                <w:spacing w:val="26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income</w:t>
            </w:r>
            <w:r>
              <w:rPr>
                <w:rFonts w:ascii="Arial" w:eastAsia="Arial" w:hAnsi="Arial" w:cs="Arial"/>
                <w:spacing w:val="12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from</w:t>
            </w:r>
            <w:r>
              <w:rPr>
                <w:rFonts w:ascii="Arial" w:eastAsia="Arial" w:hAnsi="Arial" w:cs="Arial"/>
                <w:spacing w:val="14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36"/>
                <w:szCs w:val="36"/>
              </w:rPr>
              <w:t>gifts.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BEFC671" w14:textId="77777777" w:rsidR="00870543" w:rsidRDefault="00870543" w:rsidP="00594854">
            <w:pPr>
              <w:spacing w:before="9"/>
              <w:ind w:left="1333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sz w:val="36"/>
                <w:szCs w:val="36"/>
              </w:rPr>
              <w:t>Amount</w:t>
            </w:r>
          </w:p>
        </w:tc>
      </w:tr>
      <w:tr w:rsidR="00870543" w14:paraId="7F51DBF4" w14:textId="77777777" w:rsidTr="00870543">
        <w:trPr>
          <w:cantSplit/>
          <w:trHeight w:hRule="exact" w:val="569"/>
        </w:trPr>
        <w:tc>
          <w:tcPr>
            <w:tcW w:w="1149" w:type="dxa"/>
            <w:vMerge/>
            <w:tcBorders>
              <w:left w:val="nil"/>
              <w:right w:val="nil"/>
            </w:tcBorders>
          </w:tcPr>
          <w:p w14:paraId="77D4BA0F" w14:textId="77777777" w:rsidR="00870543" w:rsidRDefault="00870543" w:rsidP="00594854"/>
        </w:tc>
        <w:tc>
          <w:tcPr>
            <w:tcW w:w="16395" w:type="dxa"/>
            <w:vMerge w:val="restart"/>
            <w:tcBorders>
              <w:top w:val="single" w:sz="8" w:space="0" w:color="000000"/>
              <w:left w:val="nil"/>
              <w:right w:val="nil"/>
            </w:tcBorders>
          </w:tcPr>
          <w:p w14:paraId="36F2D91C" w14:textId="77777777" w:rsidR="00870543" w:rsidRDefault="00870543" w:rsidP="00594854">
            <w:pPr>
              <w:spacing w:before="29"/>
              <w:ind w:left="10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sz w:val="36"/>
                <w:szCs w:val="36"/>
              </w:rPr>
              <w:t>Food</w:t>
            </w:r>
            <w:r>
              <w:rPr>
                <w:rFonts w:ascii="Arial" w:eastAsia="Arial" w:hAnsi="Arial" w:cs="Arial"/>
                <w:b/>
                <w:spacing w:val="-9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b/>
                <w:sz w:val="36"/>
                <w:szCs w:val="36"/>
              </w:rPr>
              <w:t>and Personal</w:t>
            </w:r>
            <w:r>
              <w:rPr>
                <w:rFonts w:ascii="Arial" w:eastAsia="Arial" w:hAnsi="Arial" w:cs="Arial"/>
                <w:b/>
                <w:spacing w:val="-15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b/>
                <w:sz w:val="36"/>
                <w:szCs w:val="36"/>
              </w:rPr>
              <w:t>Care:</w:t>
            </w:r>
          </w:p>
          <w:p w14:paraId="1D7FC896" w14:textId="77777777" w:rsidR="00870543" w:rsidRDefault="00870543" w:rsidP="00594854">
            <w:pPr>
              <w:spacing w:before="66" w:line="278" w:lineRule="auto"/>
              <w:ind w:left="298" w:right="608"/>
              <w:jc w:val="both"/>
              <w:rPr>
                <w:rFonts w:ascii="Arial" w:eastAsia="Arial" w:hAnsi="Arial" w:cs="Arial"/>
                <w:sz w:val="36"/>
                <w:szCs w:val="36"/>
              </w:rPr>
            </w:pPr>
            <w:proofErr w:type="gramStart"/>
            <w:r>
              <w:rPr>
                <w:rFonts w:ascii="Arial" w:eastAsia="Arial" w:hAnsi="Arial" w:cs="Arial"/>
                <w:sz w:val="36"/>
                <w:szCs w:val="36"/>
              </w:rPr>
              <w:t>Food</w:t>
            </w:r>
            <w:r>
              <w:rPr>
                <w:rFonts w:ascii="Arial" w:eastAsia="Arial" w:hAnsi="Arial" w:cs="Arial"/>
                <w:spacing w:val="35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</w:t>
            </w:r>
            <w:proofErr w:type="gramEnd"/>
            <w:r>
              <w:rPr>
                <w:rFonts w:ascii="Arial" w:eastAsia="Arial" w:hAnsi="Arial" w:cs="Arial"/>
                <w:sz w:val="36"/>
                <w:szCs w:val="36"/>
              </w:rPr>
              <w:t xml:space="preserve">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Housekeeping supplies   </w:t>
            </w:r>
            <w:proofErr w:type="gramStart"/>
            <w:r>
              <w:rPr>
                <w:rFonts w:ascii="Arial" w:eastAsia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</w:t>
            </w:r>
            <w:proofErr w:type="gramEnd"/>
            <w:r>
              <w:rPr>
                <w:rFonts w:ascii="Arial" w:eastAsia="Arial" w:hAnsi="Arial" w:cs="Arial"/>
                <w:sz w:val="36"/>
                <w:szCs w:val="36"/>
              </w:rPr>
              <w:t xml:space="preserve">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 Clothing</w:t>
            </w:r>
            <w:r>
              <w:rPr>
                <w:rFonts w:ascii="Arial" w:eastAsia="Arial" w:hAnsi="Arial" w:cs="Arial"/>
                <w:spacing w:val="26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and</w:t>
            </w:r>
            <w:r>
              <w:rPr>
                <w:rFonts w:ascii="Arial" w:eastAsia="Arial" w:hAnsi="Arial" w:cs="Arial"/>
                <w:spacing w:val="6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clothing</w:t>
            </w:r>
            <w:r>
              <w:rPr>
                <w:rFonts w:ascii="Arial" w:eastAsia="Arial" w:hAnsi="Arial" w:cs="Arial"/>
                <w:spacing w:val="3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services  </w:t>
            </w:r>
            <w:proofErr w:type="gramStart"/>
            <w:r>
              <w:rPr>
                <w:rFonts w:ascii="Arial" w:eastAsia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pacing w:val="14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</w:t>
            </w:r>
            <w:proofErr w:type="gramEnd"/>
            <w:r>
              <w:rPr>
                <w:rFonts w:ascii="Arial" w:eastAsia="Arial" w:hAnsi="Arial" w:cs="Arial"/>
                <w:sz w:val="36"/>
                <w:szCs w:val="36"/>
              </w:rPr>
              <w:t xml:space="preserve">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 Personal</w:t>
            </w:r>
            <w:r>
              <w:rPr>
                <w:rFonts w:ascii="Arial" w:eastAsia="Arial" w:hAnsi="Arial" w:cs="Arial"/>
                <w:spacing w:val="-14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care</w:t>
            </w:r>
            <w:r>
              <w:rPr>
                <w:rFonts w:ascii="Arial" w:eastAsia="Arial" w:hAnsi="Arial" w:cs="Arial"/>
                <w:spacing w:val="-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products</w:t>
            </w:r>
            <w:r>
              <w:rPr>
                <w:rFonts w:ascii="Arial" w:eastAsia="Arial" w:hAnsi="Arial" w:cs="Arial"/>
                <w:spacing w:val="55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and</w:t>
            </w:r>
            <w:r>
              <w:rPr>
                <w:rFonts w:ascii="Arial" w:eastAsia="Arial" w:hAnsi="Arial" w:cs="Arial"/>
                <w:spacing w:val="6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services </w:t>
            </w:r>
            <w:proofErr w:type="gramStart"/>
            <w:r>
              <w:rPr>
                <w:rFonts w:ascii="Arial" w:eastAsia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pacing w:val="54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</w:t>
            </w:r>
            <w:proofErr w:type="gramEnd"/>
            <w:r>
              <w:rPr>
                <w:rFonts w:ascii="Arial" w:eastAsia="Arial" w:hAnsi="Arial" w:cs="Arial"/>
                <w:sz w:val="36"/>
                <w:szCs w:val="36"/>
              </w:rPr>
              <w:t xml:space="preserve">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</w:t>
            </w:r>
          </w:p>
          <w:p w14:paraId="4A3EEBEC" w14:textId="77777777" w:rsidR="00870543" w:rsidRDefault="00870543" w:rsidP="00594854">
            <w:pPr>
              <w:spacing w:before="1"/>
              <w:ind w:left="10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sz w:val="36"/>
                <w:szCs w:val="36"/>
              </w:rPr>
              <w:t>Transportation:</w:t>
            </w:r>
          </w:p>
          <w:p w14:paraId="6AED96DF" w14:textId="77777777" w:rsidR="00870543" w:rsidRDefault="00870543" w:rsidP="00594854">
            <w:pPr>
              <w:spacing w:before="66" w:line="278" w:lineRule="auto"/>
              <w:ind w:left="298" w:right="606"/>
              <w:jc w:val="both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sz w:val="36"/>
                <w:szCs w:val="36"/>
              </w:rPr>
              <w:t>Auto</w:t>
            </w:r>
            <w:r>
              <w:rPr>
                <w:rFonts w:ascii="Arial" w:eastAsia="Arial" w:hAnsi="Arial" w:cs="Arial"/>
                <w:spacing w:val="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loan/lease</w:t>
            </w:r>
            <w:r>
              <w:rPr>
                <w:rFonts w:ascii="Arial" w:eastAsia="Arial" w:hAnsi="Arial" w:cs="Arial"/>
                <w:spacing w:val="-16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payment,</w:t>
            </w:r>
            <w:r>
              <w:rPr>
                <w:rFonts w:ascii="Arial" w:eastAsia="Arial" w:hAnsi="Arial" w:cs="Arial"/>
                <w:spacing w:val="15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gas, insurance,</w:t>
            </w:r>
            <w:r>
              <w:rPr>
                <w:rFonts w:ascii="Arial" w:eastAsia="Arial" w:hAnsi="Arial" w:cs="Arial"/>
                <w:spacing w:val="-1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licenses, parking,</w:t>
            </w:r>
            <w:r>
              <w:rPr>
                <w:rFonts w:ascii="Arial" w:eastAsia="Arial" w:hAnsi="Arial" w:cs="Arial"/>
                <w:spacing w:val="13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maintenance, etc.  </w:t>
            </w:r>
            <w:proofErr w:type="gramStart"/>
            <w:r>
              <w:rPr>
                <w:rFonts w:ascii="Arial" w:eastAsia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pacing w:val="75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</w:t>
            </w:r>
            <w:proofErr w:type="gramEnd"/>
            <w:r>
              <w:rPr>
                <w:rFonts w:ascii="Arial" w:eastAsia="Arial" w:hAnsi="Arial" w:cs="Arial"/>
                <w:sz w:val="36"/>
                <w:szCs w:val="36"/>
              </w:rPr>
              <w:t xml:space="preserve">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 Public</w:t>
            </w:r>
            <w:r>
              <w:rPr>
                <w:rFonts w:ascii="Arial" w:eastAsia="Arial" w:hAnsi="Arial" w:cs="Arial"/>
                <w:spacing w:val="20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transportation   </w:t>
            </w:r>
            <w:proofErr w:type="gramStart"/>
            <w:r>
              <w:rPr>
                <w:rFonts w:ascii="Arial" w:eastAsia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pacing w:val="32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</w:t>
            </w:r>
            <w:proofErr w:type="gramEnd"/>
            <w:r>
              <w:rPr>
                <w:rFonts w:ascii="Arial" w:eastAsia="Arial" w:hAnsi="Arial" w:cs="Arial"/>
                <w:sz w:val="36"/>
                <w:szCs w:val="36"/>
              </w:rPr>
              <w:t xml:space="preserve">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</w:t>
            </w:r>
          </w:p>
          <w:p w14:paraId="37C1D68F" w14:textId="77777777" w:rsidR="00870543" w:rsidRDefault="00870543" w:rsidP="00594854">
            <w:pPr>
              <w:spacing w:before="2"/>
              <w:ind w:left="10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sz w:val="36"/>
                <w:szCs w:val="36"/>
              </w:rPr>
              <w:t>Housing</w:t>
            </w:r>
            <w:r>
              <w:rPr>
                <w:rFonts w:ascii="Arial" w:eastAsia="Arial" w:hAnsi="Arial" w:cs="Arial"/>
                <w:b/>
                <w:spacing w:val="-29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b/>
                <w:sz w:val="36"/>
                <w:szCs w:val="36"/>
              </w:rPr>
              <w:t>and Utilities:</w:t>
            </w:r>
          </w:p>
          <w:p w14:paraId="2250F502" w14:textId="77777777" w:rsidR="00870543" w:rsidRDefault="00870543" w:rsidP="00594854">
            <w:pPr>
              <w:spacing w:before="66" w:line="278" w:lineRule="auto"/>
              <w:ind w:left="298" w:right="608"/>
              <w:jc w:val="both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sz w:val="36"/>
                <w:szCs w:val="36"/>
              </w:rPr>
              <w:t>Rent</w:t>
            </w:r>
            <w:r>
              <w:rPr>
                <w:rFonts w:ascii="Arial" w:eastAsia="Arial" w:hAnsi="Arial" w:cs="Arial"/>
                <w:spacing w:val="-8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or</w:t>
            </w:r>
            <w:r>
              <w:rPr>
                <w:rFonts w:ascii="Arial" w:eastAsia="Arial" w:hAnsi="Arial" w:cs="Arial"/>
                <w:spacing w:val="6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mortgage   </w:t>
            </w:r>
            <w:proofErr w:type="gramStart"/>
            <w:r>
              <w:rPr>
                <w:rFonts w:ascii="Arial" w:eastAsia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pacing w:val="49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</w:t>
            </w:r>
            <w:proofErr w:type="gramEnd"/>
            <w:r>
              <w:rPr>
                <w:rFonts w:ascii="Arial" w:eastAsia="Arial" w:hAnsi="Arial" w:cs="Arial"/>
                <w:sz w:val="36"/>
                <w:szCs w:val="36"/>
              </w:rPr>
              <w:t xml:space="preserve">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 Real</w:t>
            </w:r>
            <w:r>
              <w:rPr>
                <w:rFonts w:ascii="Arial" w:eastAsia="Arial" w:hAnsi="Arial" w:cs="Arial"/>
                <w:spacing w:val="-30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estate taxes and</w:t>
            </w:r>
            <w:r>
              <w:rPr>
                <w:rFonts w:ascii="Arial" w:eastAsia="Arial" w:hAnsi="Arial" w:cs="Arial"/>
                <w:spacing w:val="6"/>
                <w:sz w:val="36"/>
                <w:szCs w:val="3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36"/>
                <w:szCs w:val="36"/>
              </w:rPr>
              <w:t>insurance</w:t>
            </w:r>
            <w:r>
              <w:rPr>
                <w:rFonts w:ascii="Arial" w:eastAsia="Arial" w:hAnsi="Arial" w:cs="Arial"/>
                <w:spacing w:val="30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</w:t>
            </w:r>
            <w:proofErr w:type="gramEnd"/>
            <w:r>
              <w:rPr>
                <w:rFonts w:ascii="Arial" w:eastAsia="Arial" w:hAnsi="Arial" w:cs="Arial"/>
                <w:sz w:val="36"/>
                <w:szCs w:val="36"/>
              </w:rPr>
              <w:t xml:space="preserve">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 Electric,</w:t>
            </w:r>
            <w:r>
              <w:rPr>
                <w:rFonts w:ascii="Arial" w:eastAsia="Arial" w:hAnsi="Arial" w:cs="Arial"/>
                <w:spacing w:val="13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oil,</w:t>
            </w:r>
            <w:r>
              <w:rPr>
                <w:rFonts w:ascii="Arial" w:eastAsia="Arial" w:hAnsi="Arial" w:cs="Arial"/>
                <w:spacing w:val="5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gas, water,</w:t>
            </w:r>
            <w:r>
              <w:rPr>
                <w:rFonts w:ascii="Arial" w:eastAsia="Arial" w:hAnsi="Arial" w:cs="Arial"/>
                <w:spacing w:val="10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trash, etc. </w:t>
            </w:r>
            <w:proofErr w:type="gramStart"/>
            <w:r>
              <w:rPr>
                <w:rFonts w:ascii="Arial" w:eastAsia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pacing w:val="38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</w:t>
            </w:r>
            <w:proofErr w:type="gramEnd"/>
            <w:r>
              <w:rPr>
                <w:rFonts w:ascii="Arial" w:eastAsia="Arial" w:hAnsi="Arial" w:cs="Arial"/>
                <w:sz w:val="36"/>
                <w:szCs w:val="36"/>
              </w:rPr>
              <w:t xml:space="preserve">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 Telephone</w:t>
            </w:r>
            <w:r>
              <w:rPr>
                <w:rFonts w:ascii="Arial" w:eastAsia="Arial" w:hAnsi="Arial" w:cs="Arial"/>
                <w:spacing w:val="-1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and</w:t>
            </w:r>
            <w:r>
              <w:rPr>
                <w:rFonts w:ascii="Arial" w:eastAsia="Arial" w:hAnsi="Arial" w:cs="Arial"/>
                <w:spacing w:val="6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cell</w:t>
            </w:r>
            <w:r>
              <w:rPr>
                <w:rFonts w:ascii="Arial" w:eastAsia="Arial" w:hAnsi="Arial" w:cs="Arial"/>
                <w:spacing w:val="5"/>
                <w:sz w:val="36"/>
                <w:szCs w:val="3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36"/>
                <w:szCs w:val="36"/>
              </w:rPr>
              <w:t>phone</w:t>
            </w:r>
            <w:r>
              <w:rPr>
                <w:rFonts w:ascii="Arial" w:eastAsia="Arial" w:hAnsi="Arial" w:cs="Arial"/>
                <w:spacing w:val="76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</w:t>
            </w:r>
            <w:proofErr w:type="gramEnd"/>
            <w:r>
              <w:rPr>
                <w:rFonts w:ascii="Arial" w:eastAsia="Arial" w:hAnsi="Arial" w:cs="Arial"/>
                <w:sz w:val="36"/>
                <w:szCs w:val="36"/>
              </w:rPr>
              <w:t xml:space="preserve">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 Cable</w:t>
            </w:r>
            <w:r>
              <w:rPr>
                <w:rFonts w:ascii="Arial" w:eastAsia="Arial" w:hAnsi="Arial" w:cs="Arial"/>
                <w:spacing w:val="-9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and</w:t>
            </w:r>
            <w:r>
              <w:rPr>
                <w:rFonts w:ascii="Arial" w:eastAsia="Arial" w:hAnsi="Arial" w:cs="Arial"/>
                <w:spacing w:val="6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Internet </w:t>
            </w:r>
            <w:proofErr w:type="gramStart"/>
            <w:r>
              <w:rPr>
                <w:rFonts w:ascii="Arial" w:eastAsia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</w:t>
            </w:r>
            <w:proofErr w:type="gramEnd"/>
            <w:r>
              <w:rPr>
                <w:rFonts w:ascii="Arial" w:eastAsia="Arial" w:hAnsi="Arial" w:cs="Arial"/>
                <w:sz w:val="36"/>
                <w:szCs w:val="36"/>
              </w:rPr>
              <w:t xml:space="preserve">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</w:t>
            </w:r>
          </w:p>
          <w:p w14:paraId="16D40507" w14:textId="77777777" w:rsidR="00870543" w:rsidRDefault="00870543" w:rsidP="00594854">
            <w:pPr>
              <w:spacing w:before="2"/>
              <w:ind w:left="10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sz w:val="36"/>
                <w:szCs w:val="36"/>
              </w:rPr>
              <w:t>Medical:</w:t>
            </w:r>
          </w:p>
          <w:p w14:paraId="5ED192F7" w14:textId="77777777" w:rsidR="00870543" w:rsidRDefault="00870543" w:rsidP="00594854">
            <w:pPr>
              <w:spacing w:before="66" w:line="278" w:lineRule="auto"/>
              <w:ind w:left="298" w:right="609"/>
              <w:jc w:val="both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sz w:val="36"/>
                <w:szCs w:val="36"/>
              </w:rPr>
              <w:t>Health</w:t>
            </w:r>
            <w:r>
              <w:rPr>
                <w:rFonts w:ascii="Arial" w:eastAsia="Arial" w:hAnsi="Arial" w:cs="Arial"/>
                <w:spacing w:val="-10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insurance</w:t>
            </w:r>
            <w:r>
              <w:rPr>
                <w:rFonts w:ascii="Arial" w:eastAsia="Arial" w:hAnsi="Arial" w:cs="Arial"/>
                <w:spacing w:val="-16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premiums  </w:t>
            </w:r>
            <w:proofErr w:type="gramStart"/>
            <w:r>
              <w:rPr>
                <w:rFonts w:ascii="Arial" w:eastAsia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pacing w:val="16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</w:t>
            </w:r>
            <w:proofErr w:type="gramEnd"/>
            <w:r>
              <w:rPr>
                <w:rFonts w:ascii="Arial" w:eastAsia="Arial" w:hAnsi="Arial" w:cs="Arial"/>
                <w:sz w:val="36"/>
                <w:szCs w:val="36"/>
              </w:rPr>
              <w:t xml:space="preserve">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 Out-of-pocket</w:t>
            </w:r>
            <w:r>
              <w:rPr>
                <w:rFonts w:ascii="Arial" w:eastAsia="Arial" w:hAnsi="Arial" w:cs="Arial"/>
                <w:spacing w:val="87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expenses </w:t>
            </w:r>
            <w:proofErr w:type="gramStart"/>
            <w:r>
              <w:rPr>
                <w:rFonts w:ascii="Arial" w:eastAsia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pacing w:val="78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</w:t>
            </w:r>
            <w:proofErr w:type="gramEnd"/>
            <w:r>
              <w:rPr>
                <w:rFonts w:ascii="Arial" w:eastAsia="Arial" w:hAnsi="Arial" w:cs="Arial"/>
                <w:sz w:val="36"/>
                <w:szCs w:val="36"/>
              </w:rPr>
              <w:t xml:space="preserve">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 xml:space="preserve">.  </w:t>
            </w:r>
            <w:r>
              <w:rPr>
                <w:rFonts w:ascii="Arial" w:eastAsia="Arial" w:hAnsi="Arial" w:cs="Arial"/>
                <w:spacing w:val="81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sz w:val="36"/>
                <w:szCs w:val="36"/>
              </w:rPr>
              <w:t>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C0C0C0"/>
          </w:tcPr>
          <w:p w14:paraId="28FFFB21" w14:textId="77777777" w:rsidR="00870543" w:rsidRDefault="00870543" w:rsidP="00594854"/>
        </w:tc>
      </w:tr>
      <w:tr w:rsidR="00870543" w14:paraId="645FB088" w14:textId="77777777" w:rsidTr="00870543">
        <w:trPr>
          <w:cantSplit/>
          <w:trHeight w:hRule="exact" w:val="569"/>
        </w:trPr>
        <w:tc>
          <w:tcPr>
            <w:tcW w:w="1149" w:type="dxa"/>
            <w:vMerge/>
            <w:tcBorders>
              <w:left w:val="nil"/>
              <w:right w:val="nil"/>
            </w:tcBorders>
          </w:tcPr>
          <w:p w14:paraId="02701DF9" w14:textId="77777777" w:rsidR="00870543" w:rsidRDefault="00870543" w:rsidP="00594854"/>
        </w:tc>
        <w:tc>
          <w:tcPr>
            <w:tcW w:w="16395" w:type="dxa"/>
            <w:vMerge/>
            <w:tcBorders>
              <w:left w:val="nil"/>
              <w:right w:val="nil"/>
            </w:tcBorders>
          </w:tcPr>
          <w:p w14:paraId="223A9687" w14:textId="77777777" w:rsidR="00870543" w:rsidRDefault="00870543" w:rsidP="00594854"/>
        </w:tc>
        <w:tc>
          <w:tcPr>
            <w:tcW w:w="40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3CAD6DF2" w14:textId="77777777" w:rsidR="00870543" w:rsidRDefault="00870543" w:rsidP="00594854"/>
        </w:tc>
      </w:tr>
      <w:tr w:rsidR="00870543" w14:paraId="3F7A55A3" w14:textId="77777777" w:rsidTr="00870543">
        <w:trPr>
          <w:cantSplit/>
          <w:trHeight w:hRule="exact" w:val="569"/>
        </w:trPr>
        <w:tc>
          <w:tcPr>
            <w:tcW w:w="1149" w:type="dxa"/>
            <w:vMerge/>
            <w:tcBorders>
              <w:left w:val="nil"/>
              <w:right w:val="nil"/>
            </w:tcBorders>
          </w:tcPr>
          <w:p w14:paraId="46044685" w14:textId="77777777" w:rsidR="00870543" w:rsidRDefault="00870543" w:rsidP="00594854"/>
        </w:tc>
        <w:tc>
          <w:tcPr>
            <w:tcW w:w="16395" w:type="dxa"/>
            <w:vMerge/>
            <w:tcBorders>
              <w:left w:val="nil"/>
              <w:right w:val="nil"/>
            </w:tcBorders>
          </w:tcPr>
          <w:p w14:paraId="2D12327C" w14:textId="77777777" w:rsidR="00870543" w:rsidRDefault="00870543" w:rsidP="00594854"/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E27948B" w14:textId="77777777" w:rsidR="00870543" w:rsidRDefault="00870543" w:rsidP="00594854"/>
        </w:tc>
      </w:tr>
      <w:tr w:rsidR="00870543" w14:paraId="526A0A95" w14:textId="77777777" w:rsidTr="00870543">
        <w:trPr>
          <w:cantSplit/>
          <w:trHeight w:hRule="exact" w:val="569"/>
        </w:trPr>
        <w:tc>
          <w:tcPr>
            <w:tcW w:w="1149" w:type="dxa"/>
            <w:vMerge/>
            <w:tcBorders>
              <w:left w:val="nil"/>
              <w:right w:val="nil"/>
            </w:tcBorders>
          </w:tcPr>
          <w:p w14:paraId="53343072" w14:textId="77777777" w:rsidR="00870543" w:rsidRDefault="00870543" w:rsidP="00594854"/>
        </w:tc>
        <w:tc>
          <w:tcPr>
            <w:tcW w:w="16395" w:type="dxa"/>
            <w:vMerge/>
            <w:tcBorders>
              <w:left w:val="nil"/>
              <w:right w:val="nil"/>
            </w:tcBorders>
          </w:tcPr>
          <w:p w14:paraId="14336447" w14:textId="77777777" w:rsidR="00870543" w:rsidRDefault="00870543" w:rsidP="00594854"/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29AA9A0" w14:textId="77777777" w:rsidR="00870543" w:rsidRDefault="00870543" w:rsidP="00594854"/>
        </w:tc>
      </w:tr>
      <w:tr w:rsidR="00870543" w14:paraId="616F6FF1" w14:textId="77777777" w:rsidTr="00870543">
        <w:trPr>
          <w:cantSplit/>
          <w:trHeight w:hRule="exact" w:val="569"/>
        </w:trPr>
        <w:tc>
          <w:tcPr>
            <w:tcW w:w="1149" w:type="dxa"/>
            <w:vMerge/>
            <w:tcBorders>
              <w:left w:val="nil"/>
              <w:right w:val="nil"/>
            </w:tcBorders>
          </w:tcPr>
          <w:p w14:paraId="4924DD74" w14:textId="77777777" w:rsidR="00870543" w:rsidRDefault="00870543" w:rsidP="00594854"/>
        </w:tc>
        <w:tc>
          <w:tcPr>
            <w:tcW w:w="16395" w:type="dxa"/>
            <w:vMerge/>
            <w:tcBorders>
              <w:left w:val="nil"/>
              <w:right w:val="nil"/>
            </w:tcBorders>
          </w:tcPr>
          <w:p w14:paraId="2650977D" w14:textId="77777777" w:rsidR="00870543" w:rsidRDefault="00870543" w:rsidP="00594854"/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CD062E9" w14:textId="77777777" w:rsidR="00870543" w:rsidRDefault="00870543" w:rsidP="00594854"/>
        </w:tc>
      </w:tr>
      <w:tr w:rsidR="00870543" w14:paraId="31285AE9" w14:textId="77777777" w:rsidTr="00870543">
        <w:trPr>
          <w:cantSplit/>
          <w:trHeight w:hRule="exact" w:val="569"/>
        </w:trPr>
        <w:tc>
          <w:tcPr>
            <w:tcW w:w="1149" w:type="dxa"/>
            <w:vMerge/>
            <w:tcBorders>
              <w:left w:val="nil"/>
              <w:right w:val="nil"/>
            </w:tcBorders>
          </w:tcPr>
          <w:p w14:paraId="0B264E97" w14:textId="77777777" w:rsidR="00870543" w:rsidRDefault="00870543" w:rsidP="00594854"/>
        </w:tc>
        <w:tc>
          <w:tcPr>
            <w:tcW w:w="16395" w:type="dxa"/>
            <w:vMerge/>
            <w:tcBorders>
              <w:left w:val="nil"/>
              <w:right w:val="nil"/>
            </w:tcBorders>
          </w:tcPr>
          <w:p w14:paraId="57A1A8C2" w14:textId="77777777" w:rsidR="00870543" w:rsidRDefault="00870543" w:rsidP="00594854"/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C0C0C0"/>
          </w:tcPr>
          <w:p w14:paraId="6FD3F344" w14:textId="77777777" w:rsidR="00870543" w:rsidRDefault="00870543" w:rsidP="00594854"/>
        </w:tc>
      </w:tr>
      <w:tr w:rsidR="00870543" w14:paraId="367CB70C" w14:textId="77777777" w:rsidTr="00870543">
        <w:trPr>
          <w:cantSplit/>
          <w:trHeight w:hRule="exact" w:val="569"/>
        </w:trPr>
        <w:tc>
          <w:tcPr>
            <w:tcW w:w="1149" w:type="dxa"/>
            <w:vMerge/>
            <w:tcBorders>
              <w:left w:val="nil"/>
              <w:right w:val="nil"/>
            </w:tcBorders>
          </w:tcPr>
          <w:p w14:paraId="74346300" w14:textId="77777777" w:rsidR="00870543" w:rsidRDefault="00870543" w:rsidP="00594854"/>
        </w:tc>
        <w:tc>
          <w:tcPr>
            <w:tcW w:w="16395" w:type="dxa"/>
            <w:vMerge/>
            <w:tcBorders>
              <w:left w:val="nil"/>
              <w:right w:val="nil"/>
            </w:tcBorders>
          </w:tcPr>
          <w:p w14:paraId="18C6E659" w14:textId="77777777" w:rsidR="00870543" w:rsidRDefault="00870543" w:rsidP="00594854"/>
        </w:tc>
        <w:tc>
          <w:tcPr>
            <w:tcW w:w="40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217F94D0" w14:textId="77777777" w:rsidR="00870543" w:rsidRDefault="00870543" w:rsidP="00594854"/>
        </w:tc>
      </w:tr>
      <w:tr w:rsidR="00870543" w14:paraId="01AF0F76" w14:textId="77777777" w:rsidTr="00870543">
        <w:trPr>
          <w:cantSplit/>
          <w:trHeight w:hRule="exact" w:val="569"/>
        </w:trPr>
        <w:tc>
          <w:tcPr>
            <w:tcW w:w="1149" w:type="dxa"/>
            <w:vMerge/>
            <w:tcBorders>
              <w:left w:val="nil"/>
              <w:right w:val="nil"/>
            </w:tcBorders>
          </w:tcPr>
          <w:p w14:paraId="698705C6" w14:textId="77777777" w:rsidR="00870543" w:rsidRDefault="00870543" w:rsidP="00594854"/>
        </w:tc>
        <w:tc>
          <w:tcPr>
            <w:tcW w:w="16395" w:type="dxa"/>
            <w:vMerge/>
            <w:tcBorders>
              <w:left w:val="nil"/>
              <w:right w:val="nil"/>
            </w:tcBorders>
          </w:tcPr>
          <w:p w14:paraId="7BF56287" w14:textId="77777777" w:rsidR="00870543" w:rsidRDefault="00870543" w:rsidP="00594854"/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FD1E0F0" w14:textId="77777777" w:rsidR="00870543" w:rsidRDefault="00870543" w:rsidP="00594854"/>
        </w:tc>
      </w:tr>
      <w:tr w:rsidR="00870543" w14:paraId="336EB967" w14:textId="77777777" w:rsidTr="00870543">
        <w:trPr>
          <w:cantSplit/>
          <w:trHeight w:hRule="exact" w:val="569"/>
        </w:trPr>
        <w:tc>
          <w:tcPr>
            <w:tcW w:w="1149" w:type="dxa"/>
            <w:vMerge/>
            <w:tcBorders>
              <w:left w:val="nil"/>
              <w:right w:val="nil"/>
            </w:tcBorders>
          </w:tcPr>
          <w:p w14:paraId="33F0E527" w14:textId="77777777" w:rsidR="00870543" w:rsidRDefault="00870543" w:rsidP="00594854"/>
        </w:tc>
        <w:tc>
          <w:tcPr>
            <w:tcW w:w="16395" w:type="dxa"/>
            <w:vMerge/>
            <w:tcBorders>
              <w:left w:val="nil"/>
              <w:right w:val="nil"/>
            </w:tcBorders>
          </w:tcPr>
          <w:p w14:paraId="3B93E75B" w14:textId="77777777" w:rsidR="00870543" w:rsidRDefault="00870543" w:rsidP="00594854"/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C0C0C0"/>
          </w:tcPr>
          <w:p w14:paraId="341F64E7" w14:textId="77777777" w:rsidR="00870543" w:rsidRDefault="00870543" w:rsidP="00594854"/>
        </w:tc>
      </w:tr>
      <w:tr w:rsidR="00870543" w14:paraId="631598AD" w14:textId="77777777" w:rsidTr="00870543">
        <w:trPr>
          <w:cantSplit/>
          <w:trHeight w:hRule="exact" w:val="569"/>
        </w:trPr>
        <w:tc>
          <w:tcPr>
            <w:tcW w:w="1149" w:type="dxa"/>
            <w:vMerge/>
            <w:tcBorders>
              <w:left w:val="nil"/>
              <w:right w:val="nil"/>
            </w:tcBorders>
          </w:tcPr>
          <w:p w14:paraId="39CB62D5" w14:textId="77777777" w:rsidR="00870543" w:rsidRDefault="00870543" w:rsidP="00594854"/>
        </w:tc>
        <w:tc>
          <w:tcPr>
            <w:tcW w:w="16395" w:type="dxa"/>
            <w:vMerge/>
            <w:tcBorders>
              <w:left w:val="nil"/>
              <w:right w:val="nil"/>
            </w:tcBorders>
          </w:tcPr>
          <w:p w14:paraId="4A9B6AFB" w14:textId="77777777" w:rsidR="00870543" w:rsidRDefault="00870543" w:rsidP="00594854"/>
        </w:tc>
        <w:tc>
          <w:tcPr>
            <w:tcW w:w="40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476404B6" w14:textId="77777777" w:rsidR="00870543" w:rsidRDefault="00870543" w:rsidP="00594854"/>
        </w:tc>
      </w:tr>
      <w:tr w:rsidR="00870543" w14:paraId="462EACF7" w14:textId="77777777" w:rsidTr="00870543">
        <w:trPr>
          <w:cantSplit/>
          <w:trHeight w:hRule="exact" w:val="569"/>
        </w:trPr>
        <w:tc>
          <w:tcPr>
            <w:tcW w:w="1149" w:type="dxa"/>
            <w:vMerge/>
            <w:tcBorders>
              <w:left w:val="nil"/>
              <w:right w:val="nil"/>
            </w:tcBorders>
          </w:tcPr>
          <w:p w14:paraId="4E8F0787" w14:textId="77777777" w:rsidR="00870543" w:rsidRDefault="00870543" w:rsidP="00594854"/>
        </w:tc>
        <w:tc>
          <w:tcPr>
            <w:tcW w:w="16395" w:type="dxa"/>
            <w:vMerge/>
            <w:tcBorders>
              <w:left w:val="nil"/>
              <w:right w:val="nil"/>
            </w:tcBorders>
          </w:tcPr>
          <w:p w14:paraId="6020A859" w14:textId="77777777" w:rsidR="00870543" w:rsidRDefault="00870543" w:rsidP="00594854"/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5FE74428" w14:textId="77777777" w:rsidR="00870543" w:rsidRDefault="00870543" w:rsidP="00594854"/>
        </w:tc>
      </w:tr>
      <w:tr w:rsidR="00870543" w14:paraId="0D7D16C6" w14:textId="77777777" w:rsidTr="00870543">
        <w:trPr>
          <w:cantSplit/>
          <w:trHeight w:hRule="exact" w:val="569"/>
        </w:trPr>
        <w:tc>
          <w:tcPr>
            <w:tcW w:w="1149" w:type="dxa"/>
            <w:vMerge/>
            <w:tcBorders>
              <w:left w:val="nil"/>
              <w:right w:val="nil"/>
            </w:tcBorders>
          </w:tcPr>
          <w:p w14:paraId="07AE51EE" w14:textId="77777777" w:rsidR="00870543" w:rsidRDefault="00870543" w:rsidP="00594854"/>
        </w:tc>
        <w:tc>
          <w:tcPr>
            <w:tcW w:w="16395" w:type="dxa"/>
            <w:vMerge/>
            <w:tcBorders>
              <w:left w:val="nil"/>
              <w:right w:val="nil"/>
            </w:tcBorders>
          </w:tcPr>
          <w:p w14:paraId="4589D4E7" w14:textId="77777777" w:rsidR="00870543" w:rsidRDefault="00870543" w:rsidP="00594854"/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53B979A8" w14:textId="77777777" w:rsidR="00870543" w:rsidRDefault="00870543" w:rsidP="00594854"/>
        </w:tc>
      </w:tr>
      <w:tr w:rsidR="00870543" w14:paraId="0BA2AE3B" w14:textId="77777777" w:rsidTr="00870543">
        <w:trPr>
          <w:cantSplit/>
          <w:trHeight w:hRule="exact" w:val="569"/>
        </w:trPr>
        <w:tc>
          <w:tcPr>
            <w:tcW w:w="1149" w:type="dxa"/>
            <w:vMerge/>
            <w:tcBorders>
              <w:left w:val="nil"/>
              <w:right w:val="nil"/>
            </w:tcBorders>
          </w:tcPr>
          <w:p w14:paraId="12DF5D42" w14:textId="77777777" w:rsidR="00870543" w:rsidRDefault="00870543" w:rsidP="00594854"/>
        </w:tc>
        <w:tc>
          <w:tcPr>
            <w:tcW w:w="16395" w:type="dxa"/>
            <w:vMerge/>
            <w:tcBorders>
              <w:left w:val="nil"/>
              <w:right w:val="nil"/>
            </w:tcBorders>
          </w:tcPr>
          <w:p w14:paraId="1E0970B7" w14:textId="77777777" w:rsidR="00870543" w:rsidRDefault="00870543" w:rsidP="00594854"/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B35D7BF" w14:textId="77777777" w:rsidR="00870543" w:rsidRDefault="00870543" w:rsidP="00594854"/>
        </w:tc>
      </w:tr>
      <w:tr w:rsidR="00870543" w14:paraId="2094F53D" w14:textId="77777777" w:rsidTr="00870543">
        <w:trPr>
          <w:cantSplit/>
          <w:trHeight w:hRule="exact" w:val="569"/>
        </w:trPr>
        <w:tc>
          <w:tcPr>
            <w:tcW w:w="1149" w:type="dxa"/>
            <w:vMerge/>
            <w:tcBorders>
              <w:left w:val="nil"/>
              <w:right w:val="nil"/>
            </w:tcBorders>
          </w:tcPr>
          <w:p w14:paraId="7B02BA03" w14:textId="77777777" w:rsidR="00870543" w:rsidRDefault="00870543" w:rsidP="00594854"/>
        </w:tc>
        <w:tc>
          <w:tcPr>
            <w:tcW w:w="16395" w:type="dxa"/>
            <w:vMerge/>
            <w:tcBorders>
              <w:left w:val="nil"/>
              <w:right w:val="nil"/>
            </w:tcBorders>
          </w:tcPr>
          <w:p w14:paraId="32A70837" w14:textId="77777777" w:rsidR="00870543" w:rsidRDefault="00870543" w:rsidP="00594854"/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CF2FB06" w14:textId="77777777" w:rsidR="00870543" w:rsidRDefault="00870543" w:rsidP="00594854"/>
        </w:tc>
      </w:tr>
      <w:tr w:rsidR="00870543" w14:paraId="275C4869" w14:textId="77777777" w:rsidTr="00870543">
        <w:trPr>
          <w:cantSplit/>
          <w:trHeight w:hRule="exact" w:val="569"/>
        </w:trPr>
        <w:tc>
          <w:tcPr>
            <w:tcW w:w="1149" w:type="dxa"/>
            <w:vMerge/>
            <w:tcBorders>
              <w:left w:val="nil"/>
              <w:right w:val="nil"/>
            </w:tcBorders>
          </w:tcPr>
          <w:p w14:paraId="0D90F9C2" w14:textId="77777777" w:rsidR="00870543" w:rsidRDefault="00870543" w:rsidP="00594854"/>
        </w:tc>
        <w:tc>
          <w:tcPr>
            <w:tcW w:w="16395" w:type="dxa"/>
            <w:vMerge/>
            <w:tcBorders>
              <w:left w:val="nil"/>
              <w:right w:val="nil"/>
            </w:tcBorders>
          </w:tcPr>
          <w:p w14:paraId="0DCA3DBA" w14:textId="77777777" w:rsidR="00870543" w:rsidRDefault="00870543" w:rsidP="00594854"/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C0C0C0"/>
          </w:tcPr>
          <w:p w14:paraId="22AECF88" w14:textId="77777777" w:rsidR="00870543" w:rsidRDefault="00870543" w:rsidP="00594854"/>
        </w:tc>
      </w:tr>
      <w:tr w:rsidR="00870543" w14:paraId="2F3CCFDD" w14:textId="77777777" w:rsidTr="00870543">
        <w:trPr>
          <w:cantSplit/>
          <w:trHeight w:hRule="exact" w:val="569"/>
        </w:trPr>
        <w:tc>
          <w:tcPr>
            <w:tcW w:w="1149" w:type="dxa"/>
            <w:vMerge/>
            <w:tcBorders>
              <w:left w:val="nil"/>
              <w:right w:val="nil"/>
            </w:tcBorders>
          </w:tcPr>
          <w:p w14:paraId="1A5299DF" w14:textId="77777777" w:rsidR="00870543" w:rsidRDefault="00870543" w:rsidP="00594854"/>
        </w:tc>
        <w:tc>
          <w:tcPr>
            <w:tcW w:w="16395" w:type="dxa"/>
            <w:vMerge/>
            <w:tcBorders>
              <w:left w:val="nil"/>
              <w:right w:val="nil"/>
            </w:tcBorders>
          </w:tcPr>
          <w:p w14:paraId="6DE5BC8D" w14:textId="77777777" w:rsidR="00870543" w:rsidRDefault="00870543" w:rsidP="00594854"/>
        </w:tc>
        <w:tc>
          <w:tcPr>
            <w:tcW w:w="40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217F6470" w14:textId="77777777" w:rsidR="00870543" w:rsidRDefault="00870543" w:rsidP="00594854"/>
        </w:tc>
      </w:tr>
      <w:tr w:rsidR="00870543" w14:paraId="1877C983" w14:textId="77777777" w:rsidTr="00870543">
        <w:trPr>
          <w:cantSplit/>
          <w:trHeight w:hRule="exact" w:val="575"/>
        </w:trPr>
        <w:tc>
          <w:tcPr>
            <w:tcW w:w="1149" w:type="dxa"/>
            <w:vMerge/>
            <w:tcBorders>
              <w:left w:val="nil"/>
              <w:bottom w:val="nil"/>
              <w:right w:val="nil"/>
            </w:tcBorders>
          </w:tcPr>
          <w:p w14:paraId="4AFF2D72" w14:textId="77777777" w:rsidR="00870543" w:rsidRDefault="00870543" w:rsidP="00594854"/>
        </w:tc>
        <w:tc>
          <w:tcPr>
            <w:tcW w:w="16395" w:type="dxa"/>
            <w:vMerge/>
            <w:tcBorders>
              <w:left w:val="nil"/>
              <w:bottom w:val="nil"/>
              <w:right w:val="nil"/>
            </w:tcBorders>
          </w:tcPr>
          <w:p w14:paraId="3A7F584A" w14:textId="77777777" w:rsidR="00870543" w:rsidRDefault="00870543" w:rsidP="00594854"/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26ADB9C" w14:textId="77777777" w:rsidR="00870543" w:rsidRDefault="00870543" w:rsidP="00594854"/>
        </w:tc>
      </w:tr>
    </w:tbl>
    <w:p w14:paraId="467A7843" w14:textId="77777777" w:rsidR="00870543" w:rsidRDefault="00870543" w:rsidP="00870543">
      <w:pPr>
        <w:sectPr w:rsidR="00870543">
          <w:pgSz w:w="24480" w:h="15840" w:orient="landscape"/>
          <w:pgMar w:top="1480" w:right="1300" w:bottom="280" w:left="1320" w:header="720" w:footer="720" w:gutter="0"/>
          <w:cols w:space="720"/>
        </w:sectPr>
      </w:pPr>
    </w:p>
    <w:p w14:paraId="63647BBA" w14:textId="77777777" w:rsidR="00870543" w:rsidRDefault="00870543" w:rsidP="00870543">
      <w:pPr>
        <w:spacing w:before="16"/>
        <w:ind w:left="1272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898880" behindDoc="1" locked="0" layoutInCell="1" allowOverlap="1" wp14:anchorId="39C50242" wp14:editId="55F47DA9">
                <wp:simplePos x="0" y="0"/>
                <wp:positionH relativeFrom="margin">
                  <wp:align>center</wp:align>
                </wp:positionH>
                <wp:positionV relativeFrom="page">
                  <wp:posOffset>949960</wp:posOffset>
                </wp:positionV>
                <wp:extent cx="13754100" cy="5514975"/>
                <wp:effectExtent l="0" t="0" r="0" b="9525"/>
                <wp:wrapNone/>
                <wp:docPr id="447" name="Text Box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54100" cy="5514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7578"/>
                              <w:gridCol w:w="4032"/>
                            </w:tblGrid>
                            <w:tr w:rsidR="00870543" w14:paraId="17C757C3" w14:textId="77777777">
                              <w:trPr>
                                <w:trHeight w:hRule="exact" w:val="480"/>
                              </w:trPr>
                              <w:tc>
                                <w:tcPr>
                                  <w:tcW w:w="17578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5DE773AB" w14:textId="77777777" w:rsidR="00870543" w:rsidRDefault="00870543"/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nil"/>
                                    <w:right w:val="nil"/>
                                  </w:tcBorders>
                                  <w:shd w:val="clear" w:color="auto" w:fill="C0C0C0"/>
                                </w:tcPr>
                                <w:p w14:paraId="134D4E73" w14:textId="77777777" w:rsidR="00870543" w:rsidRDefault="00870543"/>
                              </w:tc>
                            </w:tr>
                            <w:tr w:rsidR="00870543" w14:paraId="4A60BFF4" w14:textId="77777777">
                              <w:trPr>
                                <w:trHeight w:hRule="exact" w:val="480"/>
                              </w:trPr>
                              <w:tc>
                                <w:tcPr>
                                  <w:tcW w:w="17578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57EA057" w14:textId="77777777" w:rsidR="00870543" w:rsidRDefault="00870543"/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75DA14E6" w14:textId="77777777" w:rsidR="00870543" w:rsidRDefault="00870543"/>
                              </w:tc>
                            </w:tr>
                            <w:tr w:rsidR="00870543" w14:paraId="5C9E6BC9" w14:textId="77777777">
                              <w:trPr>
                                <w:trHeight w:hRule="exact" w:val="480"/>
                              </w:trPr>
                              <w:tc>
                                <w:tcPr>
                                  <w:tcW w:w="17578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CB0CBFA" w14:textId="77777777" w:rsidR="00870543" w:rsidRDefault="00870543"/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58E3BF2" w14:textId="77777777" w:rsidR="00870543" w:rsidRDefault="00870543"/>
                              </w:tc>
                            </w:tr>
                            <w:tr w:rsidR="00870543" w14:paraId="6725EA26" w14:textId="77777777">
                              <w:trPr>
                                <w:trHeight w:hRule="exact" w:val="480"/>
                              </w:trPr>
                              <w:tc>
                                <w:tcPr>
                                  <w:tcW w:w="17578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499D2B0" w14:textId="77777777" w:rsidR="00870543" w:rsidRDefault="00870543"/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C348D84" w14:textId="77777777" w:rsidR="00870543" w:rsidRDefault="00870543"/>
                              </w:tc>
                            </w:tr>
                            <w:tr w:rsidR="00870543" w14:paraId="6A465321" w14:textId="77777777">
                              <w:trPr>
                                <w:trHeight w:hRule="exact" w:val="480"/>
                              </w:trPr>
                              <w:tc>
                                <w:tcPr>
                                  <w:tcW w:w="17578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494B4E8" w14:textId="77777777" w:rsidR="00870543" w:rsidRDefault="00870543"/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7ED00D9" w14:textId="77777777" w:rsidR="00870543" w:rsidRDefault="00870543"/>
                              </w:tc>
                            </w:tr>
                            <w:tr w:rsidR="00870543" w14:paraId="7F5F35BB" w14:textId="77777777">
                              <w:trPr>
                                <w:trHeight w:hRule="exact" w:val="480"/>
                              </w:trPr>
                              <w:tc>
                                <w:tcPr>
                                  <w:tcW w:w="17578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6F01213" w14:textId="77777777" w:rsidR="00870543" w:rsidRDefault="00870543"/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2F22AC2" w14:textId="77777777" w:rsidR="00870543" w:rsidRDefault="00870543"/>
                              </w:tc>
                            </w:tr>
                            <w:tr w:rsidR="00870543" w14:paraId="6E814F20" w14:textId="77777777">
                              <w:trPr>
                                <w:trHeight w:hRule="exact" w:val="480"/>
                              </w:trPr>
                              <w:tc>
                                <w:tcPr>
                                  <w:tcW w:w="17578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29D3E4C" w14:textId="77777777" w:rsidR="00870543" w:rsidRDefault="00870543"/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56BAAB8" w14:textId="77777777" w:rsidR="00870543" w:rsidRDefault="00870543"/>
                              </w:tc>
                            </w:tr>
                            <w:tr w:rsidR="00870543" w14:paraId="6BF34110" w14:textId="77777777">
                              <w:trPr>
                                <w:trHeight w:hRule="exact" w:val="480"/>
                              </w:trPr>
                              <w:tc>
                                <w:tcPr>
                                  <w:tcW w:w="17578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1C58040" w14:textId="77777777" w:rsidR="00870543" w:rsidRDefault="00870543"/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0D5FA61" w14:textId="77777777" w:rsidR="00870543" w:rsidRDefault="00870543"/>
                              </w:tc>
                            </w:tr>
                            <w:tr w:rsidR="00870543" w14:paraId="3298C540" w14:textId="77777777">
                              <w:trPr>
                                <w:trHeight w:hRule="exact" w:val="480"/>
                              </w:trPr>
                              <w:tc>
                                <w:tcPr>
                                  <w:tcW w:w="17578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E13FD3E" w14:textId="77777777" w:rsidR="00870543" w:rsidRDefault="00870543"/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FE72C3C" w14:textId="77777777" w:rsidR="00870543" w:rsidRDefault="00870543"/>
                              </w:tc>
                            </w:tr>
                            <w:tr w:rsidR="00870543" w14:paraId="529D8EDA" w14:textId="77777777">
                              <w:trPr>
                                <w:trHeight w:hRule="exact" w:val="480"/>
                              </w:trPr>
                              <w:tc>
                                <w:tcPr>
                                  <w:tcW w:w="17578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9D3FEB8" w14:textId="77777777" w:rsidR="00870543" w:rsidRDefault="00870543"/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4DFA3D9" w14:textId="77777777" w:rsidR="00870543" w:rsidRDefault="00870543"/>
                              </w:tc>
                            </w:tr>
                            <w:tr w:rsidR="00870543" w14:paraId="50D30582" w14:textId="77777777">
                              <w:trPr>
                                <w:trHeight w:hRule="exact" w:val="480"/>
                              </w:trPr>
                              <w:tc>
                                <w:tcPr>
                                  <w:tcW w:w="17578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17E24EE" w14:textId="77777777" w:rsidR="00870543" w:rsidRDefault="00870543"/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F5B68DE" w14:textId="77777777" w:rsidR="00870543" w:rsidRDefault="00870543"/>
                              </w:tc>
                            </w:tr>
                            <w:tr w:rsidR="00870543" w14:paraId="40E36142" w14:textId="77777777">
                              <w:trPr>
                                <w:trHeight w:hRule="exact" w:val="960"/>
                              </w:trPr>
                              <w:tc>
                                <w:tcPr>
                                  <w:tcW w:w="17578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A873101" w14:textId="77777777" w:rsidR="00870543" w:rsidRDefault="00870543"/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nil"/>
                                    <w:right w:val="nil"/>
                                  </w:tcBorders>
                                  <w:shd w:val="clear" w:color="auto" w:fill="C0C0C0"/>
                                </w:tcPr>
                                <w:p w14:paraId="3F6FD8F7" w14:textId="77777777" w:rsidR="00870543" w:rsidRDefault="00870543"/>
                              </w:tc>
                            </w:tr>
                            <w:tr w:rsidR="00870543" w14:paraId="174ED729" w14:textId="77777777">
                              <w:trPr>
                                <w:trHeight w:hRule="exact" w:val="480"/>
                              </w:trPr>
                              <w:tc>
                                <w:tcPr>
                                  <w:tcW w:w="17578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E16FF89" w14:textId="77777777" w:rsidR="00870543" w:rsidRDefault="00870543"/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3560D74" w14:textId="77777777" w:rsidR="00870543" w:rsidRDefault="00870543"/>
                              </w:tc>
                            </w:tr>
                            <w:tr w:rsidR="00870543" w14:paraId="08586BCE" w14:textId="77777777">
                              <w:trPr>
                                <w:trHeight w:hRule="exact" w:val="480"/>
                              </w:trPr>
                              <w:tc>
                                <w:tcPr>
                                  <w:tcW w:w="17578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6A10654" w14:textId="77777777" w:rsidR="00870543" w:rsidRDefault="00870543"/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A7C9477" w14:textId="77777777" w:rsidR="00870543" w:rsidRDefault="00870543"/>
                              </w:tc>
                            </w:tr>
                            <w:tr w:rsidR="00870543" w14:paraId="09B92749" w14:textId="77777777">
                              <w:trPr>
                                <w:trHeight w:hRule="exact" w:val="480"/>
                              </w:trPr>
                              <w:tc>
                                <w:tcPr>
                                  <w:tcW w:w="17578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32C77C1" w14:textId="77777777" w:rsidR="00870543" w:rsidRDefault="00870543"/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BFB109D" w14:textId="77777777" w:rsidR="00870543" w:rsidRDefault="00870543"/>
                              </w:tc>
                            </w:tr>
                            <w:tr w:rsidR="00870543" w14:paraId="57721605" w14:textId="77777777">
                              <w:trPr>
                                <w:trHeight w:hRule="exact" w:val="480"/>
                              </w:trPr>
                              <w:tc>
                                <w:tcPr>
                                  <w:tcW w:w="17578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F24E39A" w14:textId="77777777" w:rsidR="00870543" w:rsidRDefault="00870543"/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53C5ABE" w14:textId="77777777" w:rsidR="00870543" w:rsidRDefault="00870543"/>
                              </w:tc>
                            </w:tr>
                            <w:tr w:rsidR="00870543" w14:paraId="709EBA59" w14:textId="77777777">
                              <w:trPr>
                                <w:trHeight w:hRule="exact" w:val="480"/>
                              </w:trPr>
                              <w:tc>
                                <w:tcPr>
                                  <w:tcW w:w="17578" w:type="dxa"/>
                                  <w:vMerge/>
                                  <w:tcBorders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14:paraId="4EC3A657" w14:textId="77777777" w:rsidR="00870543" w:rsidRDefault="00870543"/>
                              </w:tc>
                              <w:tc>
                                <w:tcPr>
                                  <w:tcW w:w="403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14:paraId="42D1405B" w14:textId="77777777" w:rsidR="00870543" w:rsidRDefault="00870543"/>
                              </w:tc>
                            </w:tr>
                          </w:tbl>
                          <w:p w14:paraId="145FD9A0" w14:textId="77777777" w:rsidR="00870543" w:rsidRDefault="00870543" w:rsidP="0087054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50242" id="Text Box 447" o:spid="_x0000_s1038" type="#_x0000_t202" style="position:absolute;left:0;text-align:left;margin-left:0;margin-top:74.8pt;width:1083pt;height:434.25pt;z-index:-251417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7578"/>
                        <w:gridCol w:w="4032"/>
                      </w:tblGrid>
                      <w:tr w:rsidR="00870543" w14:paraId="17C757C3" w14:textId="77777777">
                        <w:trPr>
                          <w:trHeight w:hRule="exact" w:val="480"/>
                        </w:trPr>
                        <w:tc>
                          <w:tcPr>
                            <w:tcW w:w="17578" w:type="dxa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5DE773AB" w14:textId="77777777" w:rsidR="00870543" w:rsidRDefault="00870543"/>
                        </w:tc>
                        <w:tc>
                          <w:tcPr>
                            <w:tcW w:w="403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nil"/>
                              <w:right w:val="nil"/>
                            </w:tcBorders>
                            <w:shd w:val="clear" w:color="auto" w:fill="C0C0C0"/>
                          </w:tcPr>
                          <w:p w14:paraId="134D4E73" w14:textId="77777777" w:rsidR="00870543" w:rsidRDefault="00870543"/>
                        </w:tc>
                      </w:tr>
                      <w:tr w:rsidR="00870543" w14:paraId="4A60BFF4" w14:textId="77777777">
                        <w:trPr>
                          <w:trHeight w:hRule="exact" w:val="480"/>
                        </w:trPr>
                        <w:tc>
                          <w:tcPr>
                            <w:tcW w:w="17578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557EA057" w14:textId="77777777" w:rsidR="00870543" w:rsidRDefault="00870543"/>
                        </w:tc>
                        <w:tc>
                          <w:tcPr>
                            <w:tcW w:w="4032" w:type="dxa"/>
                            <w:tcBorders>
                              <w:top w:val="nil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75DA14E6" w14:textId="77777777" w:rsidR="00870543" w:rsidRDefault="00870543"/>
                        </w:tc>
                      </w:tr>
                      <w:tr w:rsidR="00870543" w14:paraId="5C9E6BC9" w14:textId="77777777">
                        <w:trPr>
                          <w:trHeight w:hRule="exact" w:val="480"/>
                        </w:trPr>
                        <w:tc>
                          <w:tcPr>
                            <w:tcW w:w="17578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7CB0CBFA" w14:textId="77777777" w:rsidR="00870543" w:rsidRDefault="00870543"/>
                        </w:tc>
                        <w:tc>
                          <w:tcPr>
                            <w:tcW w:w="403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258E3BF2" w14:textId="77777777" w:rsidR="00870543" w:rsidRDefault="00870543"/>
                        </w:tc>
                      </w:tr>
                      <w:tr w:rsidR="00870543" w14:paraId="6725EA26" w14:textId="77777777">
                        <w:trPr>
                          <w:trHeight w:hRule="exact" w:val="480"/>
                        </w:trPr>
                        <w:tc>
                          <w:tcPr>
                            <w:tcW w:w="17578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4499D2B0" w14:textId="77777777" w:rsidR="00870543" w:rsidRDefault="00870543"/>
                        </w:tc>
                        <w:tc>
                          <w:tcPr>
                            <w:tcW w:w="403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5C348D84" w14:textId="77777777" w:rsidR="00870543" w:rsidRDefault="00870543"/>
                        </w:tc>
                      </w:tr>
                      <w:tr w:rsidR="00870543" w14:paraId="6A465321" w14:textId="77777777">
                        <w:trPr>
                          <w:trHeight w:hRule="exact" w:val="480"/>
                        </w:trPr>
                        <w:tc>
                          <w:tcPr>
                            <w:tcW w:w="17578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3494B4E8" w14:textId="77777777" w:rsidR="00870543" w:rsidRDefault="00870543"/>
                        </w:tc>
                        <w:tc>
                          <w:tcPr>
                            <w:tcW w:w="403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47ED00D9" w14:textId="77777777" w:rsidR="00870543" w:rsidRDefault="00870543"/>
                        </w:tc>
                      </w:tr>
                      <w:tr w:rsidR="00870543" w14:paraId="7F5F35BB" w14:textId="77777777">
                        <w:trPr>
                          <w:trHeight w:hRule="exact" w:val="480"/>
                        </w:trPr>
                        <w:tc>
                          <w:tcPr>
                            <w:tcW w:w="17578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26F01213" w14:textId="77777777" w:rsidR="00870543" w:rsidRDefault="00870543"/>
                        </w:tc>
                        <w:tc>
                          <w:tcPr>
                            <w:tcW w:w="403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62F22AC2" w14:textId="77777777" w:rsidR="00870543" w:rsidRDefault="00870543"/>
                        </w:tc>
                      </w:tr>
                      <w:tr w:rsidR="00870543" w14:paraId="6E814F20" w14:textId="77777777">
                        <w:trPr>
                          <w:trHeight w:hRule="exact" w:val="480"/>
                        </w:trPr>
                        <w:tc>
                          <w:tcPr>
                            <w:tcW w:w="17578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029D3E4C" w14:textId="77777777" w:rsidR="00870543" w:rsidRDefault="00870543"/>
                        </w:tc>
                        <w:tc>
                          <w:tcPr>
                            <w:tcW w:w="403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656BAAB8" w14:textId="77777777" w:rsidR="00870543" w:rsidRDefault="00870543"/>
                        </w:tc>
                      </w:tr>
                      <w:tr w:rsidR="00870543" w14:paraId="6BF34110" w14:textId="77777777">
                        <w:trPr>
                          <w:trHeight w:hRule="exact" w:val="480"/>
                        </w:trPr>
                        <w:tc>
                          <w:tcPr>
                            <w:tcW w:w="17578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71C58040" w14:textId="77777777" w:rsidR="00870543" w:rsidRDefault="00870543"/>
                        </w:tc>
                        <w:tc>
                          <w:tcPr>
                            <w:tcW w:w="403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40D5FA61" w14:textId="77777777" w:rsidR="00870543" w:rsidRDefault="00870543"/>
                        </w:tc>
                      </w:tr>
                      <w:tr w:rsidR="00870543" w14:paraId="3298C540" w14:textId="77777777">
                        <w:trPr>
                          <w:trHeight w:hRule="exact" w:val="480"/>
                        </w:trPr>
                        <w:tc>
                          <w:tcPr>
                            <w:tcW w:w="17578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6E13FD3E" w14:textId="77777777" w:rsidR="00870543" w:rsidRDefault="00870543"/>
                        </w:tc>
                        <w:tc>
                          <w:tcPr>
                            <w:tcW w:w="403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0FE72C3C" w14:textId="77777777" w:rsidR="00870543" w:rsidRDefault="00870543"/>
                        </w:tc>
                      </w:tr>
                      <w:tr w:rsidR="00870543" w14:paraId="529D8EDA" w14:textId="77777777">
                        <w:trPr>
                          <w:trHeight w:hRule="exact" w:val="480"/>
                        </w:trPr>
                        <w:tc>
                          <w:tcPr>
                            <w:tcW w:w="17578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29D3FEB8" w14:textId="77777777" w:rsidR="00870543" w:rsidRDefault="00870543"/>
                        </w:tc>
                        <w:tc>
                          <w:tcPr>
                            <w:tcW w:w="403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44DFA3D9" w14:textId="77777777" w:rsidR="00870543" w:rsidRDefault="00870543"/>
                        </w:tc>
                      </w:tr>
                      <w:tr w:rsidR="00870543" w14:paraId="50D30582" w14:textId="77777777">
                        <w:trPr>
                          <w:trHeight w:hRule="exact" w:val="480"/>
                        </w:trPr>
                        <w:tc>
                          <w:tcPr>
                            <w:tcW w:w="17578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017E24EE" w14:textId="77777777" w:rsidR="00870543" w:rsidRDefault="00870543"/>
                        </w:tc>
                        <w:tc>
                          <w:tcPr>
                            <w:tcW w:w="403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5F5B68DE" w14:textId="77777777" w:rsidR="00870543" w:rsidRDefault="00870543"/>
                        </w:tc>
                      </w:tr>
                      <w:tr w:rsidR="00870543" w14:paraId="40E36142" w14:textId="77777777">
                        <w:trPr>
                          <w:trHeight w:hRule="exact" w:val="960"/>
                        </w:trPr>
                        <w:tc>
                          <w:tcPr>
                            <w:tcW w:w="17578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4A873101" w14:textId="77777777" w:rsidR="00870543" w:rsidRDefault="00870543"/>
                        </w:tc>
                        <w:tc>
                          <w:tcPr>
                            <w:tcW w:w="403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nil"/>
                              <w:right w:val="nil"/>
                            </w:tcBorders>
                            <w:shd w:val="clear" w:color="auto" w:fill="C0C0C0"/>
                          </w:tcPr>
                          <w:p w14:paraId="3F6FD8F7" w14:textId="77777777" w:rsidR="00870543" w:rsidRDefault="00870543"/>
                        </w:tc>
                      </w:tr>
                      <w:tr w:rsidR="00870543" w14:paraId="174ED729" w14:textId="77777777">
                        <w:trPr>
                          <w:trHeight w:hRule="exact" w:val="480"/>
                        </w:trPr>
                        <w:tc>
                          <w:tcPr>
                            <w:tcW w:w="17578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6E16FF89" w14:textId="77777777" w:rsidR="00870543" w:rsidRDefault="00870543"/>
                        </w:tc>
                        <w:tc>
                          <w:tcPr>
                            <w:tcW w:w="4032" w:type="dxa"/>
                            <w:tcBorders>
                              <w:top w:val="nil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03560D74" w14:textId="77777777" w:rsidR="00870543" w:rsidRDefault="00870543"/>
                        </w:tc>
                      </w:tr>
                      <w:tr w:rsidR="00870543" w14:paraId="08586BCE" w14:textId="77777777">
                        <w:trPr>
                          <w:trHeight w:hRule="exact" w:val="480"/>
                        </w:trPr>
                        <w:tc>
                          <w:tcPr>
                            <w:tcW w:w="17578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46A10654" w14:textId="77777777" w:rsidR="00870543" w:rsidRDefault="00870543"/>
                        </w:tc>
                        <w:tc>
                          <w:tcPr>
                            <w:tcW w:w="403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2A7C9477" w14:textId="77777777" w:rsidR="00870543" w:rsidRDefault="00870543"/>
                        </w:tc>
                      </w:tr>
                      <w:tr w:rsidR="00870543" w14:paraId="09B92749" w14:textId="77777777">
                        <w:trPr>
                          <w:trHeight w:hRule="exact" w:val="480"/>
                        </w:trPr>
                        <w:tc>
                          <w:tcPr>
                            <w:tcW w:w="17578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432C77C1" w14:textId="77777777" w:rsidR="00870543" w:rsidRDefault="00870543"/>
                        </w:tc>
                        <w:tc>
                          <w:tcPr>
                            <w:tcW w:w="403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1BFB109D" w14:textId="77777777" w:rsidR="00870543" w:rsidRDefault="00870543"/>
                        </w:tc>
                      </w:tr>
                      <w:tr w:rsidR="00870543" w14:paraId="57721605" w14:textId="77777777">
                        <w:trPr>
                          <w:trHeight w:hRule="exact" w:val="480"/>
                        </w:trPr>
                        <w:tc>
                          <w:tcPr>
                            <w:tcW w:w="17578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1F24E39A" w14:textId="77777777" w:rsidR="00870543" w:rsidRDefault="00870543"/>
                        </w:tc>
                        <w:tc>
                          <w:tcPr>
                            <w:tcW w:w="403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653C5ABE" w14:textId="77777777" w:rsidR="00870543" w:rsidRDefault="00870543"/>
                        </w:tc>
                      </w:tr>
                      <w:tr w:rsidR="00870543" w14:paraId="709EBA59" w14:textId="77777777">
                        <w:trPr>
                          <w:trHeight w:hRule="exact" w:val="480"/>
                        </w:trPr>
                        <w:tc>
                          <w:tcPr>
                            <w:tcW w:w="17578" w:type="dxa"/>
                            <w:vMerge/>
                            <w:tcBorders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14:paraId="4EC3A657" w14:textId="77777777" w:rsidR="00870543" w:rsidRDefault="00870543"/>
                        </w:tc>
                        <w:tc>
                          <w:tcPr>
                            <w:tcW w:w="403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2" w:space="0" w:color="000000"/>
                              <w:right w:val="nil"/>
                            </w:tcBorders>
                          </w:tcPr>
                          <w:p w14:paraId="42D1405B" w14:textId="77777777" w:rsidR="00870543" w:rsidRDefault="00870543"/>
                        </w:tc>
                      </w:tr>
                    </w:tbl>
                    <w:p w14:paraId="145FD9A0" w14:textId="77777777" w:rsidR="00870543" w:rsidRDefault="00870543" w:rsidP="00870543"/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eastAsia="Arial" w:hAnsi="Arial" w:cs="Arial"/>
          <w:b/>
          <w:sz w:val="36"/>
          <w:szCs w:val="36"/>
        </w:rPr>
        <w:t>Other:</w:t>
      </w:r>
    </w:p>
    <w:p w14:paraId="20EB8329" w14:textId="77777777" w:rsidR="00870543" w:rsidRDefault="00870543" w:rsidP="006B0B48">
      <w:pPr>
        <w:spacing w:before="0" w:after="0" w:line="274" w:lineRule="auto"/>
        <w:ind w:left="1560" w:right="4253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36"/>
          <w:szCs w:val="36"/>
        </w:rPr>
        <w:t>Child</w:t>
      </w:r>
      <w:r>
        <w:rPr>
          <w:rFonts w:ascii="Arial" w:eastAsia="Arial" w:hAnsi="Arial" w:cs="Arial"/>
          <w:spacing w:val="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and</w:t>
      </w:r>
      <w:r>
        <w:rPr>
          <w:rFonts w:ascii="Arial" w:eastAsia="Arial" w:hAnsi="Arial" w:cs="Arial"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dependent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proofErr w:type="gramStart"/>
      <w:r>
        <w:rPr>
          <w:rFonts w:ascii="Arial" w:eastAsia="Arial" w:hAnsi="Arial" w:cs="Arial"/>
          <w:sz w:val="36"/>
          <w:szCs w:val="36"/>
        </w:rPr>
        <w:t>care</w:t>
      </w:r>
      <w:r>
        <w:rPr>
          <w:rFonts w:ascii="Arial" w:eastAsia="Arial" w:hAnsi="Arial" w:cs="Arial"/>
          <w:spacing w:val="3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.</w:t>
      </w:r>
      <w:proofErr w:type="gramEnd"/>
      <w:r>
        <w:rPr>
          <w:rFonts w:ascii="Arial" w:eastAsia="Arial" w:hAnsi="Arial" w:cs="Arial"/>
          <w:sz w:val="36"/>
          <w:szCs w:val="36"/>
        </w:rPr>
        <w:t xml:space="preserve">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. Caregiver</w:t>
      </w:r>
      <w:r>
        <w:rPr>
          <w:rFonts w:ascii="Arial" w:eastAsia="Arial" w:hAnsi="Arial" w:cs="Arial"/>
          <w:spacing w:val="-16"/>
          <w:sz w:val="36"/>
          <w:szCs w:val="36"/>
        </w:rPr>
        <w:t xml:space="preserve"> </w:t>
      </w:r>
      <w:proofErr w:type="gramStart"/>
      <w:r>
        <w:rPr>
          <w:rFonts w:ascii="Arial" w:eastAsia="Arial" w:hAnsi="Arial" w:cs="Arial"/>
          <w:sz w:val="36"/>
          <w:szCs w:val="36"/>
        </w:rPr>
        <w:t>expenses</w:t>
      </w:r>
      <w:r>
        <w:rPr>
          <w:rFonts w:ascii="Arial" w:eastAsia="Arial" w:hAnsi="Arial" w:cs="Arial"/>
          <w:spacing w:val="5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.</w:t>
      </w:r>
      <w:proofErr w:type="gramEnd"/>
      <w:r>
        <w:rPr>
          <w:rFonts w:ascii="Arial" w:eastAsia="Arial" w:hAnsi="Arial" w:cs="Arial"/>
          <w:sz w:val="36"/>
          <w:szCs w:val="36"/>
        </w:rPr>
        <w:t xml:space="preserve">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. Income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tax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withholding</w:t>
      </w:r>
      <w:r>
        <w:rPr>
          <w:rFonts w:ascii="Arial" w:eastAsia="Arial" w:hAnsi="Arial" w:cs="Arial"/>
          <w:spacing w:val="3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(federal,</w:t>
      </w:r>
      <w:r>
        <w:rPr>
          <w:rFonts w:ascii="Arial" w:eastAsia="Arial" w:hAnsi="Arial" w:cs="Arial"/>
          <w:spacing w:val="-4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state,</w:t>
      </w:r>
      <w:r>
        <w:rPr>
          <w:rFonts w:ascii="Arial" w:eastAsia="Arial" w:hAnsi="Arial" w:cs="Arial"/>
          <w:spacing w:val="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and</w:t>
      </w:r>
      <w:r>
        <w:rPr>
          <w:rFonts w:ascii="Arial" w:eastAsia="Arial" w:hAnsi="Arial" w:cs="Arial"/>
          <w:spacing w:val="6"/>
          <w:sz w:val="36"/>
          <w:szCs w:val="36"/>
        </w:rPr>
        <w:t xml:space="preserve"> </w:t>
      </w:r>
      <w:proofErr w:type="gramStart"/>
      <w:r>
        <w:rPr>
          <w:rFonts w:ascii="Arial" w:eastAsia="Arial" w:hAnsi="Arial" w:cs="Arial"/>
          <w:sz w:val="36"/>
          <w:szCs w:val="36"/>
        </w:rPr>
        <w:t xml:space="preserve">local)  </w:t>
      </w:r>
      <w:r>
        <w:rPr>
          <w:rFonts w:ascii="Arial" w:eastAsia="Arial" w:hAnsi="Arial" w:cs="Arial"/>
          <w:spacing w:val="64"/>
          <w:sz w:val="36"/>
          <w:szCs w:val="36"/>
        </w:rPr>
        <w:t xml:space="preserve"> </w:t>
      </w:r>
      <w:proofErr w:type="gramEnd"/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. Estimated tax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payments  </w:t>
      </w:r>
      <w:proofErr w:type="gramStart"/>
      <w:r>
        <w:rPr>
          <w:rFonts w:ascii="Arial" w:eastAsia="Arial" w:hAnsi="Arial" w:cs="Arial"/>
          <w:sz w:val="36"/>
          <w:szCs w:val="36"/>
        </w:rPr>
        <w:t xml:space="preserve"> </w:t>
      </w:r>
      <w:r>
        <w:rPr>
          <w:rFonts w:ascii="Arial" w:eastAsia="Arial" w:hAnsi="Arial" w:cs="Arial"/>
          <w:spacing w:val="4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.</w:t>
      </w:r>
      <w:proofErr w:type="gramEnd"/>
      <w:r>
        <w:rPr>
          <w:rFonts w:ascii="Arial" w:eastAsia="Arial" w:hAnsi="Arial" w:cs="Arial"/>
          <w:sz w:val="36"/>
          <w:szCs w:val="36"/>
        </w:rPr>
        <w:t xml:space="preserve">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. Term</w:t>
      </w:r>
      <w:r>
        <w:rPr>
          <w:rFonts w:ascii="Arial" w:eastAsia="Arial" w:hAnsi="Arial" w:cs="Arial"/>
          <w:spacing w:val="-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life insurance</w:t>
      </w:r>
      <w:r>
        <w:rPr>
          <w:rFonts w:ascii="Arial" w:eastAsia="Arial" w:hAnsi="Arial" w:cs="Arial"/>
          <w:spacing w:val="-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premiums   </w:t>
      </w:r>
      <w:proofErr w:type="gramStart"/>
      <w:r>
        <w:rPr>
          <w:rFonts w:ascii="Arial" w:eastAsia="Arial" w:hAnsi="Arial" w:cs="Arial"/>
          <w:sz w:val="36"/>
          <w:szCs w:val="36"/>
        </w:rPr>
        <w:t xml:space="preserve"> </w:t>
      </w:r>
      <w:r>
        <w:rPr>
          <w:rFonts w:ascii="Arial" w:eastAsia="Arial" w:hAnsi="Arial" w:cs="Arial"/>
          <w:spacing w:val="4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.</w:t>
      </w:r>
      <w:proofErr w:type="gramEnd"/>
      <w:r>
        <w:rPr>
          <w:rFonts w:ascii="Arial" w:eastAsia="Arial" w:hAnsi="Arial" w:cs="Arial"/>
          <w:sz w:val="36"/>
          <w:szCs w:val="36"/>
        </w:rPr>
        <w:t xml:space="preserve">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. Retirement contributions</w:t>
      </w:r>
      <w:r>
        <w:rPr>
          <w:rFonts w:ascii="Arial" w:eastAsia="Arial" w:hAnsi="Arial" w:cs="Arial"/>
          <w:spacing w:val="6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(employer</w:t>
      </w:r>
      <w:r>
        <w:rPr>
          <w:rFonts w:ascii="Arial" w:eastAsia="Arial" w:hAnsi="Arial" w:cs="Arial"/>
          <w:spacing w:val="-16"/>
          <w:sz w:val="36"/>
          <w:szCs w:val="36"/>
        </w:rPr>
        <w:t xml:space="preserve"> </w:t>
      </w:r>
      <w:proofErr w:type="gramStart"/>
      <w:r>
        <w:rPr>
          <w:rFonts w:ascii="Arial" w:eastAsia="Arial" w:hAnsi="Arial" w:cs="Arial"/>
          <w:sz w:val="36"/>
          <w:szCs w:val="36"/>
        </w:rPr>
        <w:t xml:space="preserve">required)   </w:t>
      </w:r>
      <w:proofErr w:type="gramEnd"/>
      <w:r>
        <w:rPr>
          <w:rFonts w:ascii="Arial" w:eastAsia="Arial" w:hAnsi="Arial" w:cs="Arial"/>
          <w:spacing w:val="8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. Retirement contributions</w:t>
      </w:r>
      <w:r>
        <w:rPr>
          <w:rFonts w:ascii="Arial" w:eastAsia="Arial" w:hAnsi="Arial" w:cs="Arial"/>
          <w:spacing w:val="6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(</w:t>
      </w:r>
      <w:proofErr w:type="gramStart"/>
      <w:r>
        <w:rPr>
          <w:rFonts w:ascii="Arial" w:eastAsia="Arial" w:hAnsi="Arial" w:cs="Arial"/>
          <w:sz w:val="36"/>
          <w:szCs w:val="36"/>
        </w:rPr>
        <w:t xml:space="preserve">voluntary)   </w:t>
      </w:r>
      <w:proofErr w:type="gramEnd"/>
      <w:r>
        <w:rPr>
          <w:rFonts w:ascii="Arial" w:eastAsia="Arial" w:hAnsi="Arial" w:cs="Arial"/>
          <w:spacing w:val="6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Union dues   </w:t>
      </w:r>
      <w:proofErr w:type="gramStart"/>
      <w:r>
        <w:rPr>
          <w:rFonts w:ascii="Arial" w:eastAsia="Arial" w:hAnsi="Arial" w:cs="Arial"/>
          <w:sz w:val="36"/>
          <w:szCs w:val="36"/>
        </w:rPr>
        <w:t xml:space="preserve"> </w:t>
      </w:r>
      <w:r>
        <w:rPr>
          <w:rFonts w:ascii="Arial" w:eastAsia="Arial" w:hAnsi="Arial" w:cs="Arial"/>
          <w:spacing w:val="6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.</w:t>
      </w:r>
      <w:proofErr w:type="gramEnd"/>
      <w:r>
        <w:rPr>
          <w:rFonts w:ascii="Arial" w:eastAsia="Arial" w:hAnsi="Arial" w:cs="Arial"/>
          <w:sz w:val="36"/>
          <w:szCs w:val="36"/>
        </w:rPr>
        <w:t xml:space="preserve">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. Unpaid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state</w:t>
      </w:r>
      <w:r>
        <w:rPr>
          <w:rFonts w:ascii="Arial" w:eastAsia="Arial" w:hAnsi="Arial" w:cs="Arial"/>
          <w:spacing w:val="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and</w:t>
      </w:r>
      <w:r>
        <w:rPr>
          <w:rFonts w:ascii="Arial" w:eastAsia="Arial" w:hAnsi="Arial" w:cs="Arial"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local</w:t>
      </w:r>
      <w:r>
        <w:rPr>
          <w:rFonts w:ascii="Arial" w:eastAsia="Arial" w:hAnsi="Arial" w:cs="Arial"/>
          <w:spacing w:val="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taxes (minimum</w:t>
      </w:r>
      <w:r>
        <w:rPr>
          <w:rFonts w:ascii="Arial" w:eastAsia="Arial" w:hAnsi="Arial" w:cs="Arial"/>
          <w:spacing w:val="-16"/>
          <w:sz w:val="36"/>
          <w:szCs w:val="36"/>
        </w:rPr>
        <w:t xml:space="preserve"> </w:t>
      </w:r>
      <w:proofErr w:type="gramStart"/>
      <w:r>
        <w:rPr>
          <w:rFonts w:ascii="Arial" w:eastAsia="Arial" w:hAnsi="Arial" w:cs="Arial"/>
          <w:sz w:val="36"/>
          <w:szCs w:val="36"/>
        </w:rPr>
        <w:t xml:space="preserve">payment) </w:t>
      </w:r>
      <w:r>
        <w:rPr>
          <w:rFonts w:ascii="Arial" w:eastAsia="Arial" w:hAnsi="Arial" w:cs="Arial"/>
          <w:spacing w:val="9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.</w:t>
      </w:r>
      <w:proofErr w:type="gramEnd"/>
      <w:r>
        <w:rPr>
          <w:rFonts w:ascii="Arial" w:eastAsia="Arial" w:hAnsi="Arial" w:cs="Arial"/>
          <w:sz w:val="36"/>
          <w:szCs w:val="36"/>
        </w:rPr>
        <w:t xml:space="preserve">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. Student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loans</w:t>
      </w:r>
      <w:r>
        <w:rPr>
          <w:rFonts w:ascii="Arial" w:eastAsia="Arial" w:hAnsi="Arial" w:cs="Arial"/>
          <w:spacing w:val="-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(minimum</w:t>
      </w:r>
      <w:r>
        <w:rPr>
          <w:rFonts w:ascii="Arial" w:eastAsia="Arial" w:hAnsi="Arial" w:cs="Arial"/>
          <w:spacing w:val="-16"/>
          <w:sz w:val="36"/>
          <w:szCs w:val="36"/>
        </w:rPr>
        <w:t xml:space="preserve"> </w:t>
      </w:r>
      <w:proofErr w:type="gramStart"/>
      <w:r>
        <w:rPr>
          <w:rFonts w:ascii="Arial" w:eastAsia="Arial" w:hAnsi="Arial" w:cs="Arial"/>
          <w:sz w:val="36"/>
          <w:szCs w:val="36"/>
        </w:rPr>
        <w:t xml:space="preserve">payment) </w:t>
      </w:r>
      <w:r>
        <w:rPr>
          <w:rFonts w:ascii="Arial" w:eastAsia="Arial" w:hAnsi="Arial" w:cs="Arial"/>
          <w:spacing w:val="5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.</w:t>
      </w:r>
      <w:proofErr w:type="gramEnd"/>
      <w:r>
        <w:rPr>
          <w:rFonts w:ascii="Arial" w:eastAsia="Arial" w:hAnsi="Arial" w:cs="Arial"/>
          <w:sz w:val="36"/>
          <w:szCs w:val="36"/>
        </w:rPr>
        <w:t xml:space="preserve">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. Court-ordered</w:t>
      </w:r>
      <w:r>
        <w:rPr>
          <w:rFonts w:ascii="Arial" w:eastAsia="Arial" w:hAnsi="Arial" w:cs="Arial"/>
          <w:spacing w:val="7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debt</w:t>
      </w:r>
      <w:r>
        <w:rPr>
          <w:rFonts w:ascii="Arial" w:eastAsia="Arial" w:hAnsi="Arial" w:cs="Arial"/>
          <w:spacing w:val="5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payments</w:t>
      </w:r>
      <w:r>
        <w:rPr>
          <w:rFonts w:ascii="Arial" w:eastAsia="Arial" w:hAnsi="Arial" w:cs="Arial"/>
          <w:spacing w:val="4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(for</w:t>
      </w:r>
      <w:r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example,</w:t>
      </w:r>
      <w:r>
        <w:rPr>
          <w:rFonts w:ascii="Arial" w:eastAsia="Arial" w:hAnsi="Arial" w:cs="Arial"/>
          <w:spacing w:val="3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court-</w:t>
      </w:r>
      <w:r>
        <w:rPr>
          <w:rFonts w:ascii="Arial" w:eastAsia="Arial" w:hAnsi="Arial" w:cs="Arial"/>
          <w:spacing w:val="7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3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agency-ordered</w:t>
      </w:r>
      <w:r>
        <w:rPr>
          <w:rFonts w:ascii="Arial" w:eastAsia="Arial" w:hAnsi="Arial" w:cs="Arial"/>
          <w:spacing w:val="5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child</w:t>
      </w:r>
      <w:r>
        <w:rPr>
          <w:rFonts w:ascii="Arial" w:eastAsia="Arial" w:hAnsi="Arial" w:cs="Arial"/>
          <w:spacing w:val="5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support,</w:t>
      </w:r>
      <w:r>
        <w:rPr>
          <w:rFonts w:ascii="Arial" w:eastAsia="Arial" w:hAnsi="Arial" w:cs="Arial"/>
          <w:spacing w:val="7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alimony,</w:t>
      </w:r>
      <w:r>
        <w:rPr>
          <w:rFonts w:ascii="Arial" w:eastAsia="Arial" w:hAnsi="Arial" w:cs="Arial"/>
          <w:spacing w:val="31"/>
          <w:sz w:val="36"/>
          <w:szCs w:val="36"/>
        </w:rPr>
        <w:t xml:space="preserve"> </w:t>
      </w:r>
      <w:r>
        <w:rPr>
          <w:rFonts w:ascii="Arial" w:eastAsia="Arial" w:hAnsi="Arial" w:cs="Arial"/>
          <w:w w:val="101"/>
          <w:sz w:val="36"/>
          <w:szCs w:val="36"/>
        </w:rPr>
        <w:t xml:space="preserve">and </w:t>
      </w:r>
      <w:r>
        <w:rPr>
          <w:rFonts w:ascii="Arial" w:eastAsia="Arial" w:hAnsi="Arial" w:cs="Arial"/>
          <w:sz w:val="36"/>
          <w:szCs w:val="36"/>
        </w:rPr>
        <w:t>garnishments).</w:t>
      </w:r>
      <w:r>
        <w:rPr>
          <w:rFonts w:ascii="Arial" w:eastAsia="Arial" w:hAnsi="Arial" w:cs="Arial"/>
          <w:spacing w:val="-2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List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each</w:t>
      </w:r>
      <w:r>
        <w:rPr>
          <w:rFonts w:ascii="Arial" w:eastAsia="Arial" w:hAnsi="Arial" w:cs="Arial"/>
          <w:spacing w:val="-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type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>below:</w:t>
      </w:r>
    </w:p>
    <w:p w14:paraId="061387A7" w14:textId="77777777" w:rsidR="00870543" w:rsidRDefault="00870543" w:rsidP="006B0B48">
      <w:pPr>
        <w:spacing w:before="0" w:after="0" w:line="278" w:lineRule="auto"/>
        <w:ind w:left="1848" w:right="19156"/>
        <w:jc w:val="both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95808" behindDoc="1" locked="0" layoutInCell="1" allowOverlap="1" wp14:anchorId="1F859483" wp14:editId="629F3071">
                <wp:simplePos x="0" y="0"/>
                <wp:positionH relativeFrom="page">
                  <wp:posOffset>2655570</wp:posOffset>
                </wp:positionH>
                <wp:positionV relativeFrom="paragraph">
                  <wp:posOffset>330835</wp:posOffset>
                </wp:positionV>
                <wp:extent cx="9237980" cy="0"/>
                <wp:effectExtent l="7620" t="6985" r="12700" b="12065"/>
                <wp:wrapNone/>
                <wp:docPr id="452" name="Group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37980" cy="0"/>
                          <a:chOff x="4182" y="521"/>
                          <a:chExt cx="14548" cy="0"/>
                        </a:xfrm>
                      </wpg:grpSpPr>
                      <wps:wsp>
                        <wps:cNvPr id="453" name="Freeform 385"/>
                        <wps:cNvSpPr>
                          <a:spLocks/>
                        </wps:cNvSpPr>
                        <wps:spPr bwMode="auto">
                          <a:xfrm>
                            <a:off x="4182" y="521"/>
                            <a:ext cx="14548" cy="0"/>
                          </a:xfrm>
                          <a:custGeom>
                            <a:avLst/>
                            <a:gdLst>
                              <a:gd name="T0" fmla="+- 0 4182 4182"/>
                              <a:gd name="T1" fmla="*/ T0 w 14548"/>
                              <a:gd name="T2" fmla="+- 0 18730 4182"/>
                              <a:gd name="T3" fmla="*/ T2 w 1454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548">
                                <a:moveTo>
                                  <a:pt x="0" y="0"/>
                                </a:moveTo>
                                <a:lnTo>
                                  <a:pt x="14548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45EC15" id="Group 452" o:spid="_x0000_s1026" style="position:absolute;margin-left:209.1pt;margin-top:26.05pt;width:727.4pt;height:0;z-index:-251420672;mso-position-horizontal-relative:page" coordorigin="4182,521" coordsize="1454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">
                <v:shape id="Freeform 385" o:spid="_x0000_s1027" style="position:absolute;left:4182;top:521;width:14548;height:0;visibility:visible;mso-wrap-style:square;v-text-anchor:top" coordsize="1454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" path="m,l14548,e" filled="f" strokeweight="1pt">
                  <v:stroke dashstyle="dash"/>
                  <v:path arrowok="t" o:connecttype="custom" o:connectlocs="0,0;14548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96832" behindDoc="1" locked="0" layoutInCell="1" allowOverlap="1" wp14:anchorId="10124A80" wp14:editId="28C0D61C">
                <wp:simplePos x="0" y="0"/>
                <wp:positionH relativeFrom="page">
                  <wp:posOffset>2655570</wp:posOffset>
                </wp:positionH>
                <wp:positionV relativeFrom="paragraph">
                  <wp:posOffset>635635</wp:posOffset>
                </wp:positionV>
                <wp:extent cx="9237980" cy="0"/>
                <wp:effectExtent l="7620" t="6985" r="12700" b="12065"/>
                <wp:wrapNone/>
                <wp:docPr id="450" name="Group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37980" cy="0"/>
                          <a:chOff x="4182" y="1001"/>
                          <a:chExt cx="14548" cy="0"/>
                        </a:xfrm>
                      </wpg:grpSpPr>
                      <wps:wsp>
                        <wps:cNvPr id="451" name="Freeform 387"/>
                        <wps:cNvSpPr>
                          <a:spLocks/>
                        </wps:cNvSpPr>
                        <wps:spPr bwMode="auto">
                          <a:xfrm>
                            <a:off x="4182" y="1001"/>
                            <a:ext cx="14548" cy="0"/>
                          </a:xfrm>
                          <a:custGeom>
                            <a:avLst/>
                            <a:gdLst>
                              <a:gd name="T0" fmla="+- 0 4182 4182"/>
                              <a:gd name="T1" fmla="*/ T0 w 14548"/>
                              <a:gd name="T2" fmla="+- 0 18730 4182"/>
                              <a:gd name="T3" fmla="*/ T2 w 1454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548">
                                <a:moveTo>
                                  <a:pt x="0" y="0"/>
                                </a:moveTo>
                                <a:lnTo>
                                  <a:pt x="14548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D777F3" id="Group 450" o:spid="_x0000_s1026" style="position:absolute;margin-left:209.1pt;margin-top:50.05pt;width:727.4pt;height:0;z-index:-251419648;mso-position-horizontal-relative:page" coordorigin="4182,1001" coordsize="1454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">
                <v:shape id="Freeform 387" o:spid="_x0000_s1027" style="position:absolute;left:4182;top:1001;width:14548;height:0;visibility:visible;mso-wrap-style:square;v-text-anchor:top" coordsize="1454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" path="m,l14548,e" filled="f" strokeweight="1pt">
                  <v:stroke dashstyle="dash"/>
                  <v:path arrowok="t" o:connecttype="custom" o:connectlocs="0,0;14548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897856" behindDoc="1" locked="0" layoutInCell="1" allowOverlap="1" wp14:anchorId="08E2C033" wp14:editId="7DF417B3">
                <wp:simplePos x="0" y="0"/>
                <wp:positionH relativeFrom="page">
                  <wp:posOffset>2655570</wp:posOffset>
                </wp:positionH>
                <wp:positionV relativeFrom="paragraph">
                  <wp:posOffset>940435</wp:posOffset>
                </wp:positionV>
                <wp:extent cx="9237980" cy="0"/>
                <wp:effectExtent l="7620" t="6985" r="12700" b="12065"/>
                <wp:wrapNone/>
                <wp:docPr id="448" name="Group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37980" cy="0"/>
                          <a:chOff x="4182" y="1481"/>
                          <a:chExt cx="14548" cy="0"/>
                        </a:xfrm>
                      </wpg:grpSpPr>
                      <wps:wsp>
                        <wps:cNvPr id="449" name="Freeform 389"/>
                        <wps:cNvSpPr>
                          <a:spLocks/>
                        </wps:cNvSpPr>
                        <wps:spPr bwMode="auto">
                          <a:xfrm>
                            <a:off x="4182" y="1481"/>
                            <a:ext cx="14548" cy="0"/>
                          </a:xfrm>
                          <a:custGeom>
                            <a:avLst/>
                            <a:gdLst>
                              <a:gd name="T0" fmla="+- 0 4182 4182"/>
                              <a:gd name="T1" fmla="*/ T0 w 14548"/>
                              <a:gd name="T2" fmla="+- 0 18730 4182"/>
                              <a:gd name="T3" fmla="*/ T2 w 1454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548">
                                <a:moveTo>
                                  <a:pt x="0" y="0"/>
                                </a:moveTo>
                                <a:lnTo>
                                  <a:pt x="14548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9DEBC2" id="Group 448" o:spid="_x0000_s1026" style="position:absolute;margin-left:209.1pt;margin-top:74.05pt;width:727.4pt;height:0;z-index:-251418624;mso-position-horizontal-relative:page" coordorigin="4182,1481" coordsize="1454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">
                <v:shape id="Freeform 389" o:spid="_x0000_s1027" style="position:absolute;left:4182;top:1481;width:14548;height:0;visibility:visible;mso-wrap-style:square;v-text-anchor:top" coordsize="1454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" path="m,l14548,e" filled="f" strokeweight="1pt">
                  <v:stroke dashstyle="dash"/>
                  <v:path arrowok="t" o:connecttype="custom" o:connectlocs="0,0;14548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z w:val="36"/>
          <w:szCs w:val="36"/>
        </w:rPr>
        <w:t xml:space="preserve">Type </w:t>
      </w:r>
      <w:proofErr w:type="spellStart"/>
      <w:r>
        <w:rPr>
          <w:rFonts w:ascii="Arial" w:eastAsia="Arial" w:hAnsi="Arial" w:cs="Arial"/>
          <w:sz w:val="36"/>
          <w:szCs w:val="36"/>
        </w:rPr>
        <w:t>Type</w:t>
      </w:r>
      <w:proofErr w:type="spellEnd"/>
      <w:r>
        <w:rPr>
          <w:rFonts w:ascii="Arial" w:eastAsia="Arial" w:hAnsi="Arial" w:cs="Arial"/>
          <w:sz w:val="36"/>
          <w:szCs w:val="36"/>
        </w:rPr>
        <w:t xml:space="preserve"> </w:t>
      </w:r>
      <w:proofErr w:type="spellStart"/>
      <w:r>
        <w:rPr>
          <w:rFonts w:ascii="Arial" w:eastAsia="Arial" w:hAnsi="Arial" w:cs="Arial"/>
          <w:sz w:val="36"/>
          <w:szCs w:val="36"/>
        </w:rPr>
        <w:t>Type</w:t>
      </w:r>
      <w:proofErr w:type="spellEnd"/>
    </w:p>
    <w:p w14:paraId="3647B748" w14:textId="77777777" w:rsidR="00870543" w:rsidRDefault="00870543" w:rsidP="006B0B48">
      <w:pPr>
        <w:spacing w:before="0" w:after="0"/>
        <w:ind w:left="1560"/>
        <w:rPr>
          <w:rFonts w:ascii="Arial" w:eastAsia="Arial" w:hAnsi="Arial" w:cs="Arial"/>
          <w:sz w:val="36"/>
          <w:szCs w:val="36"/>
        </w:rPr>
      </w:pPr>
      <w:proofErr w:type="gramStart"/>
      <w:r>
        <w:rPr>
          <w:rFonts w:ascii="Arial" w:eastAsia="Arial" w:hAnsi="Arial" w:cs="Arial"/>
          <w:sz w:val="36"/>
          <w:szCs w:val="36"/>
        </w:rPr>
        <w:t>Miscellaneous</w:t>
      </w:r>
      <w:r>
        <w:rPr>
          <w:rFonts w:ascii="Arial" w:eastAsia="Arial" w:hAnsi="Arial" w:cs="Arial"/>
          <w:spacing w:val="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.</w:t>
      </w:r>
      <w:proofErr w:type="gramEnd"/>
      <w:r>
        <w:rPr>
          <w:rFonts w:ascii="Arial" w:eastAsia="Arial" w:hAnsi="Arial" w:cs="Arial"/>
          <w:sz w:val="36"/>
          <w:szCs w:val="36"/>
        </w:rPr>
        <w:t xml:space="preserve">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.  </w:t>
      </w:r>
      <w:r>
        <w:rPr>
          <w:rFonts w:ascii="Arial" w:eastAsia="Arial" w:hAnsi="Arial" w:cs="Arial"/>
          <w:spacing w:val="8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.</w:t>
      </w:r>
    </w:p>
    <w:p w14:paraId="784F2609" w14:textId="77777777" w:rsidR="006D2FD4" w:rsidRPr="006D2FD4" w:rsidRDefault="00870543" w:rsidP="006D2FD4">
      <w:pPr>
        <w:spacing w:before="0" w:after="0"/>
        <w:ind w:left="13294"/>
        <w:rPr>
          <w:rFonts w:ascii="Arial" w:eastAsia="Arial" w:hAnsi="Arial" w:cs="Arial"/>
          <w:b/>
          <w:sz w:val="36"/>
          <w:szCs w:val="36"/>
        </w:rPr>
        <w:sectPr w:rsidR="006D2FD4" w:rsidRPr="006D2FD4">
          <w:pgSz w:w="24480" w:h="15840" w:orient="landscape"/>
          <w:pgMar w:top="1480" w:right="1300" w:bottom="280" w:left="1320" w:header="720" w:footer="720" w:gutter="0"/>
          <w:cols w:space="720"/>
        </w:sectPr>
      </w:pPr>
      <w:r>
        <w:rPr>
          <w:rFonts w:ascii="Arial" w:eastAsia="Arial" w:hAnsi="Arial" w:cs="Arial"/>
          <w:b/>
          <w:sz w:val="36"/>
          <w:szCs w:val="36"/>
        </w:rPr>
        <w:t>Total Monthly Expens</w:t>
      </w:r>
      <w:r w:rsidR="006D2FD4">
        <w:rPr>
          <w:rFonts w:ascii="Arial" w:eastAsia="Arial" w:hAnsi="Arial" w:cs="Arial"/>
          <w:b/>
          <w:sz w:val="36"/>
          <w:szCs w:val="36"/>
        </w:rPr>
        <w:t>e</w:t>
      </w:r>
    </w:p>
    <w:p w14:paraId="0F732228" w14:textId="77777777" w:rsidR="006D2FD4" w:rsidRDefault="006D2FD4" w:rsidP="006D2FD4">
      <w:pPr>
        <w:pStyle w:val="Body"/>
        <w:sectPr w:rsidR="006D2FD4" w:rsidSect="006D2FD4">
          <w:type w:val="continuous"/>
          <w:pgSz w:w="24480" w:h="15840" w:orient="landscape"/>
          <w:pgMar w:top="1480" w:right="1300" w:bottom="280" w:left="1320" w:header="720" w:footer="720" w:gutter="0"/>
          <w:cols w:space="720"/>
        </w:sectPr>
      </w:pPr>
    </w:p>
    <w:p w14:paraId="4EF207CF" w14:textId="77777777" w:rsidR="00A26219" w:rsidRDefault="00A26219" w:rsidP="006D2FD4">
      <w:pPr>
        <w:spacing w:before="15"/>
        <w:rPr>
          <w:rFonts w:ascii="Arial" w:eastAsia="Arial" w:hAnsi="Arial" w:cs="Arial"/>
          <w:sz w:val="40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58592" behindDoc="1" locked="0" layoutInCell="1" allowOverlap="1" wp14:anchorId="183E308E" wp14:editId="24D97B40">
                <wp:simplePos x="0" y="0"/>
                <wp:positionH relativeFrom="page">
                  <wp:posOffset>748030</wp:posOffset>
                </wp:positionH>
                <wp:positionV relativeFrom="paragraph">
                  <wp:posOffset>-38100</wp:posOffset>
                </wp:positionV>
                <wp:extent cx="13919835" cy="365760"/>
                <wp:effectExtent l="5080" t="3810" r="635" b="1905"/>
                <wp:wrapNone/>
                <wp:docPr id="77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19835" cy="365760"/>
                          <a:chOff x="1178" y="-60"/>
                          <a:chExt cx="21921" cy="576"/>
                        </a:xfrm>
                      </wpg:grpSpPr>
                      <wps:wsp>
                        <wps:cNvPr id="78" name="Freeform 285"/>
                        <wps:cNvSpPr>
                          <a:spLocks/>
                        </wps:cNvSpPr>
                        <wps:spPr bwMode="auto">
                          <a:xfrm>
                            <a:off x="18991" y="-476"/>
                            <a:ext cx="0" cy="506"/>
                          </a:xfrm>
                          <a:custGeom>
                            <a:avLst/>
                            <a:gdLst>
                              <a:gd name="T0" fmla="+- 0 -50 -476"/>
                              <a:gd name="T1" fmla="*/ -50 h 506"/>
                              <a:gd name="T2" fmla="+- 0 30 -476"/>
                              <a:gd name="T3" fmla="*/ 30 h 50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506">
                                <a:moveTo>
                                  <a:pt x="0" y="426"/>
                                </a:moveTo>
                                <a:lnTo>
                                  <a:pt x="0" y="506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286"/>
                        <wps:cNvSpPr>
                          <a:spLocks/>
                        </wps:cNvSpPr>
                        <wps:spPr bwMode="auto">
                          <a:xfrm>
                            <a:off x="1203" y="20"/>
                            <a:ext cx="1458" cy="486"/>
                          </a:xfrm>
                          <a:custGeom>
                            <a:avLst/>
                            <a:gdLst>
                              <a:gd name="T0" fmla="+- 0 1203 1203"/>
                              <a:gd name="T1" fmla="*/ T0 w 1458"/>
                              <a:gd name="T2" fmla="+- 0 506 20"/>
                              <a:gd name="T3" fmla="*/ 506 h 486"/>
                              <a:gd name="T4" fmla="+- 0 2661 1203"/>
                              <a:gd name="T5" fmla="*/ T4 w 1458"/>
                              <a:gd name="T6" fmla="+- 0 506 20"/>
                              <a:gd name="T7" fmla="*/ 506 h 486"/>
                              <a:gd name="T8" fmla="+- 0 2661 1203"/>
                              <a:gd name="T9" fmla="*/ T8 w 1458"/>
                              <a:gd name="T10" fmla="+- 0 20 20"/>
                              <a:gd name="T11" fmla="*/ 20 h 486"/>
                              <a:gd name="T12" fmla="+- 0 1203 1203"/>
                              <a:gd name="T13" fmla="*/ T12 w 1458"/>
                              <a:gd name="T14" fmla="+- 0 20 20"/>
                              <a:gd name="T15" fmla="*/ 20 h 486"/>
                              <a:gd name="T16" fmla="+- 0 1203 1203"/>
                              <a:gd name="T17" fmla="*/ T16 w 1458"/>
                              <a:gd name="T18" fmla="+- 0 506 20"/>
                              <a:gd name="T19" fmla="*/ 506 h 4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58" h="486">
                                <a:moveTo>
                                  <a:pt x="0" y="486"/>
                                </a:moveTo>
                                <a:lnTo>
                                  <a:pt x="1458" y="486"/>
                                </a:lnTo>
                                <a:lnTo>
                                  <a:pt x="14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287"/>
                        <wps:cNvSpPr>
                          <a:spLocks/>
                        </wps:cNvSpPr>
                        <wps:spPr bwMode="auto">
                          <a:xfrm>
                            <a:off x="1193" y="20"/>
                            <a:ext cx="21890" cy="0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T0 w 21890"/>
                              <a:gd name="T2" fmla="+- 0 23083 1193"/>
                              <a:gd name="T3" fmla="*/ T2 w 218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890">
                                <a:moveTo>
                                  <a:pt x="0" y="0"/>
                                </a:moveTo>
                                <a:lnTo>
                                  <a:pt x="21890" y="0"/>
                                </a:lnTo>
                              </a:path>
                            </a:pathLst>
                          </a:custGeom>
                          <a:noFill/>
                          <a:ln w="192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288"/>
                        <wps:cNvSpPr>
                          <a:spLocks/>
                        </wps:cNvSpPr>
                        <wps:spPr bwMode="auto">
                          <a:xfrm>
                            <a:off x="1193" y="506"/>
                            <a:ext cx="21890" cy="0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T0 w 21890"/>
                              <a:gd name="T2" fmla="+- 0 23083 1193"/>
                              <a:gd name="T3" fmla="*/ T2 w 218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890">
                                <a:moveTo>
                                  <a:pt x="0" y="0"/>
                                </a:moveTo>
                                <a:lnTo>
                                  <a:pt x="21890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6261A1" id="Group 77" o:spid="_x0000_s1026" style="position:absolute;margin-left:58.9pt;margin-top:-3pt;width:1096.05pt;height:28.8pt;z-index:-251557888;mso-position-horizontal-relative:page" coordorigin="1178,-60" coordsize="21921,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">
                <v:shape id="Freeform 285" o:spid="_x0000_s1027" style="position:absolute;left:18991;top:-476;width:0;height:506;visibility:visible;mso-wrap-style:square;v-text-anchor:top" coordsize="0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" path="m,426r,80e" filled="f" strokeweight=".357mm">
                  <v:path arrowok="t" o:connecttype="custom" o:connectlocs="0,-50;0,30" o:connectangles="0,0"/>
                </v:shape>
                <v:shape id="Freeform 286" o:spid="_x0000_s1028" style="position:absolute;left:1203;top:20;width:1458;height:486;visibility:visible;mso-wrap-style:square;v-text-anchor:top" coordsize="1458,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" path="m,486r1458,l1458,,,,,486xe" fillcolor="black" stroked="f">
                  <v:path arrowok="t" o:connecttype="custom" o:connectlocs="0,506;1458,506;1458,20;0,20;0,506" o:connectangles="0,0,0,0,0"/>
                </v:shape>
                <v:shape id="Freeform 287" o:spid="_x0000_s1029" style="position:absolute;left:1193;top:20;width:21890;height:0;visibility:visible;mso-wrap-style:square;v-text-anchor:top" coordsize="2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" path="m,l21890,e" filled="f" strokeweight=".53586mm">
                  <v:path arrowok="t" o:connecttype="custom" o:connectlocs="0,0;21890,0" o:connectangles="0,0"/>
                </v:shape>
                <v:shape id="Freeform 288" o:spid="_x0000_s1030" style="position:absolute;left:1193;top:506;width:21890;height:0;visibility:visible;mso-wrap-style:square;v-text-anchor:top" coordsize="2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" path="m,l21890,e" filled="f" strokeweight=".357mm">
                  <v:path arrowok="t" o:connecttype="custom" o:connectlocs="0,0;21890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color w:val="FFFFFF"/>
          <w:sz w:val="40"/>
        </w:rPr>
        <w:t>Part</w:t>
      </w:r>
      <w:r>
        <w:rPr>
          <w:rFonts w:ascii="Arial" w:eastAsia="Arial" w:hAnsi="Arial" w:cs="Arial"/>
          <w:b/>
          <w:color w:val="FFFFFF"/>
          <w:spacing w:val="25"/>
          <w:sz w:val="40"/>
        </w:rPr>
        <w:t xml:space="preserve"> </w:t>
      </w:r>
      <w:r>
        <w:rPr>
          <w:rFonts w:ascii="Arial" w:eastAsia="Arial" w:hAnsi="Arial" w:cs="Arial"/>
          <w:b/>
          <w:color w:val="FFFFFF"/>
          <w:sz w:val="40"/>
        </w:rPr>
        <w:t xml:space="preserve">V     </w:t>
      </w:r>
      <w:r>
        <w:rPr>
          <w:rFonts w:ascii="Arial" w:eastAsia="Arial" w:hAnsi="Arial" w:cs="Arial"/>
          <w:b/>
          <w:color w:val="FFFFFF"/>
          <w:spacing w:val="33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Complete</w:t>
      </w:r>
      <w:r>
        <w:rPr>
          <w:rFonts w:ascii="Arial" w:eastAsia="Arial" w:hAnsi="Arial" w:cs="Arial"/>
          <w:b/>
          <w:color w:val="000000"/>
          <w:spacing w:val="38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this</w:t>
      </w:r>
      <w:r>
        <w:rPr>
          <w:rFonts w:ascii="Arial" w:eastAsia="Arial" w:hAnsi="Arial" w:cs="Arial"/>
          <w:b/>
          <w:color w:val="000000"/>
          <w:spacing w:val="-5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part</w:t>
      </w:r>
      <w:r>
        <w:rPr>
          <w:rFonts w:ascii="Arial" w:eastAsia="Arial" w:hAnsi="Arial" w:cs="Arial"/>
          <w:b/>
          <w:color w:val="000000"/>
          <w:spacing w:val="25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if</w:t>
      </w:r>
      <w:r>
        <w:rPr>
          <w:rFonts w:ascii="Arial" w:eastAsia="Arial" w:hAnsi="Arial" w:cs="Arial"/>
          <w:b/>
          <w:color w:val="000000"/>
          <w:spacing w:val="-3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you</w:t>
      </w:r>
      <w:r>
        <w:rPr>
          <w:rFonts w:ascii="Arial" w:eastAsia="Arial" w:hAnsi="Arial" w:cs="Arial"/>
          <w:b/>
          <w:color w:val="000000"/>
          <w:spacing w:val="-12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were</w:t>
      </w:r>
      <w:r>
        <w:rPr>
          <w:rFonts w:ascii="Arial" w:eastAsia="Arial" w:hAnsi="Arial" w:cs="Arial"/>
          <w:b/>
          <w:color w:val="000000"/>
          <w:spacing w:val="38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(or</w:t>
      </w:r>
      <w:r>
        <w:rPr>
          <w:rFonts w:ascii="Arial" w:eastAsia="Arial" w:hAnsi="Arial" w:cs="Arial"/>
          <w:b/>
          <w:color w:val="000000"/>
          <w:spacing w:val="-9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are</w:t>
      </w:r>
      <w:r>
        <w:rPr>
          <w:rFonts w:ascii="Arial" w:eastAsia="Arial" w:hAnsi="Arial" w:cs="Arial"/>
          <w:b/>
          <w:color w:val="000000"/>
          <w:spacing w:val="20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now)</w:t>
      </w:r>
      <w:r>
        <w:rPr>
          <w:rFonts w:ascii="Arial" w:eastAsia="Arial" w:hAnsi="Arial" w:cs="Arial"/>
          <w:b/>
          <w:color w:val="000000"/>
          <w:spacing w:val="2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a</w:t>
      </w:r>
      <w:r>
        <w:rPr>
          <w:rFonts w:ascii="Arial" w:eastAsia="Arial" w:hAnsi="Arial" w:cs="Arial"/>
          <w:b/>
          <w:color w:val="000000"/>
          <w:spacing w:val="11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victim</w:t>
      </w:r>
      <w:r>
        <w:rPr>
          <w:rFonts w:ascii="Arial" w:eastAsia="Arial" w:hAnsi="Arial" w:cs="Arial"/>
          <w:b/>
          <w:color w:val="000000"/>
          <w:spacing w:val="2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of</w:t>
      </w:r>
      <w:r>
        <w:rPr>
          <w:rFonts w:ascii="Arial" w:eastAsia="Arial" w:hAnsi="Arial" w:cs="Arial"/>
          <w:b/>
          <w:color w:val="000000"/>
          <w:spacing w:val="6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domestic</w:t>
      </w:r>
      <w:r>
        <w:rPr>
          <w:rFonts w:ascii="Arial" w:eastAsia="Arial" w:hAnsi="Arial" w:cs="Arial"/>
          <w:b/>
          <w:color w:val="000000"/>
          <w:spacing w:val="37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violence</w:t>
      </w:r>
      <w:r>
        <w:rPr>
          <w:rFonts w:ascii="Arial" w:eastAsia="Arial" w:hAnsi="Arial" w:cs="Arial"/>
          <w:b/>
          <w:color w:val="000000"/>
          <w:spacing w:val="2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sz w:val="40"/>
        </w:rPr>
        <w:t>or</w:t>
      </w:r>
      <w:r>
        <w:rPr>
          <w:rFonts w:ascii="Arial" w:eastAsia="Arial" w:hAnsi="Arial" w:cs="Arial"/>
          <w:b/>
          <w:color w:val="000000"/>
          <w:spacing w:val="6"/>
          <w:sz w:val="40"/>
        </w:rPr>
        <w:t xml:space="preserve"> </w:t>
      </w:r>
      <w:r>
        <w:rPr>
          <w:rFonts w:ascii="Arial" w:eastAsia="Arial" w:hAnsi="Arial" w:cs="Arial"/>
          <w:b/>
          <w:color w:val="000000"/>
          <w:w w:val="101"/>
          <w:sz w:val="40"/>
        </w:rPr>
        <w:t>abuse.</w:t>
      </w:r>
    </w:p>
    <w:p w14:paraId="362281A4" w14:textId="77777777" w:rsidR="00A26219" w:rsidRDefault="00A26219" w:rsidP="004441F1">
      <w:pPr>
        <w:spacing w:before="83" w:line="258" w:lineRule="auto"/>
        <w:ind w:left="103" w:right="428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36"/>
          <w:szCs w:val="36"/>
        </w:rPr>
        <w:t>This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w w:val="107"/>
          <w:sz w:val="36"/>
          <w:szCs w:val="36"/>
        </w:rPr>
        <w:t>information</w:t>
      </w:r>
      <w:r>
        <w:rPr>
          <w:rFonts w:ascii="Arial" w:eastAsia="Arial" w:hAnsi="Arial" w:cs="Arial"/>
          <w:spacing w:val="-1"/>
          <w:w w:val="10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is</w:t>
      </w:r>
      <w:r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not</w:t>
      </w:r>
      <w:r>
        <w:rPr>
          <w:rFonts w:ascii="Arial" w:eastAsia="Arial" w:hAnsi="Arial" w:cs="Arial"/>
          <w:spacing w:val="5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mandatory. 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See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Pub.</w:t>
      </w:r>
      <w:r>
        <w:rPr>
          <w:rFonts w:ascii="Arial" w:eastAsia="Arial" w:hAnsi="Arial" w:cs="Arial"/>
          <w:spacing w:val="5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971</w:t>
      </w:r>
      <w:r>
        <w:rPr>
          <w:rFonts w:ascii="Arial" w:eastAsia="Arial" w:hAnsi="Arial" w:cs="Arial"/>
          <w:spacing w:val="3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for</w:t>
      </w:r>
      <w:r>
        <w:rPr>
          <w:rFonts w:ascii="Arial" w:eastAsia="Arial" w:hAnsi="Arial" w:cs="Arial"/>
          <w:spacing w:val="4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assistance.</w:t>
      </w:r>
      <w:r>
        <w:rPr>
          <w:rFonts w:ascii="Arial" w:eastAsia="Arial" w:hAnsi="Arial" w:cs="Arial"/>
          <w:spacing w:val="9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4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have</w:t>
      </w:r>
      <w:r>
        <w:rPr>
          <w:rFonts w:ascii="Arial" w:eastAsia="Arial" w:hAnsi="Arial" w:cs="Arial"/>
          <w:spacing w:val="29"/>
          <w:sz w:val="36"/>
          <w:szCs w:val="36"/>
        </w:rPr>
        <w:t xml:space="preserve"> </w:t>
      </w:r>
      <w:proofErr w:type="gramStart"/>
      <w:r>
        <w:rPr>
          <w:rFonts w:ascii="Arial" w:eastAsia="Arial" w:hAnsi="Arial" w:cs="Arial"/>
          <w:sz w:val="36"/>
          <w:szCs w:val="36"/>
        </w:rPr>
        <w:t xml:space="preserve">concerns </w:t>
      </w:r>
      <w:r>
        <w:rPr>
          <w:rFonts w:ascii="Arial" w:eastAsia="Arial" w:hAnsi="Arial" w:cs="Arial"/>
          <w:spacing w:val="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about</w:t>
      </w:r>
      <w:proofErr w:type="gramEnd"/>
      <w:r>
        <w:rPr>
          <w:rFonts w:ascii="Arial" w:eastAsia="Arial" w:hAnsi="Arial" w:cs="Arial"/>
          <w:spacing w:val="7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4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safety,</w:t>
      </w:r>
      <w:r>
        <w:rPr>
          <w:rFonts w:ascii="Arial" w:eastAsia="Arial" w:hAnsi="Arial" w:cs="Arial"/>
          <w:spacing w:val="7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please</w:t>
      </w:r>
      <w:r>
        <w:rPr>
          <w:rFonts w:ascii="Arial" w:eastAsia="Arial" w:hAnsi="Arial" w:cs="Arial"/>
          <w:spacing w:val="48"/>
          <w:sz w:val="36"/>
          <w:szCs w:val="36"/>
        </w:rPr>
        <w:t xml:space="preserve"> </w:t>
      </w:r>
      <w:r>
        <w:rPr>
          <w:rFonts w:ascii="Arial" w:eastAsia="Arial" w:hAnsi="Arial" w:cs="Arial"/>
          <w:w w:val="107"/>
          <w:sz w:val="36"/>
          <w:szCs w:val="36"/>
        </w:rPr>
        <w:t xml:space="preserve">consider </w:t>
      </w:r>
      <w:r>
        <w:rPr>
          <w:rFonts w:ascii="Arial" w:eastAsia="Arial" w:hAnsi="Arial" w:cs="Arial"/>
          <w:w w:val="109"/>
          <w:sz w:val="36"/>
          <w:szCs w:val="36"/>
        </w:rPr>
        <w:t>contacting</w:t>
      </w:r>
      <w:r>
        <w:rPr>
          <w:rFonts w:ascii="Arial" w:eastAsia="Arial" w:hAnsi="Arial" w:cs="Arial"/>
          <w:spacing w:val="-3"/>
          <w:w w:val="10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36"/>
          <w:sz w:val="36"/>
          <w:szCs w:val="36"/>
        </w:rPr>
        <w:t xml:space="preserve"> </w:t>
      </w:r>
      <w:r>
        <w:rPr>
          <w:rFonts w:ascii="Arial" w:eastAsia="Arial" w:hAnsi="Arial" w:cs="Arial"/>
          <w:w w:val="107"/>
          <w:sz w:val="36"/>
          <w:szCs w:val="36"/>
        </w:rPr>
        <w:t>confidential</w:t>
      </w:r>
      <w:r>
        <w:rPr>
          <w:rFonts w:ascii="Arial" w:eastAsia="Arial" w:hAnsi="Arial" w:cs="Arial"/>
          <w:spacing w:val="-1"/>
          <w:w w:val="10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24-hour</w:t>
      </w:r>
      <w:r>
        <w:rPr>
          <w:rFonts w:ascii="Arial" w:eastAsia="Arial" w:hAnsi="Arial" w:cs="Arial"/>
          <w:spacing w:val="9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National</w:t>
      </w:r>
      <w:r>
        <w:rPr>
          <w:rFonts w:ascii="Arial" w:eastAsia="Arial" w:hAnsi="Arial" w:cs="Arial"/>
          <w:spacing w:val="7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 xml:space="preserve">Domestic 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Violence</w:t>
      </w:r>
      <w:r>
        <w:rPr>
          <w:rFonts w:ascii="Arial" w:eastAsia="Arial" w:hAnsi="Arial" w:cs="Arial"/>
          <w:spacing w:val="6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Hotline</w:t>
      </w:r>
      <w:r>
        <w:rPr>
          <w:rFonts w:ascii="Arial" w:eastAsia="Arial" w:hAnsi="Arial" w:cs="Arial"/>
          <w:spacing w:val="7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at</w:t>
      </w:r>
      <w:r>
        <w:rPr>
          <w:rFonts w:ascii="Arial" w:eastAsia="Arial" w:hAnsi="Arial" w:cs="Arial"/>
          <w:spacing w:val="27"/>
          <w:sz w:val="36"/>
          <w:szCs w:val="36"/>
        </w:rPr>
        <w:t xml:space="preserve"> </w:t>
      </w:r>
      <w:r>
        <w:rPr>
          <w:rFonts w:ascii="Arial" w:eastAsia="Arial" w:hAnsi="Arial" w:cs="Arial"/>
          <w:w w:val="105"/>
          <w:sz w:val="36"/>
          <w:szCs w:val="36"/>
        </w:rPr>
        <w:t>1-800-799-SAFE</w:t>
      </w:r>
      <w:r>
        <w:rPr>
          <w:rFonts w:ascii="Arial" w:eastAsia="Arial" w:hAnsi="Arial" w:cs="Arial"/>
          <w:spacing w:val="1"/>
          <w:w w:val="10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(7233),</w:t>
      </w:r>
      <w:r>
        <w:rPr>
          <w:rFonts w:ascii="Arial" w:eastAsia="Arial" w:hAnsi="Arial" w:cs="Arial"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w w:val="107"/>
          <w:sz w:val="36"/>
          <w:szCs w:val="36"/>
        </w:rPr>
        <w:t>1-800-787-3224</w:t>
      </w:r>
      <w:r>
        <w:rPr>
          <w:rFonts w:ascii="Arial" w:eastAsia="Arial" w:hAnsi="Arial" w:cs="Arial"/>
          <w:spacing w:val="-1"/>
          <w:w w:val="10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(TTY),</w:t>
      </w:r>
      <w:r>
        <w:rPr>
          <w:rFonts w:ascii="Arial" w:eastAsia="Arial" w:hAnsi="Arial" w:cs="Arial"/>
          <w:spacing w:val="-35"/>
          <w:sz w:val="36"/>
          <w:szCs w:val="36"/>
        </w:rPr>
        <w:t xml:space="preserve"> </w:t>
      </w:r>
      <w:r>
        <w:rPr>
          <w:rFonts w:ascii="Arial" w:eastAsia="Arial" w:hAnsi="Arial" w:cs="Arial"/>
          <w:w w:val="107"/>
          <w:sz w:val="36"/>
          <w:szCs w:val="36"/>
        </w:rPr>
        <w:t>or</w:t>
      </w:r>
      <w:r w:rsidR="004441F1">
        <w:rPr>
          <w:rFonts w:ascii="Arial" w:eastAsia="Arial" w:hAnsi="Arial" w:cs="Arial"/>
          <w:w w:val="107"/>
          <w:sz w:val="36"/>
          <w:szCs w:val="36"/>
        </w:rPr>
        <w:t xml:space="preserve"> </w:t>
      </w:r>
      <w:r>
        <w:rPr>
          <w:rFonts w:ascii="Arial" w:eastAsia="Arial" w:hAnsi="Arial" w:cs="Arial"/>
          <w:w w:val="107"/>
          <w:sz w:val="36"/>
          <w:szCs w:val="36"/>
        </w:rPr>
        <w:t>1-855-812-1001</w:t>
      </w:r>
      <w:r>
        <w:rPr>
          <w:rFonts w:ascii="Arial" w:eastAsia="Arial" w:hAnsi="Arial" w:cs="Arial"/>
          <w:spacing w:val="-1"/>
          <w:w w:val="10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(video</w:t>
      </w:r>
      <w:r>
        <w:rPr>
          <w:rFonts w:ascii="Arial" w:eastAsia="Arial" w:hAnsi="Arial" w:cs="Arial"/>
          <w:spacing w:val="3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phone,</w:t>
      </w:r>
      <w:r>
        <w:rPr>
          <w:rFonts w:ascii="Arial" w:eastAsia="Arial" w:hAnsi="Arial" w:cs="Arial"/>
          <w:spacing w:val="7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only</w:t>
      </w:r>
      <w:r>
        <w:rPr>
          <w:rFonts w:ascii="Arial" w:eastAsia="Arial" w:hAnsi="Arial" w:cs="Arial"/>
          <w:spacing w:val="4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for</w:t>
      </w:r>
      <w:r>
        <w:rPr>
          <w:rFonts w:ascii="Arial" w:eastAsia="Arial" w:hAnsi="Arial" w:cs="Arial"/>
          <w:spacing w:val="4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deaf</w:t>
      </w:r>
      <w:r>
        <w:rPr>
          <w:rFonts w:ascii="Arial" w:eastAsia="Arial" w:hAnsi="Arial" w:cs="Arial"/>
          <w:spacing w:val="48"/>
          <w:sz w:val="36"/>
          <w:szCs w:val="36"/>
        </w:rPr>
        <w:t xml:space="preserve"> </w:t>
      </w:r>
      <w:r>
        <w:rPr>
          <w:rFonts w:ascii="Arial" w:eastAsia="Arial" w:hAnsi="Arial" w:cs="Arial"/>
          <w:w w:val="103"/>
          <w:sz w:val="36"/>
          <w:szCs w:val="36"/>
        </w:rPr>
        <w:t>callers).</w:t>
      </w:r>
    </w:p>
    <w:p w14:paraId="64D44A91" w14:textId="77777777" w:rsidR="00A26219" w:rsidRDefault="00A26219" w:rsidP="004441F1">
      <w:pPr>
        <w:spacing w:line="259" w:lineRule="auto"/>
        <w:ind w:left="994" w:hanging="994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lastRenderedPageBreak/>
        <w:t xml:space="preserve">23a  </w:t>
      </w:r>
      <w:r>
        <w:rPr>
          <w:rFonts w:ascii="Arial" w:eastAsia="Arial" w:hAnsi="Arial" w:cs="Arial"/>
          <w:b/>
          <w:spacing w:val="8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Were</w:t>
      </w:r>
      <w:r>
        <w:rPr>
          <w:rFonts w:ascii="Arial" w:eastAsia="Arial" w:hAnsi="Arial" w:cs="Arial"/>
          <w:spacing w:val="-1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</w:t>
      </w:r>
      <w:r>
        <w:rPr>
          <w:rFonts w:ascii="Arial" w:eastAsia="Arial" w:hAnsi="Arial" w:cs="Arial"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member</w:t>
      </w:r>
      <w:r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family</w:t>
      </w:r>
      <w:r>
        <w:rPr>
          <w:rFonts w:ascii="Arial" w:eastAsia="Arial" w:hAnsi="Arial" w:cs="Arial"/>
          <w:spacing w:val="2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</w:t>
      </w:r>
      <w:r>
        <w:rPr>
          <w:rFonts w:ascii="Arial" w:eastAsia="Arial" w:hAnsi="Arial" w:cs="Arial"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victim</w:t>
      </w:r>
      <w:r>
        <w:rPr>
          <w:rFonts w:ascii="Arial" w:eastAsia="Arial" w:hAnsi="Arial" w:cs="Arial"/>
          <w:spacing w:val="4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abuse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domestic</w:t>
      </w:r>
      <w:r>
        <w:rPr>
          <w:rFonts w:ascii="Arial" w:eastAsia="Arial" w:hAnsi="Arial" w:cs="Arial"/>
          <w:spacing w:val="6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violence</w:t>
      </w:r>
      <w:r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by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person</w:t>
      </w:r>
      <w:r>
        <w:rPr>
          <w:rFonts w:ascii="Arial" w:eastAsia="Arial" w:hAnsi="Arial" w:cs="Arial"/>
          <w:spacing w:val="2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on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line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6?</w:t>
      </w:r>
      <w:r>
        <w:rPr>
          <w:rFonts w:ascii="Arial" w:eastAsia="Arial" w:hAnsi="Arial" w:cs="Arial"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(Abuse</w:t>
      </w:r>
      <w:r>
        <w:rPr>
          <w:rFonts w:ascii="Arial" w:eastAsia="Arial" w:hAnsi="Arial" w:cs="Arial"/>
          <w:spacing w:val="-2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includes</w:t>
      </w:r>
      <w:r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 xml:space="preserve">physical, </w:t>
      </w:r>
      <w:r>
        <w:rPr>
          <w:rFonts w:ascii="Arial" w:eastAsia="Arial" w:hAnsi="Arial" w:cs="Arial"/>
          <w:sz w:val="36"/>
          <w:szCs w:val="36"/>
        </w:rPr>
        <w:t>psychological,</w:t>
      </w:r>
      <w:r>
        <w:rPr>
          <w:rFonts w:ascii="Arial" w:eastAsia="Arial" w:hAnsi="Arial" w:cs="Arial"/>
          <w:spacing w:val="7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sexual,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emotional,</w:t>
      </w:r>
      <w:r>
        <w:rPr>
          <w:rFonts w:ascii="Arial" w:eastAsia="Arial" w:hAnsi="Arial" w:cs="Arial"/>
          <w:spacing w:val="3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financial</w:t>
      </w:r>
      <w:r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abuse,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and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can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include</w:t>
      </w:r>
      <w:r>
        <w:rPr>
          <w:rFonts w:ascii="Arial" w:eastAsia="Arial" w:hAnsi="Arial" w:cs="Arial"/>
          <w:spacing w:val="3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abuser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making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afraid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disagree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with</w:t>
      </w:r>
      <w:r>
        <w:rPr>
          <w:rFonts w:ascii="Arial" w:eastAsia="Arial" w:hAnsi="Arial" w:cs="Arial"/>
          <w:spacing w:val="3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him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w w:val="99"/>
          <w:sz w:val="36"/>
          <w:szCs w:val="36"/>
        </w:rPr>
        <w:t xml:space="preserve">her </w:t>
      </w:r>
      <w:r>
        <w:rPr>
          <w:rFonts w:ascii="Arial" w:eastAsia="Arial" w:hAnsi="Arial" w:cs="Arial"/>
          <w:w w:val="103"/>
          <w:sz w:val="36"/>
          <w:szCs w:val="36"/>
        </w:rPr>
        <w:t>or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causing</w:t>
      </w:r>
      <w:r>
        <w:rPr>
          <w:rFonts w:ascii="Arial" w:eastAsia="Arial" w:hAnsi="Arial" w:cs="Arial"/>
          <w:spacing w:val="2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fear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for</w:t>
      </w:r>
      <w:r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safety.)</w:t>
      </w:r>
    </w:p>
    <w:p w14:paraId="3F3D7C49" w14:textId="77777777" w:rsidR="00A26219" w:rsidRDefault="00A26219" w:rsidP="00A26219">
      <w:pPr>
        <w:spacing w:line="253" w:lineRule="auto"/>
        <w:ind w:left="1853" w:right="1863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59616" behindDoc="1" locked="0" layoutInCell="1" allowOverlap="1" wp14:anchorId="4659FA8D" wp14:editId="04EDC4D3">
                <wp:simplePos x="0" y="0"/>
                <wp:positionH relativeFrom="page">
                  <wp:posOffset>1504950</wp:posOffset>
                </wp:positionH>
                <wp:positionV relativeFrom="paragraph">
                  <wp:posOffset>18415</wp:posOffset>
                </wp:positionV>
                <wp:extent cx="205740" cy="205740"/>
                <wp:effectExtent l="9525" t="8890" r="13335" b="13970"/>
                <wp:wrapNone/>
                <wp:docPr id="75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2370" y="29"/>
                          <a:chExt cx="324" cy="324"/>
                        </a:xfrm>
                      </wpg:grpSpPr>
                      <wps:wsp>
                        <wps:cNvPr id="76" name="Freeform 290"/>
                        <wps:cNvSpPr>
                          <a:spLocks/>
                        </wps:cNvSpPr>
                        <wps:spPr bwMode="auto">
                          <a:xfrm>
                            <a:off x="2370" y="29"/>
                            <a:ext cx="324" cy="324"/>
                          </a:xfrm>
                          <a:custGeom>
                            <a:avLst/>
                            <a:gdLst>
                              <a:gd name="T0" fmla="+- 0 2370 2370"/>
                              <a:gd name="T1" fmla="*/ T0 w 324"/>
                              <a:gd name="T2" fmla="+- 0 353 29"/>
                              <a:gd name="T3" fmla="*/ 353 h 324"/>
                              <a:gd name="T4" fmla="+- 0 2694 2370"/>
                              <a:gd name="T5" fmla="*/ T4 w 324"/>
                              <a:gd name="T6" fmla="+- 0 353 29"/>
                              <a:gd name="T7" fmla="*/ 353 h 324"/>
                              <a:gd name="T8" fmla="+- 0 2694 2370"/>
                              <a:gd name="T9" fmla="*/ T8 w 324"/>
                              <a:gd name="T10" fmla="+- 0 29 29"/>
                              <a:gd name="T11" fmla="*/ 29 h 324"/>
                              <a:gd name="T12" fmla="+- 0 2370 2370"/>
                              <a:gd name="T13" fmla="*/ T12 w 324"/>
                              <a:gd name="T14" fmla="+- 0 29 29"/>
                              <a:gd name="T15" fmla="*/ 29 h 324"/>
                              <a:gd name="T16" fmla="+- 0 2370 2370"/>
                              <a:gd name="T17" fmla="*/ T16 w 324"/>
                              <a:gd name="T18" fmla="+- 0 353 29"/>
                              <a:gd name="T19" fmla="*/ 353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03EEE3" id="Group 75" o:spid="_x0000_s1026" style="position:absolute;margin-left:118.5pt;margin-top:1.45pt;width:16.2pt;height:16.2pt;z-index:-251556864;mso-position-horizontal-relative:page" coordorigin="2370,29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">
                <v:shape id="Freeform 290" o:spid="_x0000_s1027" style="position:absolute;left:2370;top:29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" path="m,324r324,l324,,,,,324xe" filled="f" strokeweight=".357mm">
                  <v:path arrowok="t" o:connecttype="custom" o:connectlocs="0,353;324,353;324,29;0,29;0,353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z w:val="36"/>
          <w:szCs w:val="36"/>
        </w:rPr>
        <w:t>Yes.</w:t>
      </w:r>
      <w:r>
        <w:rPr>
          <w:rFonts w:ascii="Arial" w:eastAsia="Arial" w:hAnsi="Arial" w:cs="Arial"/>
          <w:spacing w:val="-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Complete</w:t>
      </w:r>
      <w:r>
        <w:rPr>
          <w:rFonts w:ascii="Arial" w:eastAsia="Arial" w:hAnsi="Arial" w:cs="Arial"/>
          <w:spacing w:val="4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questions</w:t>
      </w:r>
      <w:r>
        <w:rPr>
          <w:rFonts w:ascii="Arial" w:eastAsia="Arial" w:hAnsi="Arial" w:cs="Arial"/>
          <w:spacing w:val="4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below.</w:t>
      </w:r>
      <w:r>
        <w:rPr>
          <w:rFonts w:ascii="Arial" w:eastAsia="Arial" w:hAnsi="Arial" w:cs="Arial"/>
          <w:spacing w:val="3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We</w:t>
      </w:r>
      <w:r>
        <w:rPr>
          <w:rFonts w:ascii="Arial" w:eastAsia="Arial" w:hAnsi="Arial" w:cs="Arial"/>
          <w:spacing w:val="-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will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put</w:t>
      </w:r>
      <w:r>
        <w:rPr>
          <w:rFonts w:ascii="Arial" w:eastAsia="Arial" w:hAnsi="Arial" w:cs="Arial"/>
          <w:spacing w:val="3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</w:t>
      </w:r>
      <w:r>
        <w:rPr>
          <w:rFonts w:ascii="Arial" w:eastAsia="Arial" w:hAnsi="Arial" w:cs="Arial"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code</w:t>
      </w:r>
      <w:r>
        <w:rPr>
          <w:rFonts w:ascii="Arial" w:eastAsia="Arial" w:hAnsi="Arial" w:cs="Arial"/>
          <w:spacing w:val="3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on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separate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account.</w:t>
      </w:r>
      <w:r>
        <w:rPr>
          <w:rFonts w:ascii="Arial" w:eastAsia="Arial" w:hAnsi="Arial" w:cs="Arial"/>
          <w:spacing w:val="5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This</w:t>
      </w:r>
      <w:r>
        <w:rPr>
          <w:rFonts w:ascii="Arial" w:eastAsia="Arial" w:hAnsi="Arial" w:cs="Arial"/>
          <w:spacing w:val="-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will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enable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us</w:t>
      </w:r>
      <w:r>
        <w:rPr>
          <w:rFonts w:ascii="Arial" w:eastAsia="Arial" w:hAnsi="Arial" w:cs="Arial"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w w:val="103"/>
          <w:sz w:val="36"/>
          <w:szCs w:val="36"/>
        </w:rPr>
        <w:t xml:space="preserve">respond </w:t>
      </w:r>
      <w:r>
        <w:rPr>
          <w:rFonts w:ascii="Arial" w:eastAsia="Arial" w:hAnsi="Arial" w:cs="Arial"/>
          <w:sz w:val="36"/>
          <w:szCs w:val="36"/>
        </w:rPr>
        <w:t>appropriately</w:t>
      </w:r>
      <w:r>
        <w:rPr>
          <w:rFonts w:ascii="Arial" w:eastAsia="Arial" w:hAnsi="Arial" w:cs="Arial"/>
          <w:spacing w:val="6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and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be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sensitive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w w:val="103"/>
          <w:sz w:val="36"/>
          <w:szCs w:val="36"/>
        </w:rPr>
        <w:t>situation.</w:t>
      </w:r>
    </w:p>
    <w:p w14:paraId="34D5CDAB" w14:textId="77777777" w:rsidR="00A26219" w:rsidRDefault="00A26219" w:rsidP="00A26219">
      <w:pPr>
        <w:spacing w:before="98" w:line="253" w:lineRule="auto"/>
        <w:ind w:left="1796" w:right="515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60640" behindDoc="1" locked="0" layoutInCell="1" allowOverlap="1" wp14:anchorId="30A47EB6" wp14:editId="319DDE77">
                <wp:simplePos x="0" y="0"/>
                <wp:positionH relativeFrom="page">
                  <wp:posOffset>4251325</wp:posOffset>
                </wp:positionH>
                <wp:positionV relativeFrom="paragraph">
                  <wp:posOffset>287020</wp:posOffset>
                </wp:positionV>
                <wp:extent cx="205740" cy="205740"/>
                <wp:effectExtent l="12700" t="12700" r="10160" b="10160"/>
                <wp:wrapNone/>
                <wp:docPr id="7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5075" y="572"/>
                          <a:chExt cx="324" cy="324"/>
                        </a:xfrm>
                      </wpg:grpSpPr>
                      <wps:wsp>
                        <wps:cNvPr id="74" name="Freeform 292"/>
                        <wps:cNvSpPr>
                          <a:spLocks/>
                        </wps:cNvSpPr>
                        <wps:spPr bwMode="auto">
                          <a:xfrm>
                            <a:off x="5075" y="572"/>
                            <a:ext cx="324" cy="324"/>
                          </a:xfrm>
                          <a:custGeom>
                            <a:avLst/>
                            <a:gdLst>
                              <a:gd name="T0" fmla="+- 0 5075 5075"/>
                              <a:gd name="T1" fmla="*/ T0 w 324"/>
                              <a:gd name="T2" fmla="+- 0 896 572"/>
                              <a:gd name="T3" fmla="*/ 896 h 324"/>
                              <a:gd name="T4" fmla="+- 0 5399 5075"/>
                              <a:gd name="T5" fmla="*/ T4 w 324"/>
                              <a:gd name="T6" fmla="+- 0 896 572"/>
                              <a:gd name="T7" fmla="*/ 896 h 324"/>
                              <a:gd name="T8" fmla="+- 0 5399 5075"/>
                              <a:gd name="T9" fmla="*/ T8 w 324"/>
                              <a:gd name="T10" fmla="+- 0 572 572"/>
                              <a:gd name="T11" fmla="*/ 572 h 324"/>
                              <a:gd name="T12" fmla="+- 0 5075 5075"/>
                              <a:gd name="T13" fmla="*/ T12 w 324"/>
                              <a:gd name="T14" fmla="+- 0 572 572"/>
                              <a:gd name="T15" fmla="*/ 572 h 324"/>
                              <a:gd name="T16" fmla="+- 0 5075 5075"/>
                              <a:gd name="T17" fmla="*/ T16 w 324"/>
                              <a:gd name="T18" fmla="+- 0 896 572"/>
                              <a:gd name="T19" fmla="*/ 896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C00EA3" id="Group 73" o:spid="_x0000_s1026" style="position:absolute;margin-left:334.75pt;margin-top:22.6pt;width:16.2pt;height:16.2pt;z-index:-251555840;mso-position-horizontal-relative:page" coordorigin="5075,572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">
                <v:shape id="Freeform 292" o:spid="_x0000_s1027" style="position:absolute;left:5075;top:572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" path="m,324r324,l324,,,,,324xe" filled="f" strokeweight=".357mm">
                  <v:path arrowok="t" o:connecttype="custom" o:connectlocs="0,896;324,896;324,572;0,572;0,896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36"/>
          <w:szCs w:val="36"/>
        </w:rPr>
        <w:t>Note:</w:t>
      </w:r>
      <w:r>
        <w:rPr>
          <w:rFonts w:ascii="Arial" w:eastAsia="Arial" w:hAnsi="Arial" w:cs="Arial"/>
          <w:b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We</w:t>
      </w:r>
      <w:r>
        <w:rPr>
          <w:rFonts w:ascii="Arial" w:eastAsia="Arial" w:hAnsi="Arial" w:cs="Arial"/>
          <w:spacing w:val="-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will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remove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code</w:t>
      </w:r>
      <w:r>
        <w:rPr>
          <w:rFonts w:ascii="Arial" w:eastAsia="Arial" w:hAnsi="Arial" w:cs="Arial"/>
          <w:spacing w:val="3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from</w:t>
      </w:r>
      <w:r>
        <w:rPr>
          <w:rFonts w:ascii="Arial" w:eastAsia="Arial" w:hAnsi="Arial" w:cs="Arial"/>
          <w:spacing w:val="3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account</w:t>
      </w:r>
      <w:r>
        <w:rPr>
          <w:rFonts w:ascii="Arial" w:eastAsia="Arial" w:hAnsi="Arial" w:cs="Arial"/>
          <w:spacing w:val="5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request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it.</w:t>
      </w:r>
      <w:r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not</w:t>
      </w:r>
      <w:r>
        <w:rPr>
          <w:rFonts w:ascii="Arial" w:eastAsia="Arial" w:hAnsi="Arial" w:cs="Arial"/>
          <w:spacing w:val="2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want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us</w:t>
      </w:r>
      <w:r>
        <w:rPr>
          <w:rFonts w:ascii="Arial" w:eastAsia="Arial" w:hAnsi="Arial" w:cs="Arial"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put</w:t>
      </w:r>
      <w:r>
        <w:rPr>
          <w:rFonts w:ascii="Arial" w:eastAsia="Arial" w:hAnsi="Arial" w:cs="Arial"/>
          <w:spacing w:val="3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code</w:t>
      </w:r>
      <w:r>
        <w:rPr>
          <w:rFonts w:ascii="Arial" w:eastAsia="Arial" w:hAnsi="Arial" w:cs="Arial"/>
          <w:spacing w:val="3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on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w w:val="104"/>
          <w:sz w:val="36"/>
          <w:szCs w:val="36"/>
        </w:rPr>
        <w:t xml:space="preserve">account </w:t>
      </w:r>
      <w:r>
        <w:rPr>
          <w:rFonts w:ascii="Arial" w:eastAsia="Arial" w:hAnsi="Arial" w:cs="Arial"/>
          <w:sz w:val="36"/>
          <w:szCs w:val="36"/>
        </w:rPr>
        <w:t>check</w:t>
      </w:r>
      <w:r>
        <w:rPr>
          <w:rFonts w:ascii="Arial" w:eastAsia="Arial" w:hAnsi="Arial" w:cs="Arial"/>
          <w:spacing w:val="4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here.</w:t>
      </w:r>
    </w:p>
    <w:p w14:paraId="093FE819" w14:textId="77777777" w:rsidR="00A26219" w:rsidRDefault="00A26219" w:rsidP="00A26219">
      <w:pPr>
        <w:spacing w:before="11" w:line="400" w:lineRule="exact"/>
        <w:ind w:left="1853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61664" behindDoc="1" locked="0" layoutInCell="1" allowOverlap="1" wp14:anchorId="106C469D" wp14:editId="24DD9E2C">
                <wp:simplePos x="0" y="0"/>
                <wp:positionH relativeFrom="page">
                  <wp:posOffset>1504950</wp:posOffset>
                </wp:positionH>
                <wp:positionV relativeFrom="paragraph">
                  <wp:posOffset>54610</wp:posOffset>
                </wp:positionV>
                <wp:extent cx="205740" cy="205740"/>
                <wp:effectExtent l="9525" t="15875" r="13335" b="6985"/>
                <wp:wrapNone/>
                <wp:docPr id="7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2370" y="86"/>
                          <a:chExt cx="324" cy="324"/>
                        </a:xfrm>
                      </wpg:grpSpPr>
                      <wps:wsp>
                        <wps:cNvPr id="72" name="Freeform 294"/>
                        <wps:cNvSpPr>
                          <a:spLocks/>
                        </wps:cNvSpPr>
                        <wps:spPr bwMode="auto">
                          <a:xfrm>
                            <a:off x="2370" y="86"/>
                            <a:ext cx="324" cy="324"/>
                          </a:xfrm>
                          <a:custGeom>
                            <a:avLst/>
                            <a:gdLst>
                              <a:gd name="T0" fmla="+- 0 2370 2370"/>
                              <a:gd name="T1" fmla="*/ T0 w 324"/>
                              <a:gd name="T2" fmla="+- 0 410 86"/>
                              <a:gd name="T3" fmla="*/ 410 h 324"/>
                              <a:gd name="T4" fmla="+- 0 2694 2370"/>
                              <a:gd name="T5" fmla="*/ T4 w 324"/>
                              <a:gd name="T6" fmla="+- 0 410 86"/>
                              <a:gd name="T7" fmla="*/ 410 h 324"/>
                              <a:gd name="T8" fmla="+- 0 2694 2370"/>
                              <a:gd name="T9" fmla="*/ T8 w 324"/>
                              <a:gd name="T10" fmla="+- 0 86 86"/>
                              <a:gd name="T11" fmla="*/ 86 h 324"/>
                              <a:gd name="T12" fmla="+- 0 2370 2370"/>
                              <a:gd name="T13" fmla="*/ T12 w 324"/>
                              <a:gd name="T14" fmla="+- 0 86 86"/>
                              <a:gd name="T15" fmla="*/ 86 h 324"/>
                              <a:gd name="T16" fmla="+- 0 2370 2370"/>
                              <a:gd name="T17" fmla="*/ T16 w 324"/>
                              <a:gd name="T18" fmla="+- 0 410 86"/>
                              <a:gd name="T19" fmla="*/ 410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A2C26D" id="Group 71" o:spid="_x0000_s1026" style="position:absolute;margin-left:118.5pt;margin-top:4.3pt;width:16.2pt;height:16.2pt;z-index:-251554816;mso-position-horizontal-relative:page" coordorigin="2370,86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">
                <v:shape id="Freeform 294" o:spid="_x0000_s1027" style="position:absolute;left:2370;top:86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" path="m,324r324,l324,,,,,324xe" filled="f" strokeweight=".357mm">
                  <v:path arrowok="t" o:connecttype="custom" o:connectlocs="0,410;324,410;324,86;0,86;0,410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position w:val="-1"/>
          <w:sz w:val="36"/>
          <w:szCs w:val="36"/>
        </w:rPr>
        <w:t>No.</w:t>
      </w:r>
      <w:r>
        <w:rPr>
          <w:rFonts w:ascii="Arial" w:eastAsia="Arial" w:hAnsi="Arial" w:cs="Arial"/>
          <w:spacing w:val="13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If</w:t>
      </w:r>
      <w:r>
        <w:rPr>
          <w:rFonts w:ascii="Arial" w:eastAsia="Arial" w:hAnsi="Arial" w:cs="Arial"/>
          <w:spacing w:val="4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“No,”</w:t>
      </w:r>
      <w:r>
        <w:rPr>
          <w:rFonts w:ascii="Arial" w:eastAsia="Arial" w:hAnsi="Arial" w:cs="Arial"/>
          <w:spacing w:val="82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go</w:t>
      </w:r>
      <w:r>
        <w:rPr>
          <w:rFonts w:ascii="Arial" w:eastAsia="Arial" w:hAnsi="Arial" w:cs="Arial"/>
          <w:spacing w:val="18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to</w:t>
      </w:r>
      <w:r>
        <w:rPr>
          <w:rFonts w:ascii="Arial" w:eastAsia="Arial" w:hAnsi="Arial" w:cs="Arial"/>
          <w:spacing w:val="26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Part</w:t>
      </w:r>
      <w:r>
        <w:rPr>
          <w:rFonts w:ascii="Arial" w:eastAsia="Arial" w:hAnsi="Arial" w:cs="Arial"/>
          <w:spacing w:val="9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position w:val="-1"/>
          <w:sz w:val="36"/>
          <w:szCs w:val="36"/>
        </w:rPr>
        <w:t>VI.</w:t>
      </w:r>
    </w:p>
    <w:p w14:paraId="73B7CBCA" w14:textId="77777777" w:rsidR="00A26219" w:rsidRDefault="00A26219" w:rsidP="00A26219">
      <w:pPr>
        <w:spacing w:line="400" w:lineRule="exact"/>
        <w:ind w:left="103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63712" behindDoc="1" locked="0" layoutInCell="1" allowOverlap="1" wp14:anchorId="6509CD1B" wp14:editId="440E7DD1">
                <wp:simplePos x="0" y="0"/>
                <wp:positionH relativeFrom="page">
                  <wp:posOffset>744855</wp:posOffset>
                </wp:positionH>
                <wp:positionV relativeFrom="paragraph">
                  <wp:posOffset>-40640</wp:posOffset>
                </wp:positionV>
                <wp:extent cx="13926185" cy="643255"/>
                <wp:effectExtent l="1905" t="9525" r="6985" b="4445"/>
                <wp:wrapNone/>
                <wp:docPr id="63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26185" cy="643255"/>
                          <a:chOff x="1173" y="-64"/>
                          <a:chExt cx="21931" cy="1013"/>
                        </a:xfrm>
                      </wpg:grpSpPr>
                      <wps:wsp>
                        <wps:cNvPr id="64" name="Freeform 298"/>
                        <wps:cNvSpPr>
                          <a:spLocks/>
                        </wps:cNvSpPr>
                        <wps:spPr bwMode="auto">
                          <a:xfrm>
                            <a:off x="1193" y="-44"/>
                            <a:ext cx="20432" cy="0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T0 w 20432"/>
                              <a:gd name="T2" fmla="+- 0 21625 1193"/>
                              <a:gd name="T3" fmla="*/ T2 w 2043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432">
                                <a:moveTo>
                                  <a:pt x="0" y="0"/>
                                </a:moveTo>
                                <a:lnTo>
                                  <a:pt x="20432" y="0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299"/>
                        <wps:cNvSpPr>
                          <a:spLocks/>
                        </wps:cNvSpPr>
                        <wps:spPr bwMode="auto">
                          <a:xfrm>
                            <a:off x="21605" y="-44"/>
                            <a:ext cx="1478" cy="0"/>
                          </a:xfrm>
                          <a:custGeom>
                            <a:avLst/>
                            <a:gdLst>
                              <a:gd name="T0" fmla="+- 0 21605 21605"/>
                              <a:gd name="T1" fmla="*/ T0 w 1478"/>
                              <a:gd name="T2" fmla="+- 0 23083 21605"/>
                              <a:gd name="T3" fmla="*/ T2 w 147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78">
                                <a:moveTo>
                                  <a:pt x="0" y="0"/>
                                </a:moveTo>
                                <a:lnTo>
                                  <a:pt x="1478" y="0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300"/>
                        <wps:cNvSpPr>
                          <a:spLocks/>
                        </wps:cNvSpPr>
                        <wps:spPr bwMode="auto">
                          <a:xfrm>
                            <a:off x="1193" y="928"/>
                            <a:ext cx="16350" cy="0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T0 w 16350"/>
                              <a:gd name="T2" fmla="+- 0 17543 1193"/>
                              <a:gd name="T3" fmla="*/ T2 w 163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350">
                                <a:moveTo>
                                  <a:pt x="0" y="0"/>
                                </a:moveTo>
                                <a:lnTo>
                                  <a:pt x="16350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301"/>
                        <wps:cNvSpPr>
                          <a:spLocks/>
                        </wps:cNvSpPr>
                        <wps:spPr bwMode="auto">
                          <a:xfrm>
                            <a:off x="17523" y="928"/>
                            <a:ext cx="5561" cy="0"/>
                          </a:xfrm>
                          <a:custGeom>
                            <a:avLst/>
                            <a:gdLst>
                              <a:gd name="T0" fmla="+- 0 17523 17523"/>
                              <a:gd name="T1" fmla="*/ T0 w 5561"/>
                              <a:gd name="T2" fmla="+- 0 23083 17523"/>
                              <a:gd name="T3" fmla="*/ T2 w 556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61">
                                <a:moveTo>
                                  <a:pt x="0" y="0"/>
                                </a:moveTo>
                                <a:lnTo>
                                  <a:pt x="5560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302"/>
                        <wps:cNvSpPr>
                          <a:spLocks/>
                        </wps:cNvSpPr>
                        <wps:spPr bwMode="auto">
                          <a:xfrm>
                            <a:off x="17533" y="-54"/>
                            <a:ext cx="0" cy="992"/>
                          </a:xfrm>
                          <a:custGeom>
                            <a:avLst/>
                            <a:gdLst>
                              <a:gd name="T0" fmla="+- 0 -54 -54"/>
                              <a:gd name="T1" fmla="*/ -54 h 992"/>
                              <a:gd name="T2" fmla="+- 0 938 -54"/>
                              <a:gd name="T3" fmla="*/ 938 h 99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92">
                                <a:moveTo>
                                  <a:pt x="0" y="0"/>
                                </a:moveTo>
                                <a:lnTo>
                                  <a:pt x="0" y="992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332CA4" id="Group 63" o:spid="_x0000_s1026" style="position:absolute;margin-left:58.65pt;margin-top:-3.2pt;width:1096.55pt;height:50.65pt;z-index:-251552768;mso-position-horizontal-relative:page" coordorigin="1173,-64" coordsize="21931,1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">
                <v:shape id="Freeform 298" o:spid="_x0000_s1027" style="position:absolute;left:1193;top:-44;width:20432;height:0;visibility:visible;mso-wrap-style:square;v-text-anchor:top" coordsize="2043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" path="m,l20432,e" filled="f" strokeweight=".71439mm">
                  <v:path arrowok="t" o:connecttype="custom" o:connectlocs="0,0;20432,0" o:connectangles="0,0"/>
                </v:shape>
                <v:shape id="Freeform 299" o:spid="_x0000_s1028" style="position:absolute;left:21605;top:-44;width:1478;height:0;visibility:visible;mso-wrap-style:square;v-text-anchor:top" coordsize="14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" path="m,l1478,e" filled="f" strokeweight=".71439mm">
                  <v:path arrowok="t" o:connecttype="custom" o:connectlocs="0,0;1478,0" o:connectangles="0,0"/>
                </v:shape>
                <v:shape id="Freeform 300" o:spid="_x0000_s1029" style="position:absolute;left:1193;top:928;width:16350;height:0;visibility:visible;mso-wrap-style:square;v-text-anchor:top" coordsize="163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" path="m,l16350,e" filled="f" strokeweight=".357mm">
                  <v:path arrowok="t" o:connecttype="custom" o:connectlocs="0,0;16350,0" o:connectangles="0,0"/>
                </v:shape>
                <v:shape id="Freeform 301" o:spid="_x0000_s1030" style="position:absolute;left:17523;top:928;width:5561;height:0;visibility:visible;mso-wrap-style:square;v-text-anchor:top" coordsize="55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" path="m,l5560,e" filled="f" strokeweight=".357mm">
                  <v:path arrowok="t" o:connecttype="custom" o:connectlocs="0,0;5560,0" o:connectangles="0,0"/>
                </v:shape>
                <v:shape id="Freeform 302" o:spid="_x0000_s1031" style="position:absolute;left:17533;top:-54;width:0;height:992;visibility:visible;mso-wrap-style:square;v-text-anchor:top" coordsize="0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" path="m,l,992e" filled="f" strokeweight=".357mm">
                  <v:path arrowok="t" o:connecttype="custom" o:connectlocs="0,-54;0,938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position w:val="-1"/>
          <w:sz w:val="36"/>
          <w:szCs w:val="36"/>
        </w:rPr>
        <w:t>Your</w:t>
      </w:r>
      <w:r>
        <w:rPr>
          <w:rFonts w:ascii="Arial" w:eastAsia="Arial" w:hAnsi="Arial" w:cs="Arial"/>
          <w:b/>
          <w:spacing w:val="2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position w:val="-1"/>
          <w:sz w:val="36"/>
          <w:szCs w:val="36"/>
        </w:rPr>
        <w:t>current</w:t>
      </w:r>
      <w:r>
        <w:rPr>
          <w:rFonts w:ascii="Arial" w:eastAsia="Arial" w:hAnsi="Arial" w:cs="Arial"/>
          <w:b/>
          <w:spacing w:val="14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position w:val="-1"/>
          <w:sz w:val="36"/>
          <w:szCs w:val="36"/>
        </w:rPr>
        <w:t xml:space="preserve">name                                                                                                                                   </w:t>
      </w:r>
      <w:r>
        <w:rPr>
          <w:rFonts w:ascii="Arial" w:eastAsia="Arial" w:hAnsi="Arial" w:cs="Arial"/>
          <w:b/>
          <w:spacing w:val="94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position w:val="-1"/>
          <w:sz w:val="36"/>
          <w:szCs w:val="36"/>
        </w:rPr>
        <w:t>Your</w:t>
      </w:r>
      <w:r>
        <w:rPr>
          <w:rFonts w:ascii="Arial" w:eastAsia="Arial" w:hAnsi="Arial" w:cs="Arial"/>
          <w:b/>
          <w:spacing w:val="-36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w w:val="95"/>
          <w:position w:val="-1"/>
          <w:sz w:val="36"/>
          <w:szCs w:val="36"/>
        </w:rPr>
        <w:t>social</w:t>
      </w:r>
      <w:r>
        <w:rPr>
          <w:rFonts w:ascii="Arial" w:eastAsia="Arial" w:hAnsi="Arial" w:cs="Arial"/>
          <w:b/>
          <w:spacing w:val="12"/>
          <w:w w:val="95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w w:val="95"/>
          <w:position w:val="-1"/>
          <w:sz w:val="36"/>
          <w:szCs w:val="36"/>
        </w:rPr>
        <w:t>security</w:t>
      </w:r>
      <w:r>
        <w:rPr>
          <w:rFonts w:ascii="Arial" w:eastAsia="Arial" w:hAnsi="Arial" w:cs="Arial"/>
          <w:b/>
          <w:spacing w:val="2"/>
          <w:w w:val="95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position w:val="-1"/>
          <w:sz w:val="36"/>
          <w:szCs w:val="36"/>
        </w:rPr>
        <w:t>number</w:t>
      </w:r>
    </w:p>
    <w:p w14:paraId="6D11F3E0" w14:textId="77777777" w:rsidR="00A26219" w:rsidRDefault="00A26219" w:rsidP="00A26219">
      <w:pPr>
        <w:spacing w:before="5" w:line="100" w:lineRule="exact"/>
        <w:rPr>
          <w:sz w:val="11"/>
          <w:szCs w:val="11"/>
        </w:rPr>
      </w:pPr>
    </w:p>
    <w:p w14:paraId="64C5BD00" w14:textId="77777777" w:rsidR="00A26219" w:rsidRDefault="00A26219" w:rsidP="00A26219">
      <w:pPr>
        <w:spacing w:before="20" w:line="258" w:lineRule="auto"/>
        <w:ind w:left="103" w:right="55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64736" behindDoc="1" locked="0" layoutInCell="1" allowOverlap="1" wp14:anchorId="7AFDA22C" wp14:editId="6F437DB9">
                <wp:simplePos x="0" y="0"/>
                <wp:positionH relativeFrom="page">
                  <wp:posOffset>757555</wp:posOffset>
                </wp:positionH>
                <wp:positionV relativeFrom="paragraph">
                  <wp:posOffset>622300</wp:posOffset>
                </wp:positionV>
                <wp:extent cx="13900150" cy="0"/>
                <wp:effectExtent l="14605" t="8890" r="10795" b="10160"/>
                <wp:wrapNone/>
                <wp:docPr id="6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0" cy="0"/>
                          <a:chOff x="1193" y="980"/>
                          <a:chExt cx="21890" cy="0"/>
                        </a:xfrm>
                      </wpg:grpSpPr>
                      <wps:wsp>
                        <wps:cNvPr id="62" name="Freeform 304"/>
                        <wps:cNvSpPr>
                          <a:spLocks/>
                        </wps:cNvSpPr>
                        <wps:spPr bwMode="auto">
                          <a:xfrm>
                            <a:off x="1193" y="980"/>
                            <a:ext cx="21890" cy="0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T0 w 21890"/>
                              <a:gd name="T2" fmla="+- 0 23083 1193"/>
                              <a:gd name="T3" fmla="*/ T2 w 218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890">
                                <a:moveTo>
                                  <a:pt x="0" y="0"/>
                                </a:moveTo>
                                <a:lnTo>
                                  <a:pt x="21890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771588" id="Group 61" o:spid="_x0000_s1026" style="position:absolute;margin-left:59.65pt;margin-top:49pt;width:1094.5pt;height:0;z-index:-251551744;mso-position-horizontal-relative:page" coordorigin="1193,980" coordsize="2189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">
                <v:shape id="Freeform 304" o:spid="_x0000_s1027" style="position:absolute;left:1193;top:980;width:21890;height:0;visibility:visible;mso-wrap-style:square;v-text-anchor:top" coordsize="2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" path="m,l21890,e" filled="f" strokeweight=".357mm">
                  <v:path arrowok="t" o:connecttype="custom" o:connectlocs="0,0;21890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36"/>
          <w:szCs w:val="36"/>
        </w:rPr>
        <w:t>Note:</w:t>
      </w:r>
      <w:r>
        <w:rPr>
          <w:rFonts w:ascii="Arial" w:eastAsia="Arial" w:hAnsi="Arial" w:cs="Arial"/>
          <w:b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need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more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room</w:t>
      </w:r>
      <w:r>
        <w:rPr>
          <w:rFonts w:ascii="Arial" w:eastAsia="Arial" w:hAnsi="Arial" w:cs="Arial"/>
          <w:spacing w:val="2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write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answer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for</w:t>
      </w:r>
      <w:r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any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question,</w:t>
      </w:r>
      <w:r>
        <w:rPr>
          <w:rFonts w:ascii="Arial" w:eastAsia="Arial" w:hAnsi="Arial" w:cs="Arial"/>
          <w:spacing w:val="4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attach</w:t>
      </w:r>
      <w:r>
        <w:rPr>
          <w:rFonts w:ascii="Arial" w:eastAsia="Arial" w:hAnsi="Arial" w:cs="Arial"/>
          <w:spacing w:val="4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more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pages.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Be</w:t>
      </w:r>
      <w:r>
        <w:rPr>
          <w:rFonts w:ascii="Arial" w:eastAsia="Arial" w:hAnsi="Arial" w:cs="Arial"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sure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write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name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and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social</w:t>
      </w:r>
      <w:r>
        <w:rPr>
          <w:rFonts w:ascii="Arial" w:eastAsia="Arial" w:hAnsi="Arial" w:cs="Arial"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 xml:space="preserve">security </w:t>
      </w:r>
      <w:r>
        <w:rPr>
          <w:rFonts w:ascii="Arial" w:eastAsia="Arial" w:hAnsi="Arial" w:cs="Arial"/>
          <w:sz w:val="36"/>
          <w:szCs w:val="36"/>
        </w:rPr>
        <w:t>number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on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top</w:t>
      </w:r>
      <w:r>
        <w:rPr>
          <w:rFonts w:ascii="Arial" w:eastAsia="Arial" w:hAnsi="Arial" w:cs="Arial"/>
          <w:spacing w:val="4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all</w:t>
      </w:r>
      <w:r>
        <w:rPr>
          <w:rFonts w:ascii="Arial" w:eastAsia="Arial" w:hAnsi="Arial" w:cs="Arial"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pages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w w:val="103"/>
          <w:sz w:val="36"/>
          <w:szCs w:val="36"/>
        </w:rPr>
        <w:t>attach.</w:t>
      </w:r>
    </w:p>
    <w:p w14:paraId="10F0A71C" w14:textId="77777777" w:rsidR="00A26219" w:rsidRDefault="00A26219" w:rsidP="004441F1">
      <w:pPr>
        <w:tabs>
          <w:tab w:val="left" w:pos="1260"/>
        </w:tabs>
        <w:spacing w:line="440" w:lineRule="exact"/>
        <w:ind w:left="576" w:hanging="576"/>
        <w:rPr>
          <w:rFonts w:ascii="Arial" w:eastAsia="Arial" w:hAnsi="Arial" w:cs="Arial"/>
          <w:w w:val="101"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b</w:t>
      </w:r>
      <w:r>
        <w:rPr>
          <w:rFonts w:ascii="Arial" w:eastAsia="Arial" w:hAnsi="Arial" w:cs="Arial"/>
          <w:b/>
          <w:spacing w:val="-9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ab/>
      </w:r>
      <w:r>
        <w:rPr>
          <w:rFonts w:ascii="Arial" w:eastAsia="Arial" w:hAnsi="Arial" w:cs="Arial"/>
          <w:sz w:val="36"/>
          <w:szCs w:val="36"/>
        </w:rPr>
        <w:t>Describe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abuse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experienced,</w:t>
      </w:r>
      <w:r>
        <w:rPr>
          <w:rFonts w:ascii="Arial" w:eastAsia="Arial" w:hAnsi="Arial" w:cs="Arial"/>
          <w:spacing w:val="4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including</w:t>
      </w:r>
      <w:r>
        <w:rPr>
          <w:rFonts w:ascii="Arial" w:eastAsia="Arial" w:hAnsi="Arial" w:cs="Arial"/>
          <w:spacing w:val="4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approximately</w:t>
      </w:r>
      <w:r>
        <w:rPr>
          <w:rFonts w:ascii="Arial" w:eastAsia="Arial" w:hAnsi="Arial" w:cs="Arial"/>
          <w:spacing w:val="6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when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it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began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and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how</w:t>
      </w:r>
      <w:r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it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may</w:t>
      </w:r>
      <w:r>
        <w:rPr>
          <w:rFonts w:ascii="Arial" w:eastAsia="Arial" w:hAnsi="Arial" w:cs="Arial"/>
          <w:spacing w:val="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have</w:t>
      </w:r>
      <w:r>
        <w:rPr>
          <w:rFonts w:ascii="Arial" w:eastAsia="Arial" w:hAnsi="Arial" w:cs="Arial"/>
          <w:spacing w:val="-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affected</w:t>
      </w:r>
      <w:r>
        <w:rPr>
          <w:rFonts w:ascii="Arial" w:eastAsia="Arial" w:hAnsi="Arial" w:cs="Arial"/>
          <w:spacing w:val="4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you,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 xml:space="preserve">children,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other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members</w:t>
      </w:r>
      <w:r>
        <w:rPr>
          <w:rFonts w:ascii="Arial" w:eastAsia="Arial" w:hAnsi="Arial" w:cs="Arial"/>
          <w:spacing w:val="3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family.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Explain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how</w:t>
      </w:r>
      <w:r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this</w:t>
      </w:r>
      <w:r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abuse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affected</w:t>
      </w:r>
      <w:r>
        <w:rPr>
          <w:rFonts w:ascii="Arial" w:eastAsia="Arial" w:hAnsi="Arial" w:cs="Arial"/>
          <w:spacing w:val="4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ability</w:t>
      </w:r>
      <w:r>
        <w:rPr>
          <w:rFonts w:ascii="Arial" w:eastAsia="Arial" w:hAnsi="Arial" w:cs="Arial"/>
          <w:spacing w:val="3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question</w:t>
      </w:r>
      <w:r>
        <w:rPr>
          <w:rFonts w:ascii="Arial" w:eastAsia="Arial" w:hAnsi="Arial" w:cs="Arial"/>
          <w:spacing w:val="4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reporting</w:t>
      </w:r>
      <w:r>
        <w:rPr>
          <w:rFonts w:ascii="Arial" w:eastAsia="Arial" w:hAnsi="Arial" w:cs="Arial"/>
          <w:spacing w:val="4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items</w:t>
      </w:r>
      <w:r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on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w w:val="104"/>
          <w:sz w:val="36"/>
          <w:szCs w:val="36"/>
        </w:rPr>
        <w:t xml:space="preserve">tax </w:t>
      </w:r>
      <w:r>
        <w:rPr>
          <w:rFonts w:ascii="Arial" w:eastAsia="Arial" w:hAnsi="Arial" w:cs="Arial"/>
          <w:sz w:val="36"/>
          <w:szCs w:val="36"/>
        </w:rPr>
        <w:t>return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payment</w:t>
      </w:r>
      <w:r>
        <w:rPr>
          <w:rFonts w:ascii="Arial" w:eastAsia="Arial" w:hAnsi="Arial" w:cs="Arial"/>
          <w:spacing w:val="3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tax</w:t>
      </w:r>
      <w:r>
        <w:rPr>
          <w:rFonts w:ascii="Arial" w:eastAsia="Arial" w:hAnsi="Arial" w:cs="Arial"/>
          <w:spacing w:val="2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due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on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return.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Please</w:t>
      </w:r>
      <w:r>
        <w:rPr>
          <w:rFonts w:ascii="Arial" w:eastAsia="Arial" w:hAnsi="Arial" w:cs="Arial"/>
          <w:spacing w:val="-2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attach</w:t>
      </w:r>
      <w:r>
        <w:rPr>
          <w:rFonts w:ascii="Arial" w:eastAsia="Arial" w:hAnsi="Arial" w:cs="Arial"/>
          <w:spacing w:val="4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</w:t>
      </w:r>
      <w:r>
        <w:rPr>
          <w:rFonts w:ascii="Arial" w:eastAsia="Arial" w:hAnsi="Arial" w:cs="Arial"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written</w:t>
      </w:r>
      <w:r>
        <w:rPr>
          <w:rFonts w:ascii="Arial" w:eastAsia="Arial" w:hAnsi="Arial" w:cs="Arial"/>
          <w:spacing w:val="4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statement,</w:t>
      </w:r>
      <w:r>
        <w:rPr>
          <w:rFonts w:ascii="Arial" w:eastAsia="Arial" w:hAnsi="Arial" w:cs="Arial"/>
          <w:spacing w:val="3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if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w w:val="101"/>
          <w:sz w:val="36"/>
          <w:szCs w:val="36"/>
        </w:rPr>
        <w:t>needed.</w:t>
      </w:r>
    </w:p>
    <w:p w14:paraId="7B47852E" w14:textId="77777777" w:rsidR="00A26219" w:rsidRDefault="00A26219" w:rsidP="00A26219">
      <w:pPr>
        <w:spacing w:before="2" w:line="140" w:lineRule="exact"/>
        <w:rPr>
          <w:sz w:val="14"/>
          <w:szCs w:val="14"/>
        </w:rPr>
      </w:pPr>
    </w:p>
    <w:p w14:paraId="01CD35C4" w14:textId="77777777" w:rsidR="00A26219" w:rsidRDefault="004441F1" w:rsidP="00A26219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65760" behindDoc="1" locked="0" layoutInCell="1" allowOverlap="1" wp14:anchorId="0B3B1946" wp14:editId="754537AB">
                <wp:simplePos x="0" y="0"/>
                <wp:positionH relativeFrom="margin">
                  <wp:align>center</wp:align>
                </wp:positionH>
                <wp:positionV relativeFrom="paragraph">
                  <wp:posOffset>19685</wp:posOffset>
                </wp:positionV>
                <wp:extent cx="13159740" cy="0"/>
                <wp:effectExtent l="0" t="0" r="0" b="0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1911"/>
                          <a:chExt cx="20724" cy="0"/>
                        </a:xfrm>
                      </wpg:grpSpPr>
                      <wps:wsp>
                        <wps:cNvPr id="60" name="Freeform 306"/>
                        <wps:cNvSpPr>
                          <a:spLocks/>
                        </wps:cNvSpPr>
                        <wps:spPr bwMode="auto">
                          <a:xfrm>
                            <a:off x="2359" y="1911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8C3CA4" id="Group 59" o:spid="_x0000_s1026" style="position:absolute;margin-left:0;margin-top:1.55pt;width:1036.2pt;height:0;z-index:-251550720;mso-position-horizontal:center;mso-position-horizontal-relative:margin" coordorigin="2359,1911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">
                <v:shape id="Freeform 306" o:spid="_x0000_s1027" style="position:absolute;left:2359;top:1911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38946404" w14:textId="77777777" w:rsidR="00A26219" w:rsidRDefault="004441F1" w:rsidP="00A26219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66784" behindDoc="1" locked="0" layoutInCell="1" allowOverlap="1" wp14:anchorId="7B757F86" wp14:editId="65AA20CD">
                <wp:simplePos x="0" y="0"/>
                <wp:positionH relativeFrom="margin">
                  <wp:align>center</wp:align>
                </wp:positionH>
                <wp:positionV relativeFrom="paragraph">
                  <wp:posOffset>23495</wp:posOffset>
                </wp:positionV>
                <wp:extent cx="13159740" cy="0"/>
                <wp:effectExtent l="0" t="0" r="0" b="0"/>
                <wp:wrapNone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2397"/>
                          <a:chExt cx="20724" cy="0"/>
                        </a:xfrm>
                      </wpg:grpSpPr>
                      <wps:wsp>
                        <wps:cNvPr id="58" name="Freeform 308"/>
                        <wps:cNvSpPr>
                          <a:spLocks/>
                        </wps:cNvSpPr>
                        <wps:spPr bwMode="auto">
                          <a:xfrm>
                            <a:off x="2359" y="2397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0E08A4" id="Group 57" o:spid="_x0000_s1026" style="position:absolute;margin-left:0;margin-top:1.85pt;width:1036.2pt;height:0;z-index:-251549696;mso-position-horizontal:center;mso-position-horizontal-relative:margin" coordorigin="2359,2397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">
                <v:shape id="Freeform 308" o:spid="_x0000_s1027" style="position:absolute;left:2359;top:2397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2FCDAFB2" w14:textId="77777777" w:rsidR="00A26219" w:rsidRDefault="004441F1" w:rsidP="00A26219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67808" behindDoc="1" locked="0" layoutInCell="1" allowOverlap="1" wp14:anchorId="4AB952AE" wp14:editId="42A5C0DE">
                <wp:simplePos x="0" y="0"/>
                <wp:positionH relativeFrom="margin">
                  <wp:align>center</wp:align>
                </wp:positionH>
                <wp:positionV relativeFrom="paragraph">
                  <wp:posOffset>14605</wp:posOffset>
                </wp:positionV>
                <wp:extent cx="13159740" cy="0"/>
                <wp:effectExtent l="0" t="0" r="0" b="0"/>
                <wp:wrapNone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2883"/>
                          <a:chExt cx="20724" cy="0"/>
                        </a:xfrm>
                      </wpg:grpSpPr>
                      <wps:wsp>
                        <wps:cNvPr id="56" name="Freeform 310"/>
                        <wps:cNvSpPr>
                          <a:spLocks/>
                        </wps:cNvSpPr>
                        <wps:spPr bwMode="auto">
                          <a:xfrm>
                            <a:off x="2359" y="2883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6CE2BF" id="Group 55" o:spid="_x0000_s1026" style="position:absolute;margin-left:0;margin-top:1.15pt;width:1036.2pt;height:0;z-index:-251548672;mso-position-horizontal:center;mso-position-horizontal-relative:margin" coordorigin="2359,2883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">
                <v:shape id="Freeform 310" o:spid="_x0000_s1027" style="position:absolute;left:2359;top:2883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00D9F9AA" w14:textId="77777777" w:rsidR="004441F1" w:rsidRDefault="004441F1">
      <w:pPr>
        <w:rPr>
          <w:rFonts w:ascii="Arial" w:eastAsia="Arial" w:hAnsi="Arial" w:cs="Arial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68832" behindDoc="1" locked="0" layoutInCell="1" allowOverlap="1" wp14:anchorId="6BE4CE73" wp14:editId="43D10EC2">
                <wp:simplePos x="0" y="0"/>
                <wp:positionH relativeFrom="margin">
                  <wp:align>center</wp:align>
                </wp:positionH>
                <wp:positionV relativeFrom="paragraph">
                  <wp:posOffset>18415</wp:posOffset>
                </wp:positionV>
                <wp:extent cx="13159740" cy="0"/>
                <wp:effectExtent l="0" t="0" r="0" b="0"/>
                <wp:wrapNone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3369"/>
                          <a:chExt cx="20724" cy="0"/>
                        </a:xfrm>
                      </wpg:grpSpPr>
                      <wps:wsp>
                        <wps:cNvPr id="54" name="Freeform 312"/>
                        <wps:cNvSpPr>
                          <a:spLocks/>
                        </wps:cNvSpPr>
                        <wps:spPr bwMode="auto">
                          <a:xfrm>
                            <a:off x="2359" y="3369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E94E9D" id="Group 53" o:spid="_x0000_s1026" style="position:absolute;margin-left:0;margin-top:1.45pt;width:1036.2pt;height:0;z-index:-251547648;mso-position-horizontal:center;mso-position-horizontal-relative:margin" coordorigin="2359,3369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">
                <v:shape id="Freeform 312" o:spid="_x0000_s1027" style="position:absolute;left:2359;top:3369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  <w:r>
        <w:rPr>
          <w:rFonts w:ascii="Arial" w:eastAsia="Arial" w:hAnsi="Arial" w:cs="Arial"/>
          <w:b/>
          <w:sz w:val="36"/>
          <w:szCs w:val="36"/>
        </w:rPr>
        <w:br w:type="page"/>
      </w:r>
    </w:p>
    <w:p w14:paraId="454B9280" w14:textId="77777777" w:rsidR="00A26219" w:rsidRDefault="00A26219" w:rsidP="004441F1">
      <w:pPr>
        <w:spacing w:before="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lastRenderedPageBreak/>
        <w:t xml:space="preserve">c  </w:t>
      </w:r>
      <w:r>
        <w:rPr>
          <w:rFonts w:ascii="Arial" w:eastAsia="Arial" w:hAnsi="Arial" w:cs="Arial"/>
          <w:b/>
          <w:spacing w:val="8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Are</w:t>
      </w:r>
      <w:r>
        <w:rPr>
          <w:rFonts w:ascii="Arial" w:eastAsia="Arial" w:hAnsi="Arial" w:cs="Arial"/>
          <w:spacing w:val="-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afraid</w:t>
      </w:r>
      <w:r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person</w:t>
      </w:r>
      <w:r>
        <w:rPr>
          <w:rFonts w:ascii="Arial" w:eastAsia="Arial" w:hAnsi="Arial" w:cs="Arial"/>
          <w:spacing w:val="2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listed</w:t>
      </w:r>
      <w:r>
        <w:rPr>
          <w:rFonts w:ascii="Arial" w:eastAsia="Arial" w:hAnsi="Arial" w:cs="Arial"/>
          <w:spacing w:val="2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on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line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w w:val="101"/>
          <w:sz w:val="36"/>
          <w:szCs w:val="36"/>
        </w:rPr>
        <w:t>6?</w:t>
      </w:r>
    </w:p>
    <w:p w14:paraId="7F4004A0" w14:textId="77777777" w:rsidR="00A26219" w:rsidRDefault="004441F1" w:rsidP="004441F1">
      <w:pPr>
        <w:ind w:left="1440" w:right="18111"/>
        <w:rPr>
          <w:rFonts w:ascii="Arial" w:eastAsia="Arial" w:hAnsi="Arial" w:cs="Arial"/>
          <w:sz w:val="32"/>
          <w:szCs w:val="32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69856" behindDoc="1" locked="0" layoutInCell="1" allowOverlap="1" wp14:anchorId="4630016B" wp14:editId="3AB330A6">
                <wp:simplePos x="0" y="0"/>
                <wp:positionH relativeFrom="page">
                  <wp:posOffset>1504950</wp:posOffset>
                </wp:positionH>
                <wp:positionV relativeFrom="paragraph">
                  <wp:posOffset>30480</wp:posOffset>
                </wp:positionV>
                <wp:extent cx="205740" cy="205740"/>
                <wp:effectExtent l="0" t="0" r="22860" b="22860"/>
                <wp:wrapNone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2370" y="-12"/>
                          <a:chExt cx="324" cy="324"/>
                        </a:xfrm>
                      </wpg:grpSpPr>
                      <wps:wsp>
                        <wps:cNvPr id="52" name="Freeform 314"/>
                        <wps:cNvSpPr>
                          <a:spLocks/>
                        </wps:cNvSpPr>
                        <wps:spPr bwMode="auto">
                          <a:xfrm>
                            <a:off x="2370" y="-12"/>
                            <a:ext cx="324" cy="324"/>
                          </a:xfrm>
                          <a:custGeom>
                            <a:avLst/>
                            <a:gdLst>
                              <a:gd name="T0" fmla="+- 0 2370 2370"/>
                              <a:gd name="T1" fmla="*/ T0 w 324"/>
                              <a:gd name="T2" fmla="+- 0 312 -12"/>
                              <a:gd name="T3" fmla="*/ 312 h 324"/>
                              <a:gd name="T4" fmla="+- 0 2694 2370"/>
                              <a:gd name="T5" fmla="*/ T4 w 324"/>
                              <a:gd name="T6" fmla="+- 0 312 -12"/>
                              <a:gd name="T7" fmla="*/ 312 h 324"/>
                              <a:gd name="T8" fmla="+- 0 2694 2370"/>
                              <a:gd name="T9" fmla="*/ T8 w 324"/>
                              <a:gd name="T10" fmla="+- 0 -12 -12"/>
                              <a:gd name="T11" fmla="*/ -12 h 324"/>
                              <a:gd name="T12" fmla="+- 0 2370 2370"/>
                              <a:gd name="T13" fmla="*/ T12 w 324"/>
                              <a:gd name="T14" fmla="+- 0 -12 -12"/>
                              <a:gd name="T15" fmla="*/ -12 h 324"/>
                              <a:gd name="T16" fmla="+- 0 2370 2370"/>
                              <a:gd name="T17" fmla="*/ T16 w 324"/>
                              <a:gd name="T18" fmla="+- 0 312 -12"/>
                              <a:gd name="T19" fmla="*/ 312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9FFC17" id="Group 51" o:spid="_x0000_s1026" style="position:absolute;margin-left:118.5pt;margin-top:2.4pt;width:16.2pt;height:16.2pt;z-index:-251546624;mso-position-horizontal-relative:page" coordorigin="2370,-12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">
                <v:shape id="Freeform 314" o:spid="_x0000_s1027" style="position:absolute;left:2370;top:-12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" path="m,324r324,l324,,,,,324xe" filled="f" strokeweight=".357mm">
                  <v:path arrowok="t" o:connecttype="custom" o:connectlocs="0,312;324,312;324,-12;0,-12;0,312" o:connectangles="0,0,0,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770880" behindDoc="1" locked="0" layoutInCell="1" allowOverlap="1" wp14:anchorId="075E34CA" wp14:editId="441BCCC0">
                <wp:simplePos x="0" y="0"/>
                <wp:positionH relativeFrom="page">
                  <wp:posOffset>2513965</wp:posOffset>
                </wp:positionH>
                <wp:positionV relativeFrom="paragraph">
                  <wp:posOffset>30480</wp:posOffset>
                </wp:positionV>
                <wp:extent cx="205740" cy="205740"/>
                <wp:effectExtent l="0" t="0" r="22860" b="22860"/>
                <wp:wrapNone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4119" y="-12"/>
                          <a:chExt cx="324" cy="324"/>
                        </a:xfrm>
                      </wpg:grpSpPr>
                      <wps:wsp>
                        <wps:cNvPr id="50" name="Freeform 316"/>
                        <wps:cNvSpPr>
                          <a:spLocks/>
                        </wps:cNvSpPr>
                        <wps:spPr bwMode="auto">
                          <a:xfrm>
                            <a:off x="4119" y="-12"/>
                            <a:ext cx="324" cy="324"/>
                          </a:xfrm>
                          <a:custGeom>
                            <a:avLst/>
                            <a:gdLst>
                              <a:gd name="T0" fmla="+- 0 4119 4119"/>
                              <a:gd name="T1" fmla="*/ T0 w 324"/>
                              <a:gd name="T2" fmla="+- 0 312 -12"/>
                              <a:gd name="T3" fmla="*/ 312 h 324"/>
                              <a:gd name="T4" fmla="+- 0 4443 4119"/>
                              <a:gd name="T5" fmla="*/ T4 w 324"/>
                              <a:gd name="T6" fmla="+- 0 312 -12"/>
                              <a:gd name="T7" fmla="*/ 312 h 324"/>
                              <a:gd name="T8" fmla="+- 0 4443 4119"/>
                              <a:gd name="T9" fmla="*/ T8 w 324"/>
                              <a:gd name="T10" fmla="+- 0 -12 -12"/>
                              <a:gd name="T11" fmla="*/ -12 h 324"/>
                              <a:gd name="T12" fmla="+- 0 4119 4119"/>
                              <a:gd name="T13" fmla="*/ T12 w 324"/>
                              <a:gd name="T14" fmla="+- 0 -12 -12"/>
                              <a:gd name="T15" fmla="*/ -12 h 324"/>
                              <a:gd name="T16" fmla="+- 0 4119 4119"/>
                              <a:gd name="T17" fmla="*/ T16 w 324"/>
                              <a:gd name="T18" fmla="+- 0 312 -12"/>
                              <a:gd name="T19" fmla="*/ 312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2C04F0" id="Group 49" o:spid="_x0000_s1026" style="position:absolute;margin-left:197.95pt;margin-top:2.4pt;width:16.2pt;height:16.2pt;z-index:-251545600;mso-position-horizontal-relative:page" coordorigin="4119,-12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">
                <v:shape id="Freeform 316" o:spid="_x0000_s1027" style="position:absolute;left:4119;top:-12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" path="m,324r324,l324,,,,,324xe" filled="f" strokeweight=".357mm">
                  <v:path arrowok="t" o:connecttype="custom" o:connectlocs="0,312;324,312;324,-12;0,-12;0,312" o:connectangles="0,0,0,0,0"/>
                </v:shape>
                <w10:wrap anchorx="page"/>
              </v:group>
            </w:pict>
          </mc:Fallback>
        </mc:AlternateContent>
      </w:r>
      <w:r w:rsidR="00A26219">
        <w:rPr>
          <w:rFonts w:ascii="Arial" w:eastAsia="Arial" w:hAnsi="Arial" w:cs="Arial"/>
          <w:sz w:val="32"/>
          <w:szCs w:val="32"/>
        </w:rPr>
        <w:t xml:space="preserve">Yes          </w:t>
      </w:r>
      <w:r w:rsidR="00A26219">
        <w:rPr>
          <w:rFonts w:ascii="Arial" w:eastAsia="Arial" w:hAnsi="Arial" w:cs="Arial"/>
          <w:spacing w:val="46"/>
          <w:sz w:val="32"/>
          <w:szCs w:val="32"/>
        </w:rPr>
        <w:t xml:space="preserve"> </w:t>
      </w:r>
      <w:r>
        <w:rPr>
          <w:rFonts w:ascii="Arial" w:eastAsia="Arial" w:hAnsi="Arial" w:cs="Arial"/>
          <w:spacing w:val="46"/>
          <w:sz w:val="32"/>
          <w:szCs w:val="32"/>
        </w:rPr>
        <w:t>N</w:t>
      </w:r>
      <w:r w:rsidR="00A26219">
        <w:rPr>
          <w:rFonts w:ascii="Arial" w:eastAsia="Arial" w:hAnsi="Arial" w:cs="Arial"/>
          <w:w w:val="102"/>
          <w:sz w:val="32"/>
          <w:szCs w:val="32"/>
        </w:rPr>
        <w:t>o</w:t>
      </w:r>
    </w:p>
    <w:p w14:paraId="55FE6868" w14:textId="77777777" w:rsidR="00A26219" w:rsidRDefault="00A26219" w:rsidP="004441F1">
      <w:pPr>
        <w:spacing w:before="69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 xml:space="preserve">d  </w:t>
      </w:r>
      <w:r>
        <w:rPr>
          <w:rFonts w:ascii="Arial" w:eastAsia="Arial" w:hAnsi="Arial" w:cs="Arial"/>
          <w:b/>
          <w:spacing w:val="6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Does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person</w:t>
      </w:r>
      <w:r>
        <w:rPr>
          <w:rFonts w:ascii="Arial" w:eastAsia="Arial" w:hAnsi="Arial" w:cs="Arial"/>
          <w:spacing w:val="2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listed</w:t>
      </w:r>
      <w:r>
        <w:rPr>
          <w:rFonts w:ascii="Arial" w:eastAsia="Arial" w:hAnsi="Arial" w:cs="Arial"/>
          <w:spacing w:val="2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on</w:t>
      </w:r>
      <w:r>
        <w:rPr>
          <w:rFonts w:ascii="Arial" w:eastAsia="Arial" w:hAnsi="Arial" w:cs="Arial"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line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6</w:t>
      </w:r>
      <w:r>
        <w:rPr>
          <w:rFonts w:ascii="Arial" w:eastAsia="Arial" w:hAnsi="Arial" w:cs="Arial"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pose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</w:t>
      </w:r>
      <w:r>
        <w:rPr>
          <w:rFonts w:ascii="Arial" w:eastAsia="Arial" w:hAnsi="Arial" w:cs="Arial"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danger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to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you,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children,</w:t>
      </w:r>
      <w:r>
        <w:rPr>
          <w:rFonts w:ascii="Arial" w:eastAsia="Arial" w:hAnsi="Arial" w:cs="Arial"/>
          <w:spacing w:val="2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other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members</w:t>
      </w:r>
      <w:r>
        <w:rPr>
          <w:rFonts w:ascii="Arial" w:eastAsia="Arial" w:hAnsi="Arial" w:cs="Arial"/>
          <w:spacing w:val="3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your</w:t>
      </w:r>
      <w:r>
        <w:rPr>
          <w:rFonts w:ascii="Arial" w:eastAsia="Arial" w:hAnsi="Arial" w:cs="Arial"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w w:val="101"/>
          <w:sz w:val="36"/>
          <w:szCs w:val="36"/>
        </w:rPr>
        <w:t>family?</w:t>
      </w:r>
    </w:p>
    <w:p w14:paraId="1BF84868" w14:textId="77777777" w:rsidR="004441F1" w:rsidRDefault="004441F1" w:rsidP="004441F1">
      <w:pPr>
        <w:ind w:left="1440" w:right="18111"/>
        <w:rPr>
          <w:rFonts w:ascii="Arial" w:eastAsia="Arial" w:hAnsi="Arial" w:cs="Arial"/>
          <w:sz w:val="32"/>
          <w:szCs w:val="32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900928" behindDoc="1" locked="0" layoutInCell="1" allowOverlap="1" wp14:anchorId="798AB165" wp14:editId="58C4731D">
                <wp:simplePos x="0" y="0"/>
                <wp:positionH relativeFrom="page">
                  <wp:posOffset>1504950</wp:posOffset>
                </wp:positionH>
                <wp:positionV relativeFrom="paragraph">
                  <wp:posOffset>30480</wp:posOffset>
                </wp:positionV>
                <wp:extent cx="205740" cy="205740"/>
                <wp:effectExtent l="0" t="0" r="22860" b="22860"/>
                <wp:wrapNone/>
                <wp:docPr id="460" name="Group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2370" y="-12"/>
                          <a:chExt cx="324" cy="324"/>
                        </a:xfrm>
                      </wpg:grpSpPr>
                      <wps:wsp>
                        <wps:cNvPr id="461" name="Freeform 314"/>
                        <wps:cNvSpPr>
                          <a:spLocks/>
                        </wps:cNvSpPr>
                        <wps:spPr bwMode="auto">
                          <a:xfrm>
                            <a:off x="2370" y="-12"/>
                            <a:ext cx="324" cy="324"/>
                          </a:xfrm>
                          <a:custGeom>
                            <a:avLst/>
                            <a:gdLst>
                              <a:gd name="T0" fmla="+- 0 2370 2370"/>
                              <a:gd name="T1" fmla="*/ T0 w 324"/>
                              <a:gd name="T2" fmla="+- 0 312 -12"/>
                              <a:gd name="T3" fmla="*/ 312 h 324"/>
                              <a:gd name="T4" fmla="+- 0 2694 2370"/>
                              <a:gd name="T5" fmla="*/ T4 w 324"/>
                              <a:gd name="T6" fmla="+- 0 312 -12"/>
                              <a:gd name="T7" fmla="*/ 312 h 324"/>
                              <a:gd name="T8" fmla="+- 0 2694 2370"/>
                              <a:gd name="T9" fmla="*/ T8 w 324"/>
                              <a:gd name="T10" fmla="+- 0 -12 -12"/>
                              <a:gd name="T11" fmla="*/ -12 h 324"/>
                              <a:gd name="T12" fmla="+- 0 2370 2370"/>
                              <a:gd name="T13" fmla="*/ T12 w 324"/>
                              <a:gd name="T14" fmla="+- 0 -12 -12"/>
                              <a:gd name="T15" fmla="*/ -12 h 324"/>
                              <a:gd name="T16" fmla="+- 0 2370 2370"/>
                              <a:gd name="T17" fmla="*/ T16 w 324"/>
                              <a:gd name="T18" fmla="+- 0 312 -12"/>
                              <a:gd name="T19" fmla="*/ 312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B89ABF" id="Group 460" o:spid="_x0000_s1026" style="position:absolute;margin-left:118.5pt;margin-top:2.4pt;width:16.2pt;height:16.2pt;z-index:-251415552;mso-position-horizontal-relative:page" coordorigin="2370,-12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">
                <v:shape id="Freeform 314" o:spid="_x0000_s1027" style="position:absolute;left:2370;top:-12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" path="m,324r324,l324,,,,,324xe" filled="f" strokeweight=".357mm">
                  <v:path arrowok="t" o:connecttype="custom" o:connectlocs="0,312;324,312;324,-12;0,-12;0,312" o:connectangles="0,0,0,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901952" behindDoc="1" locked="0" layoutInCell="1" allowOverlap="1" wp14:anchorId="03811075" wp14:editId="096101B8">
                <wp:simplePos x="0" y="0"/>
                <wp:positionH relativeFrom="page">
                  <wp:posOffset>2513965</wp:posOffset>
                </wp:positionH>
                <wp:positionV relativeFrom="paragraph">
                  <wp:posOffset>30480</wp:posOffset>
                </wp:positionV>
                <wp:extent cx="205740" cy="205740"/>
                <wp:effectExtent l="0" t="0" r="22860" b="22860"/>
                <wp:wrapNone/>
                <wp:docPr id="462" name="Group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4119" y="-12"/>
                          <a:chExt cx="324" cy="324"/>
                        </a:xfrm>
                      </wpg:grpSpPr>
                      <wps:wsp>
                        <wps:cNvPr id="463" name="Freeform 316"/>
                        <wps:cNvSpPr>
                          <a:spLocks/>
                        </wps:cNvSpPr>
                        <wps:spPr bwMode="auto">
                          <a:xfrm>
                            <a:off x="4119" y="-12"/>
                            <a:ext cx="324" cy="324"/>
                          </a:xfrm>
                          <a:custGeom>
                            <a:avLst/>
                            <a:gdLst>
                              <a:gd name="T0" fmla="+- 0 4119 4119"/>
                              <a:gd name="T1" fmla="*/ T0 w 324"/>
                              <a:gd name="T2" fmla="+- 0 312 -12"/>
                              <a:gd name="T3" fmla="*/ 312 h 324"/>
                              <a:gd name="T4" fmla="+- 0 4443 4119"/>
                              <a:gd name="T5" fmla="*/ T4 w 324"/>
                              <a:gd name="T6" fmla="+- 0 312 -12"/>
                              <a:gd name="T7" fmla="*/ 312 h 324"/>
                              <a:gd name="T8" fmla="+- 0 4443 4119"/>
                              <a:gd name="T9" fmla="*/ T8 w 324"/>
                              <a:gd name="T10" fmla="+- 0 -12 -12"/>
                              <a:gd name="T11" fmla="*/ -12 h 324"/>
                              <a:gd name="T12" fmla="+- 0 4119 4119"/>
                              <a:gd name="T13" fmla="*/ T12 w 324"/>
                              <a:gd name="T14" fmla="+- 0 -12 -12"/>
                              <a:gd name="T15" fmla="*/ -12 h 324"/>
                              <a:gd name="T16" fmla="+- 0 4119 4119"/>
                              <a:gd name="T17" fmla="*/ T16 w 324"/>
                              <a:gd name="T18" fmla="+- 0 312 -12"/>
                              <a:gd name="T19" fmla="*/ 312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23C645" id="Group 462" o:spid="_x0000_s1026" style="position:absolute;margin-left:197.95pt;margin-top:2.4pt;width:16.2pt;height:16.2pt;z-index:-251414528;mso-position-horizontal-relative:page" coordorigin="4119,-12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">
                <v:shape id="Freeform 316" o:spid="_x0000_s1027" style="position:absolute;left:4119;top:-12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" path="m,324r324,l324,,,,,324xe" filled="f" strokeweight=".357mm">
                  <v:path arrowok="t" o:connecttype="custom" o:connectlocs="0,312;324,312;324,-12;0,-12;0,312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z w:val="32"/>
          <w:szCs w:val="32"/>
        </w:rPr>
        <w:t xml:space="preserve">Yes          </w:t>
      </w:r>
      <w:r>
        <w:rPr>
          <w:rFonts w:ascii="Arial" w:eastAsia="Arial" w:hAnsi="Arial" w:cs="Arial"/>
          <w:spacing w:val="46"/>
          <w:sz w:val="32"/>
          <w:szCs w:val="32"/>
        </w:rPr>
        <w:t xml:space="preserve"> N</w:t>
      </w:r>
      <w:r>
        <w:rPr>
          <w:rFonts w:ascii="Arial" w:eastAsia="Arial" w:hAnsi="Arial" w:cs="Arial"/>
          <w:w w:val="102"/>
          <w:sz w:val="32"/>
          <w:szCs w:val="32"/>
        </w:rPr>
        <w:t>o</w:t>
      </w:r>
    </w:p>
    <w:p w14:paraId="1EFE8378" w14:textId="77777777" w:rsidR="00A26219" w:rsidRDefault="00A26219" w:rsidP="00A26219">
      <w:pPr>
        <w:spacing w:before="69"/>
        <w:ind w:left="103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To</w:t>
      </w:r>
      <w:r>
        <w:rPr>
          <w:rFonts w:ascii="Arial" w:eastAsia="Arial" w:hAnsi="Arial" w:cs="Arial"/>
          <w:b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properly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evaluate</w:t>
      </w:r>
      <w:r>
        <w:rPr>
          <w:rFonts w:ascii="Arial" w:eastAsia="Arial" w:hAnsi="Arial" w:cs="Arial"/>
          <w:b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your</w:t>
      </w:r>
      <w:r>
        <w:rPr>
          <w:rFonts w:ascii="Arial" w:eastAsia="Arial" w:hAnsi="Arial" w:cs="Arial"/>
          <w:b/>
          <w:spacing w:val="-1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claim,</w:t>
      </w:r>
      <w:r>
        <w:rPr>
          <w:rFonts w:ascii="Arial" w:eastAsia="Arial" w:hAnsi="Arial" w:cs="Arial"/>
          <w:b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please</w:t>
      </w:r>
      <w:r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attach</w:t>
      </w:r>
      <w:r>
        <w:rPr>
          <w:rFonts w:ascii="Arial" w:eastAsia="Arial" w:hAnsi="Arial" w:cs="Arial"/>
          <w:b/>
          <w:spacing w:val="3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copies</w:t>
      </w:r>
      <w:r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of</w:t>
      </w:r>
      <w:r>
        <w:rPr>
          <w:rFonts w:ascii="Arial" w:eastAsia="Arial" w:hAnsi="Arial" w:cs="Arial"/>
          <w:b/>
          <w:spacing w:val="5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documentation</w:t>
      </w:r>
      <w:r>
        <w:rPr>
          <w:rFonts w:ascii="Arial" w:eastAsia="Arial" w:hAnsi="Arial" w:cs="Arial"/>
          <w:b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you</w:t>
      </w:r>
      <w:r>
        <w:rPr>
          <w:rFonts w:ascii="Arial" w:eastAsia="Arial" w:hAnsi="Arial" w:cs="Arial"/>
          <w:b/>
          <w:spacing w:val="-1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may</w:t>
      </w:r>
      <w:r>
        <w:rPr>
          <w:rFonts w:ascii="Arial" w:eastAsia="Arial" w:hAnsi="Arial" w:cs="Arial"/>
          <w:b/>
          <w:spacing w:val="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have,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for</w:t>
      </w:r>
      <w:r>
        <w:rPr>
          <w:rFonts w:ascii="Arial" w:eastAsia="Arial" w:hAnsi="Arial" w:cs="Arial"/>
          <w:b/>
          <w:spacing w:val="7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example:</w:t>
      </w:r>
    </w:p>
    <w:p w14:paraId="25064339" w14:textId="77777777" w:rsidR="00A26219" w:rsidRDefault="00A26219" w:rsidP="00A26219">
      <w:pPr>
        <w:spacing w:before="72"/>
        <w:ind w:left="686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w w:val="144"/>
          <w:sz w:val="36"/>
          <w:szCs w:val="36"/>
        </w:rPr>
        <w:t>•</w:t>
      </w:r>
      <w:r>
        <w:rPr>
          <w:rFonts w:ascii="Arial" w:eastAsia="Arial" w:hAnsi="Arial" w:cs="Arial"/>
          <w:spacing w:val="-42"/>
          <w:w w:val="14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Protection</w:t>
      </w:r>
      <w:r>
        <w:rPr>
          <w:rFonts w:ascii="Arial" w:eastAsia="Arial" w:hAnsi="Arial" w:cs="Arial"/>
          <w:spacing w:val="5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and/or</w:t>
      </w:r>
      <w:r>
        <w:rPr>
          <w:rFonts w:ascii="Arial" w:eastAsia="Arial" w:hAnsi="Arial" w:cs="Arial"/>
          <w:spacing w:val="4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restraining</w:t>
      </w:r>
      <w:r>
        <w:rPr>
          <w:rFonts w:ascii="Arial" w:eastAsia="Arial" w:hAnsi="Arial" w:cs="Arial"/>
          <w:spacing w:val="19"/>
          <w:sz w:val="36"/>
          <w:szCs w:val="36"/>
        </w:rPr>
        <w:t xml:space="preserve"> </w:t>
      </w:r>
      <w:proofErr w:type="gramStart"/>
      <w:r>
        <w:rPr>
          <w:rFonts w:ascii="Arial" w:eastAsia="Arial" w:hAnsi="Arial" w:cs="Arial"/>
          <w:w w:val="102"/>
          <w:sz w:val="36"/>
          <w:szCs w:val="36"/>
        </w:rPr>
        <w:t>order;</w:t>
      </w:r>
      <w:proofErr w:type="gramEnd"/>
    </w:p>
    <w:p w14:paraId="7C4DB71F" w14:textId="77777777" w:rsidR="00A26219" w:rsidRDefault="00A26219" w:rsidP="00A26219">
      <w:pPr>
        <w:spacing w:before="72"/>
        <w:ind w:left="686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w w:val="144"/>
          <w:sz w:val="36"/>
          <w:szCs w:val="36"/>
        </w:rPr>
        <w:t>•</w:t>
      </w:r>
      <w:r>
        <w:rPr>
          <w:rFonts w:ascii="Arial" w:eastAsia="Arial" w:hAnsi="Arial" w:cs="Arial"/>
          <w:spacing w:val="-42"/>
          <w:w w:val="14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Police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proofErr w:type="gramStart"/>
      <w:r>
        <w:rPr>
          <w:rFonts w:ascii="Arial" w:eastAsia="Arial" w:hAnsi="Arial" w:cs="Arial"/>
          <w:w w:val="103"/>
          <w:sz w:val="36"/>
          <w:szCs w:val="36"/>
        </w:rPr>
        <w:t>reports;</w:t>
      </w:r>
      <w:proofErr w:type="gramEnd"/>
    </w:p>
    <w:p w14:paraId="4C772329" w14:textId="77777777" w:rsidR="00A26219" w:rsidRDefault="00A26219" w:rsidP="00A26219">
      <w:pPr>
        <w:spacing w:before="72"/>
        <w:ind w:left="686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w w:val="144"/>
          <w:sz w:val="36"/>
          <w:szCs w:val="36"/>
        </w:rPr>
        <w:t>•</w:t>
      </w:r>
      <w:r>
        <w:rPr>
          <w:rFonts w:ascii="Arial" w:eastAsia="Arial" w:hAnsi="Arial" w:cs="Arial"/>
          <w:spacing w:val="-42"/>
          <w:w w:val="14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Medical</w:t>
      </w:r>
      <w:r>
        <w:rPr>
          <w:rFonts w:ascii="Arial" w:eastAsia="Arial" w:hAnsi="Arial" w:cs="Arial"/>
          <w:spacing w:val="3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records,</w:t>
      </w:r>
      <w:r>
        <w:rPr>
          <w:rFonts w:ascii="Arial" w:eastAsia="Arial" w:hAnsi="Arial" w:cs="Arial"/>
          <w:spacing w:val="4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including</w:t>
      </w:r>
      <w:r>
        <w:rPr>
          <w:rFonts w:ascii="Arial" w:eastAsia="Arial" w:hAnsi="Arial" w:cs="Arial"/>
          <w:spacing w:val="4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those</w:t>
      </w:r>
      <w:r>
        <w:rPr>
          <w:rFonts w:ascii="Arial" w:eastAsia="Arial" w:hAnsi="Arial" w:cs="Arial"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therapists</w:t>
      </w:r>
      <w:r>
        <w:rPr>
          <w:rFonts w:ascii="Arial" w:eastAsia="Arial" w:hAnsi="Arial" w:cs="Arial"/>
          <w:spacing w:val="4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proofErr w:type="gramStart"/>
      <w:r>
        <w:rPr>
          <w:rFonts w:ascii="Arial" w:eastAsia="Arial" w:hAnsi="Arial" w:cs="Arial"/>
          <w:w w:val="102"/>
          <w:sz w:val="36"/>
          <w:szCs w:val="36"/>
        </w:rPr>
        <w:t>counselors;</w:t>
      </w:r>
      <w:proofErr w:type="gramEnd"/>
    </w:p>
    <w:p w14:paraId="118CC253" w14:textId="77777777" w:rsidR="00A26219" w:rsidRDefault="00A26219" w:rsidP="00A26219">
      <w:pPr>
        <w:spacing w:before="72"/>
        <w:ind w:left="686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w w:val="144"/>
          <w:sz w:val="36"/>
          <w:szCs w:val="36"/>
        </w:rPr>
        <w:t>•</w:t>
      </w:r>
      <w:r>
        <w:rPr>
          <w:rFonts w:ascii="Arial" w:eastAsia="Arial" w:hAnsi="Arial" w:cs="Arial"/>
          <w:spacing w:val="-42"/>
          <w:w w:val="14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Doctor’s</w:t>
      </w:r>
      <w:r>
        <w:rPr>
          <w:rFonts w:ascii="Arial" w:eastAsia="Arial" w:hAnsi="Arial" w:cs="Arial"/>
          <w:spacing w:val="6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report</w:t>
      </w:r>
      <w:r>
        <w:rPr>
          <w:rFonts w:ascii="Arial" w:eastAsia="Arial" w:hAnsi="Arial" w:cs="Arial"/>
          <w:spacing w:val="4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proofErr w:type="gramStart"/>
      <w:r>
        <w:rPr>
          <w:rFonts w:ascii="Arial" w:eastAsia="Arial" w:hAnsi="Arial" w:cs="Arial"/>
          <w:w w:val="102"/>
          <w:sz w:val="36"/>
          <w:szCs w:val="36"/>
        </w:rPr>
        <w:t>letter;</w:t>
      </w:r>
      <w:proofErr w:type="gramEnd"/>
    </w:p>
    <w:p w14:paraId="6007A93E" w14:textId="77777777" w:rsidR="00A26219" w:rsidRDefault="00A26219" w:rsidP="00A26219">
      <w:pPr>
        <w:spacing w:before="72"/>
        <w:ind w:left="686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w w:val="144"/>
          <w:sz w:val="36"/>
          <w:szCs w:val="36"/>
        </w:rPr>
        <w:t>•</w:t>
      </w:r>
      <w:r>
        <w:rPr>
          <w:rFonts w:ascii="Arial" w:eastAsia="Arial" w:hAnsi="Arial" w:cs="Arial"/>
          <w:spacing w:val="-42"/>
          <w:w w:val="14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Injury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proofErr w:type="gramStart"/>
      <w:r>
        <w:rPr>
          <w:rFonts w:ascii="Arial" w:eastAsia="Arial" w:hAnsi="Arial" w:cs="Arial"/>
          <w:w w:val="103"/>
          <w:sz w:val="36"/>
          <w:szCs w:val="36"/>
        </w:rPr>
        <w:t>photographs;</w:t>
      </w:r>
      <w:proofErr w:type="gramEnd"/>
    </w:p>
    <w:p w14:paraId="20F4871E" w14:textId="77777777" w:rsidR="00A26219" w:rsidRDefault="00A26219" w:rsidP="00A26219">
      <w:pPr>
        <w:spacing w:before="72"/>
        <w:ind w:left="686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w w:val="144"/>
          <w:sz w:val="36"/>
          <w:szCs w:val="36"/>
        </w:rPr>
        <w:t>•</w:t>
      </w:r>
      <w:r>
        <w:rPr>
          <w:rFonts w:ascii="Arial" w:eastAsia="Arial" w:hAnsi="Arial" w:cs="Arial"/>
          <w:spacing w:val="-42"/>
          <w:w w:val="14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</w:t>
      </w:r>
      <w:r>
        <w:rPr>
          <w:rFonts w:ascii="Arial" w:eastAsia="Arial" w:hAnsi="Arial" w:cs="Arial"/>
          <w:spacing w:val="-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statement</w:t>
      </w:r>
      <w:r>
        <w:rPr>
          <w:rFonts w:ascii="Arial" w:eastAsia="Arial" w:hAnsi="Arial" w:cs="Arial"/>
          <w:spacing w:val="4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from</w:t>
      </w:r>
      <w:r>
        <w:rPr>
          <w:rFonts w:ascii="Arial" w:eastAsia="Arial" w:hAnsi="Arial" w:cs="Arial"/>
          <w:spacing w:val="3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someone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who</w:t>
      </w:r>
      <w:r>
        <w:rPr>
          <w:rFonts w:ascii="Arial" w:eastAsia="Arial" w:hAnsi="Arial" w:cs="Arial"/>
          <w:spacing w:val="2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was</w:t>
      </w:r>
      <w:r>
        <w:rPr>
          <w:rFonts w:ascii="Arial" w:eastAsia="Arial" w:hAnsi="Arial" w:cs="Arial"/>
          <w:spacing w:val="1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</w:t>
      </w:r>
      <w:r>
        <w:rPr>
          <w:rFonts w:ascii="Arial" w:eastAsia="Arial" w:hAnsi="Arial" w:cs="Arial"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victim</w:t>
      </w:r>
      <w:r>
        <w:rPr>
          <w:rFonts w:ascii="Arial" w:eastAsia="Arial" w:hAnsi="Arial" w:cs="Arial"/>
          <w:spacing w:val="4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witnessed</w:t>
      </w:r>
      <w:r>
        <w:rPr>
          <w:rFonts w:ascii="Arial" w:eastAsia="Arial" w:hAnsi="Arial" w:cs="Arial"/>
          <w:spacing w:val="3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abuse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results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abuse;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>and</w:t>
      </w:r>
    </w:p>
    <w:p w14:paraId="5FF04A56" w14:textId="77777777" w:rsidR="004441F1" w:rsidRDefault="00A26219" w:rsidP="00A26219">
      <w:pPr>
        <w:spacing w:before="72"/>
        <w:ind w:left="686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w w:val="144"/>
          <w:sz w:val="36"/>
          <w:szCs w:val="36"/>
        </w:rPr>
        <w:t>•</w:t>
      </w:r>
      <w:r>
        <w:rPr>
          <w:rFonts w:ascii="Arial" w:eastAsia="Arial" w:hAnsi="Arial" w:cs="Arial"/>
          <w:spacing w:val="-42"/>
          <w:w w:val="14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Any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other</w:t>
      </w:r>
      <w:r>
        <w:rPr>
          <w:rFonts w:ascii="Arial" w:eastAsia="Arial" w:hAnsi="Arial" w:cs="Arial"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documentation</w:t>
      </w:r>
      <w:r>
        <w:rPr>
          <w:rFonts w:ascii="Arial" w:eastAsia="Arial" w:hAnsi="Arial" w:cs="Arial"/>
          <w:spacing w:val="7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may</w:t>
      </w:r>
      <w:r>
        <w:rPr>
          <w:rFonts w:ascii="Arial" w:eastAsia="Arial" w:hAnsi="Arial" w:cs="Arial"/>
          <w:spacing w:val="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have.</w:t>
      </w:r>
    </w:p>
    <w:p w14:paraId="2060A72D" w14:textId="77777777" w:rsidR="004441F1" w:rsidRDefault="004441F1" w:rsidP="004441F1">
      <w:pPr>
        <w:pStyle w:val="Body"/>
      </w:pPr>
      <w:r>
        <w:br w:type="page"/>
      </w:r>
    </w:p>
    <w:p w14:paraId="4874CC2E" w14:textId="7DB9A2F0" w:rsidR="00E26D60" w:rsidRDefault="00E26D60" w:rsidP="00E26D60">
      <w:pPr>
        <w:pStyle w:val="Body"/>
        <w:rPr>
          <w:rFonts w:ascii="Arial" w:eastAsia="Arial" w:hAnsi="Arial" w:cs="Arial"/>
          <w:b/>
          <w:color w:val="000000"/>
        </w:rPr>
      </w:pPr>
      <w:r>
        <w:rPr>
          <w:rFonts w:ascii="Times New Roman" w:eastAsia="Times New Roman" w:hAnsi="Times New Roman" w:cs="Times New Roman"/>
          <w:noProof/>
          <w:szCs w:val="20"/>
        </w:rPr>
        <w:lastRenderedPageBreak/>
        <mc:AlternateContent>
          <mc:Choice Requires="wpg">
            <w:drawing>
              <wp:anchor distT="0" distB="0" distL="114300" distR="114300" simplePos="0" relativeHeight="251904000" behindDoc="1" locked="0" layoutInCell="1" allowOverlap="1" wp14:anchorId="59858CE9" wp14:editId="3B85B641">
                <wp:simplePos x="0" y="0"/>
                <wp:positionH relativeFrom="page">
                  <wp:posOffset>901700</wp:posOffset>
                </wp:positionH>
                <wp:positionV relativeFrom="paragraph">
                  <wp:posOffset>-72390</wp:posOffset>
                </wp:positionV>
                <wp:extent cx="13919835" cy="365760"/>
                <wp:effectExtent l="0" t="0" r="5715" b="1524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19835" cy="365760"/>
                          <a:chOff x="1178" y="-60"/>
                          <a:chExt cx="21921" cy="576"/>
                        </a:xfrm>
                      </wpg:grpSpPr>
                      <wps:wsp>
                        <wps:cNvPr id="5" name="Freeform 285"/>
                        <wps:cNvSpPr>
                          <a:spLocks/>
                        </wps:cNvSpPr>
                        <wps:spPr bwMode="auto">
                          <a:xfrm>
                            <a:off x="18991" y="-476"/>
                            <a:ext cx="0" cy="506"/>
                          </a:xfrm>
                          <a:custGeom>
                            <a:avLst/>
                            <a:gdLst>
                              <a:gd name="T0" fmla="+- 0 -50 -476"/>
                              <a:gd name="T1" fmla="*/ -50 h 506"/>
                              <a:gd name="T2" fmla="+- 0 30 -476"/>
                              <a:gd name="T3" fmla="*/ 30 h 50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506">
                                <a:moveTo>
                                  <a:pt x="0" y="426"/>
                                </a:moveTo>
                                <a:lnTo>
                                  <a:pt x="0" y="506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286"/>
                        <wps:cNvSpPr>
                          <a:spLocks/>
                        </wps:cNvSpPr>
                        <wps:spPr bwMode="auto">
                          <a:xfrm>
                            <a:off x="1203" y="20"/>
                            <a:ext cx="1458" cy="486"/>
                          </a:xfrm>
                          <a:custGeom>
                            <a:avLst/>
                            <a:gdLst>
                              <a:gd name="T0" fmla="+- 0 1203 1203"/>
                              <a:gd name="T1" fmla="*/ T0 w 1458"/>
                              <a:gd name="T2" fmla="+- 0 506 20"/>
                              <a:gd name="T3" fmla="*/ 506 h 486"/>
                              <a:gd name="T4" fmla="+- 0 2661 1203"/>
                              <a:gd name="T5" fmla="*/ T4 w 1458"/>
                              <a:gd name="T6" fmla="+- 0 506 20"/>
                              <a:gd name="T7" fmla="*/ 506 h 486"/>
                              <a:gd name="T8" fmla="+- 0 2661 1203"/>
                              <a:gd name="T9" fmla="*/ T8 w 1458"/>
                              <a:gd name="T10" fmla="+- 0 20 20"/>
                              <a:gd name="T11" fmla="*/ 20 h 486"/>
                              <a:gd name="T12" fmla="+- 0 1203 1203"/>
                              <a:gd name="T13" fmla="*/ T12 w 1458"/>
                              <a:gd name="T14" fmla="+- 0 20 20"/>
                              <a:gd name="T15" fmla="*/ 20 h 486"/>
                              <a:gd name="T16" fmla="+- 0 1203 1203"/>
                              <a:gd name="T17" fmla="*/ T16 w 1458"/>
                              <a:gd name="T18" fmla="+- 0 506 20"/>
                              <a:gd name="T19" fmla="*/ 506 h 4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58" h="486">
                                <a:moveTo>
                                  <a:pt x="0" y="486"/>
                                </a:moveTo>
                                <a:lnTo>
                                  <a:pt x="1458" y="486"/>
                                </a:lnTo>
                                <a:lnTo>
                                  <a:pt x="14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287"/>
                        <wps:cNvSpPr>
                          <a:spLocks/>
                        </wps:cNvSpPr>
                        <wps:spPr bwMode="auto">
                          <a:xfrm>
                            <a:off x="1193" y="20"/>
                            <a:ext cx="21890" cy="0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T0 w 21890"/>
                              <a:gd name="T2" fmla="+- 0 23083 1193"/>
                              <a:gd name="T3" fmla="*/ T2 w 218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890">
                                <a:moveTo>
                                  <a:pt x="0" y="0"/>
                                </a:moveTo>
                                <a:lnTo>
                                  <a:pt x="21890" y="0"/>
                                </a:lnTo>
                              </a:path>
                            </a:pathLst>
                          </a:custGeom>
                          <a:noFill/>
                          <a:ln w="192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288"/>
                        <wps:cNvSpPr>
                          <a:spLocks/>
                        </wps:cNvSpPr>
                        <wps:spPr bwMode="auto">
                          <a:xfrm>
                            <a:off x="1193" y="506"/>
                            <a:ext cx="21890" cy="0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T0 w 21890"/>
                              <a:gd name="T2" fmla="+- 0 23083 1193"/>
                              <a:gd name="T3" fmla="*/ T2 w 218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890">
                                <a:moveTo>
                                  <a:pt x="0" y="0"/>
                                </a:moveTo>
                                <a:lnTo>
                                  <a:pt x="21890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C55466" id="Group 3" o:spid="_x0000_s1026" style="position:absolute;margin-left:71pt;margin-top:-5.7pt;width:1096.05pt;height:28.8pt;z-index:-251412480;mso-position-horizontal-relative:page" coordorigin="1178,-60" coordsize="21921,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">
                <v:shape id="Freeform 285" o:spid="_x0000_s1027" style="position:absolute;left:18991;top:-476;width:0;height:506;visibility:visible;mso-wrap-style:square;v-text-anchor:top" coordsize="0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" path="m,426r,80e" filled="f" strokeweight=".357mm">
                  <v:path arrowok="t" o:connecttype="custom" o:connectlocs="0,-50;0,30" o:connectangles="0,0"/>
                </v:shape>
                <v:shape id="Freeform 286" o:spid="_x0000_s1028" style="position:absolute;left:1203;top:20;width:1458;height:486;visibility:visible;mso-wrap-style:square;v-text-anchor:top" coordsize="1458,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" path="m,486r1458,l1458,,,,,486xe" fillcolor="black" stroked="f">
                  <v:path arrowok="t" o:connecttype="custom" o:connectlocs="0,506;1458,506;1458,20;0,20;0,506" o:connectangles="0,0,0,0,0"/>
                </v:shape>
                <v:shape id="Freeform 287" o:spid="_x0000_s1029" style="position:absolute;left:1193;top:20;width:21890;height:0;visibility:visible;mso-wrap-style:square;v-text-anchor:top" coordsize="2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" path="m,l21890,e" filled="f" strokeweight=".53586mm">
                  <v:path arrowok="t" o:connecttype="custom" o:connectlocs="0,0;21890,0" o:connectangles="0,0"/>
                </v:shape>
                <v:shape id="Freeform 288" o:spid="_x0000_s1030" style="position:absolute;left:1193;top:506;width:21890;height:0;visibility:visible;mso-wrap-style:square;v-text-anchor:top" coordsize="2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" path="m,l21890,e" filled="f" strokeweight=".357mm">
                  <v:path arrowok="t" o:connecttype="custom" o:connectlocs="0,0;21890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color w:val="FFFFFF" w:themeColor="background1"/>
        </w:rPr>
        <w:t xml:space="preserve">Part </w:t>
      </w:r>
      <w:proofErr w:type="gramStart"/>
      <w:r>
        <w:rPr>
          <w:rFonts w:ascii="Arial" w:eastAsia="Arial" w:hAnsi="Arial" w:cs="Arial"/>
          <w:b/>
          <w:color w:val="FFFFFF" w:themeColor="background1"/>
        </w:rPr>
        <w:t>VII</w:t>
      </w:r>
      <w:r>
        <w:rPr>
          <w:rFonts w:ascii="Arial" w:eastAsia="Arial" w:hAnsi="Arial" w:cs="Arial"/>
          <w:b/>
          <w:color w:val="000000"/>
        </w:rPr>
        <w:t xml:space="preserve">  Tell</w:t>
      </w:r>
      <w:proofErr w:type="gramEnd"/>
      <w:r>
        <w:rPr>
          <w:rFonts w:ascii="Arial" w:eastAsia="Arial" w:hAnsi="Arial" w:cs="Arial"/>
          <w:b/>
          <w:color w:val="000000"/>
        </w:rPr>
        <w:t xml:space="preserve"> us about your current financial situation</w:t>
      </w:r>
    </w:p>
    <w:p w14:paraId="72D994E8" w14:textId="4B058675" w:rsidR="00A26219" w:rsidRDefault="00A26219" w:rsidP="00A26219">
      <w:pPr>
        <w:tabs>
          <w:tab w:val="left" w:pos="1240"/>
        </w:tabs>
        <w:spacing w:before="64" w:line="440" w:lineRule="exact"/>
        <w:ind w:left="1250" w:right="56" w:hanging="989"/>
        <w:rPr>
          <w:rFonts w:ascii="Arial" w:eastAsia="Arial" w:hAnsi="Arial" w:cs="Arial"/>
          <w:b/>
          <w:w w:val="102"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24</w:t>
      </w:r>
      <w:r>
        <w:rPr>
          <w:rFonts w:ascii="Arial" w:eastAsia="Arial" w:hAnsi="Arial" w:cs="Arial"/>
          <w:b/>
          <w:spacing w:val="-9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ab/>
        <w:t>Please</w:t>
      </w:r>
      <w:r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provide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any</w:t>
      </w:r>
      <w:r>
        <w:rPr>
          <w:rFonts w:ascii="Arial" w:eastAsia="Arial" w:hAnsi="Arial" w:cs="Arial"/>
          <w:b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other</w:t>
      </w:r>
      <w:r>
        <w:rPr>
          <w:rFonts w:ascii="Arial" w:eastAsia="Arial" w:hAnsi="Arial" w:cs="Arial"/>
          <w:b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information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you</w:t>
      </w:r>
      <w:r>
        <w:rPr>
          <w:rFonts w:ascii="Arial" w:eastAsia="Arial" w:hAnsi="Arial" w:cs="Arial"/>
          <w:b/>
          <w:spacing w:val="-1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want</w:t>
      </w:r>
      <w:r>
        <w:rPr>
          <w:rFonts w:ascii="Arial" w:eastAsia="Arial" w:hAnsi="Arial" w:cs="Arial"/>
          <w:b/>
          <w:spacing w:val="27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us</w:t>
      </w:r>
      <w:r>
        <w:rPr>
          <w:rFonts w:ascii="Arial" w:eastAsia="Arial" w:hAnsi="Arial" w:cs="Arial"/>
          <w:b/>
          <w:spacing w:val="-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to</w:t>
      </w:r>
      <w:r>
        <w:rPr>
          <w:rFonts w:ascii="Arial" w:eastAsia="Arial" w:hAnsi="Arial" w:cs="Arial"/>
          <w:b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consider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from</w:t>
      </w:r>
      <w:r>
        <w:rPr>
          <w:rFonts w:ascii="Arial" w:eastAsia="Arial" w:hAnsi="Arial" w:cs="Arial"/>
          <w:b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the</w:t>
      </w:r>
      <w:r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years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that</w:t>
      </w:r>
      <w:r>
        <w:rPr>
          <w:rFonts w:ascii="Arial" w:eastAsia="Arial" w:hAnsi="Arial" w:cs="Arial"/>
          <w:b/>
          <w:spacing w:val="2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this</w:t>
      </w:r>
      <w:r>
        <w:rPr>
          <w:rFonts w:ascii="Arial" w:eastAsia="Arial" w:hAnsi="Arial" w:cs="Arial"/>
          <w:b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form</w:t>
      </w:r>
      <w:r>
        <w:rPr>
          <w:rFonts w:ascii="Arial" w:eastAsia="Arial" w:hAnsi="Arial" w:cs="Arial"/>
          <w:b/>
          <w:spacing w:val="1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is</w:t>
      </w:r>
      <w:r>
        <w:rPr>
          <w:rFonts w:ascii="Arial" w:eastAsia="Arial" w:hAnsi="Arial" w:cs="Arial"/>
          <w:b/>
          <w:spacing w:val="-1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about</w:t>
      </w:r>
      <w:r>
        <w:rPr>
          <w:rFonts w:ascii="Arial" w:eastAsia="Arial" w:hAnsi="Arial" w:cs="Arial"/>
          <w:b/>
          <w:spacing w:val="2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or</w:t>
      </w:r>
      <w:r>
        <w:rPr>
          <w:rFonts w:ascii="Arial" w:eastAsia="Arial" w:hAnsi="Arial" w:cs="Arial"/>
          <w:b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any</w:t>
      </w:r>
      <w:r>
        <w:rPr>
          <w:rFonts w:ascii="Arial" w:eastAsia="Arial" w:hAnsi="Arial" w:cs="Arial"/>
          <w:b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other</w:t>
      </w:r>
      <w:r>
        <w:rPr>
          <w:rFonts w:ascii="Arial" w:eastAsia="Arial" w:hAnsi="Arial" w:cs="Arial"/>
          <w:b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years during</w:t>
      </w:r>
      <w:r>
        <w:rPr>
          <w:rFonts w:ascii="Arial" w:eastAsia="Arial" w:hAnsi="Arial" w:cs="Arial"/>
          <w:b/>
          <w:spacing w:val="-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which</w:t>
      </w:r>
      <w:r>
        <w:rPr>
          <w:rFonts w:ascii="Arial" w:eastAsia="Arial" w:hAnsi="Arial" w:cs="Arial"/>
          <w:b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you</w:t>
      </w:r>
      <w:r>
        <w:rPr>
          <w:rFonts w:ascii="Arial" w:eastAsia="Arial" w:hAnsi="Arial" w:cs="Arial"/>
          <w:b/>
          <w:spacing w:val="-1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filed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a</w:t>
      </w:r>
      <w:r>
        <w:rPr>
          <w:rFonts w:ascii="Arial" w:eastAsia="Arial" w:hAnsi="Arial" w:cs="Arial"/>
          <w:b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joint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return</w:t>
      </w:r>
      <w:r>
        <w:rPr>
          <w:rFonts w:ascii="Arial" w:eastAsia="Arial" w:hAnsi="Arial" w:cs="Arial"/>
          <w:b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with</w:t>
      </w:r>
      <w:r>
        <w:rPr>
          <w:rFonts w:ascii="Arial" w:eastAsia="Arial" w:hAnsi="Arial" w:cs="Arial"/>
          <w:b/>
          <w:spacing w:val="1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the</w:t>
      </w:r>
      <w:r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person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you</w:t>
      </w:r>
      <w:r>
        <w:rPr>
          <w:rFonts w:ascii="Arial" w:eastAsia="Arial" w:hAnsi="Arial" w:cs="Arial"/>
          <w:b/>
          <w:spacing w:val="-1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listed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on</w:t>
      </w:r>
      <w:r>
        <w:rPr>
          <w:rFonts w:ascii="Arial" w:eastAsia="Arial" w:hAnsi="Arial" w:cs="Arial"/>
          <w:b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line</w:t>
      </w:r>
      <w:r>
        <w:rPr>
          <w:rFonts w:ascii="Arial" w:eastAsia="Arial" w:hAnsi="Arial" w:cs="Arial"/>
          <w:b/>
          <w:spacing w:val="-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6</w:t>
      </w:r>
      <w:r>
        <w:rPr>
          <w:rFonts w:ascii="Arial" w:eastAsia="Arial" w:hAnsi="Arial" w:cs="Arial"/>
          <w:b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in</w:t>
      </w:r>
      <w:r>
        <w:rPr>
          <w:rFonts w:ascii="Arial" w:eastAsia="Arial" w:hAnsi="Arial" w:cs="Arial"/>
          <w:b/>
          <w:spacing w:val="-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determining</w:t>
      </w:r>
      <w:r>
        <w:rPr>
          <w:rFonts w:ascii="Arial" w:eastAsia="Arial" w:hAnsi="Arial" w:cs="Arial"/>
          <w:b/>
          <w:spacing w:val="2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whether</w:t>
      </w:r>
      <w:r>
        <w:rPr>
          <w:rFonts w:ascii="Arial" w:eastAsia="Arial" w:hAnsi="Arial" w:cs="Arial"/>
          <w:b/>
          <w:spacing w:val="3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it</w:t>
      </w:r>
      <w:r>
        <w:rPr>
          <w:rFonts w:ascii="Arial" w:eastAsia="Arial" w:hAnsi="Arial" w:cs="Arial"/>
          <w:b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would</w:t>
      </w:r>
      <w:r>
        <w:rPr>
          <w:rFonts w:ascii="Arial" w:eastAsia="Arial" w:hAnsi="Arial" w:cs="Arial"/>
          <w:b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be</w:t>
      </w:r>
      <w:r>
        <w:rPr>
          <w:rFonts w:ascii="Arial" w:eastAsia="Arial" w:hAnsi="Arial" w:cs="Arial"/>
          <w:b/>
          <w:spacing w:val="1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unfair</w:t>
      </w:r>
      <w:r>
        <w:rPr>
          <w:rFonts w:ascii="Arial" w:eastAsia="Arial" w:hAnsi="Arial" w:cs="Arial"/>
          <w:b/>
          <w:spacing w:val="-8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w w:val="103"/>
          <w:sz w:val="36"/>
          <w:szCs w:val="36"/>
        </w:rPr>
        <w:t xml:space="preserve">to </w:t>
      </w:r>
      <w:r>
        <w:rPr>
          <w:rFonts w:ascii="Arial" w:eastAsia="Arial" w:hAnsi="Arial" w:cs="Arial"/>
          <w:b/>
          <w:sz w:val="36"/>
          <w:szCs w:val="36"/>
        </w:rPr>
        <w:t>hold</w:t>
      </w:r>
      <w:r>
        <w:rPr>
          <w:rFonts w:ascii="Arial" w:eastAsia="Arial" w:hAnsi="Arial" w:cs="Arial"/>
          <w:b/>
          <w:spacing w:val="-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you</w:t>
      </w:r>
      <w:r>
        <w:rPr>
          <w:rFonts w:ascii="Arial" w:eastAsia="Arial" w:hAnsi="Arial" w:cs="Arial"/>
          <w:b/>
          <w:spacing w:val="-1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liable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for</w:t>
      </w:r>
      <w:r>
        <w:rPr>
          <w:rFonts w:ascii="Arial" w:eastAsia="Arial" w:hAnsi="Arial" w:cs="Arial"/>
          <w:b/>
          <w:spacing w:val="7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sz w:val="36"/>
          <w:szCs w:val="36"/>
        </w:rPr>
        <w:t>the</w:t>
      </w:r>
      <w:r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w w:val="102"/>
          <w:sz w:val="36"/>
          <w:szCs w:val="36"/>
        </w:rPr>
        <w:t>tax.</w:t>
      </w:r>
    </w:p>
    <w:p w14:paraId="6F12BB60" w14:textId="1C0E107B" w:rsidR="003F7ABA" w:rsidRDefault="003F7ABA" w:rsidP="003F7ABA">
      <w:pPr>
        <w:spacing w:before="2" w:line="140" w:lineRule="exact"/>
        <w:rPr>
          <w:sz w:val="14"/>
          <w:szCs w:val="14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906048" behindDoc="1" locked="0" layoutInCell="1" allowOverlap="1" wp14:anchorId="139B3711" wp14:editId="708D5AEE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13159740" cy="0"/>
                <wp:effectExtent l="0" t="0" r="0" b="0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1911"/>
                          <a:chExt cx="20724" cy="0"/>
                        </a:xfrm>
                      </wpg:grpSpPr>
                      <wps:wsp>
                        <wps:cNvPr id="19" name="Freeform 306"/>
                        <wps:cNvSpPr>
                          <a:spLocks/>
                        </wps:cNvSpPr>
                        <wps:spPr bwMode="auto">
                          <a:xfrm>
                            <a:off x="2359" y="1911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470869" id="Group 18" o:spid="_x0000_s1026" style="position:absolute;margin-left:0;margin-top:.55pt;width:1036.2pt;height:0;z-index:-251410432;mso-position-horizontal:center;mso-position-horizontal-relative:margin" coordorigin="2359,1911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">
                <v:shape id="Freeform 306" o:spid="_x0000_s1027" style="position:absolute;left:2359;top:1911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3CAB396D" w14:textId="7612788E" w:rsidR="003F7ABA" w:rsidRDefault="003F7ABA" w:rsidP="003F7ABA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907072" behindDoc="1" locked="0" layoutInCell="1" allowOverlap="1" wp14:anchorId="37AB540A" wp14:editId="3DA7D659">
                <wp:simplePos x="0" y="0"/>
                <wp:positionH relativeFrom="margin">
                  <wp:align>center</wp:align>
                </wp:positionH>
                <wp:positionV relativeFrom="paragraph">
                  <wp:posOffset>10795</wp:posOffset>
                </wp:positionV>
                <wp:extent cx="13159740" cy="0"/>
                <wp:effectExtent l="0" t="0" r="0" b="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2397"/>
                          <a:chExt cx="20724" cy="0"/>
                        </a:xfrm>
                      </wpg:grpSpPr>
                      <wps:wsp>
                        <wps:cNvPr id="21" name="Freeform 308"/>
                        <wps:cNvSpPr>
                          <a:spLocks/>
                        </wps:cNvSpPr>
                        <wps:spPr bwMode="auto">
                          <a:xfrm>
                            <a:off x="2359" y="2397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34E875" id="Group 20" o:spid="_x0000_s1026" style="position:absolute;margin-left:0;margin-top:.85pt;width:1036.2pt;height:0;z-index:-251409408;mso-position-horizontal:center;mso-position-horizontal-relative:margin" coordorigin="2359,2397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">
                <v:shape id="Freeform 308" o:spid="_x0000_s1027" style="position:absolute;left:2359;top:2397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0FC6E5A4" w14:textId="7C4B20DF" w:rsidR="003F7ABA" w:rsidRDefault="003F7ABA" w:rsidP="003F7ABA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908096" behindDoc="1" locked="0" layoutInCell="1" allowOverlap="1" wp14:anchorId="6F5659A7" wp14:editId="69391002">
                <wp:simplePos x="0" y="0"/>
                <wp:positionH relativeFrom="margin">
                  <wp:align>center</wp:align>
                </wp:positionH>
                <wp:positionV relativeFrom="paragraph">
                  <wp:posOffset>14605</wp:posOffset>
                </wp:positionV>
                <wp:extent cx="13159740" cy="0"/>
                <wp:effectExtent l="0" t="0" r="0" b="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2883"/>
                          <a:chExt cx="20724" cy="0"/>
                        </a:xfrm>
                      </wpg:grpSpPr>
                      <wps:wsp>
                        <wps:cNvPr id="23" name="Freeform 310"/>
                        <wps:cNvSpPr>
                          <a:spLocks/>
                        </wps:cNvSpPr>
                        <wps:spPr bwMode="auto">
                          <a:xfrm>
                            <a:off x="2359" y="2883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D40C57" id="Group 22" o:spid="_x0000_s1026" style="position:absolute;margin-left:0;margin-top:1.15pt;width:1036.2pt;height:0;z-index:-251408384;mso-position-horizontal:center;mso-position-horizontal-relative:margin" coordorigin="2359,2883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">
                <v:shape id="Freeform 310" o:spid="_x0000_s1027" style="position:absolute;left:2359;top:2883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5C646C4A" w14:textId="69AE44B7" w:rsidR="003F7ABA" w:rsidRDefault="003F7ABA" w:rsidP="003F7ABA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910144" behindDoc="1" locked="0" layoutInCell="1" allowOverlap="1" wp14:anchorId="21423891" wp14:editId="56980EBD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13159740" cy="0"/>
                <wp:effectExtent l="0" t="0" r="0" b="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1911"/>
                          <a:chExt cx="20724" cy="0"/>
                        </a:xfrm>
                      </wpg:grpSpPr>
                      <wps:wsp>
                        <wps:cNvPr id="25" name="Freeform 306"/>
                        <wps:cNvSpPr>
                          <a:spLocks/>
                        </wps:cNvSpPr>
                        <wps:spPr bwMode="auto">
                          <a:xfrm>
                            <a:off x="2359" y="1911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F8A841" id="Group 24" o:spid="_x0000_s1026" style="position:absolute;margin-left:0;margin-top:.55pt;width:1036.2pt;height:0;z-index:-251406336;mso-position-horizontal:center;mso-position-horizontal-relative:margin" coordorigin="2359,1911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">
                <v:shape id="Freeform 306" o:spid="_x0000_s1027" style="position:absolute;left:2359;top:1911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2B9D4BA1" w14:textId="78175DD8" w:rsidR="003F7ABA" w:rsidRDefault="003F7ABA" w:rsidP="003F7ABA">
      <w:pPr>
        <w:spacing w:before="2" w:line="140" w:lineRule="exact"/>
        <w:rPr>
          <w:sz w:val="14"/>
          <w:szCs w:val="14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911168" behindDoc="1" locked="0" layoutInCell="1" allowOverlap="1" wp14:anchorId="5BF3AFB1" wp14:editId="208EA627">
                <wp:simplePos x="0" y="0"/>
                <wp:positionH relativeFrom="margin">
                  <wp:align>center</wp:align>
                </wp:positionH>
                <wp:positionV relativeFrom="paragraph">
                  <wp:posOffset>10795</wp:posOffset>
                </wp:positionV>
                <wp:extent cx="13159740" cy="0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2397"/>
                          <a:chExt cx="20724" cy="0"/>
                        </a:xfrm>
                      </wpg:grpSpPr>
                      <wps:wsp>
                        <wps:cNvPr id="27" name="Freeform 308"/>
                        <wps:cNvSpPr>
                          <a:spLocks/>
                        </wps:cNvSpPr>
                        <wps:spPr bwMode="auto">
                          <a:xfrm>
                            <a:off x="2359" y="2397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EC148A" id="Group 26" o:spid="_x0000_s1026" style="position:absolute;margin-left:0;margin-top:.85pt;width:1036.2pt;height:0;z-index:-251405312;mso-position-horizontal:center;mso-position-horizontal-relative:margin" coordorigin="2359,2397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">
                <v:shape id="Freeform 308" o:spid="_x0000_s1027" style="position:absolute;left:2359;top:2397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4C6B26F8" w14:textId="1BD2545F" w:rsidR="003F7ABA" w:rsidRDefault="003F7ABA" w:rsidP="003F7ABA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912192" behindDoc="1" locked="0" layoutInCell="1" allowOverlap="1" wp14:anchorId="7D6C4F22" wp14:editId="3FD42020">
                <wp:simplePos x="0" y="0"/>
                <wp:positionH relativeFrom="margin">
                  <wp:align>center</wp:align>
                </wp:positionH>
                <wp:positionV relativeFrom="paragraph">
                  <wp:posOffset>14605</wp:posOffset>
                </wp:positionV>
                <wp:extent cx="13159740" cy="0"/>
                <wp:effectExtent l="0" t="0" r="0" b="0"/>
                <wp:wrapNone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2883"/>
                          <a:chExt cx="20724" cy="0"/>
                        </a:xfrm>
                      </wpg:grpSpPr>
                      <wps:wsp>
                        <wps:cNvPr id="29" name="Freeform 310"/>
                        <wps:cNvSpPr>
                          <a:spLocks/>
                        </wps:cNvSpPr>
                        <wps:spPr bwMode="auto">
                          <a:xfrm>
                            <a:off x="2359" y="2883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3FB9E2" id="Group 28" o:spid="_x0000_s1026" style="position:absolute;margin-left:0;margin-top:1.15pt;width:1036.2pt;height:0;z-index:-251404288;mso-position-horizontal:center;mso-position-horizontal-relative:margin" coordorigin="2359,2883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">
                <v:shape id="Freeform 310" o:spid="_x0000_s1027" style="position:absolute;left:2359;top:2883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45C2DCDF" w14:textId="444B1F1A" w:rsidR="003F7ABA" w:rsidRDefault="003F7ABA" w:rsidP="003F7ABA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914240" behindDoc="1" locked="0" layoutInCell="1" allowOverlap="1" wp14:anchorId="08A57A8F" wp14:editId="232053CA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13159740" cy="0"/>
                <wp:effectExtent l="0" t="0" r="0" b="0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1911"/>
                          <a:chExt cx="20724" cy="0"/>
                        </a:xfrm>
                      </wpg:grpSpPr>
                      <wps:wsp>
                        <wps:cNvPr id="31" name="Freeform 306"/>
                        <wps:cNvSpPr>
                          <a:spLocks/>
                        </wps:cNvSpPr>
                        <wps:spPr bwMode="auto">
                          <a:xfrm>
                            <a:off x="2359" y="1911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10A894" id="Group 30" o:spid="_x0000_s1026" style="position:absolute;margin-left:0;margin-top:.55pt;width:1036.2pt;height:0;z-index:-251402240;mso-position-horizontal:center;mso-position-horizontal-relative:margin" coordorigin="2359,1911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">
                <v:shape id="Freeform 306" o:spid="_x0000_s1027" style="position:absolute;left:2359;top:1911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5FA03C9D" w14:textId="0D16252B" w:rsidR="003F7ABA" w:rsidRDefault="003F7ABA" w:rsidP="003F7ABA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915264" behindDoc="1" locked="0" layoutInCell="1" allowOverlap="1" wp14:anchorId="047A466A" wp14:editId="04ACBDF2">
                <wp:simplePos x="0" y="0"/>
                <wp:positionH relativeFrom="margin">
                  <wp:align>center</wp:align>
                </wp:positionH>
                <wp:positionV relativeFrom="paragraph">
                  <wp:posOffset>10795</wp:posOffset>
                </wp:positionV>
                <wp:extent cx="13159740" cy="0"/>
                <wp:effectExtent l="0" t="0" r="0" b="0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2397"/>
                          <a:chExt cx="20724" cy="0"/>
                        </a:xfrm>
                      </wpg:grpSpPr>
                      <wps:wsp>
                        <wps:cNvPr id="33" name="Freeform 308"/>
                        <wps:cNvSpPr>
                          <a:spLocks/>
                        </wps:cNvSpPr>
                        <wps:spPr bwMode="auto">
                          <a:xfrm>
                            <a:off x="2359" y="2397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54F25E" id="Group 32" o:spid="_x0000_s1026" style="position:absolute;margin-left:0;margin-top:.85pt;width:1036.2pt;height:0;z-index:-251401216;mso-position-horizontal:center;mso-position-horizontal-relative:margin" coordorigin="2359,2397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">
                <v:shape id="Freeform 308" o:spid="_x0000_s1027" style="position:absolute;left:2359;top:2397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00C4825F" w14:textId="57F5038C" w:rsidR="003F7ABA" w:rsidRDefault="003F7ABA" w:rsidP="003F7ABA">
      <w:pPr>
        <w:spacing w:before="2" w:line="140" w:lineRule="exact"/>
        <w:rPr>
          <w:sz w:val="14"/>
          <w:szCs w:val="14"/>
        </w:rPr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916288" behindDoc="1" locked="0" layoutInCell="1" allowOverlap="1" wp14:anchorId="347BE213" wp14:editId="6D95E8C6">
                <wp:simplePos x="0" y="0"/>
                <wp:positionH relativeFrom="margin">
                  <wp:align>center</wp:align>
                </wp:positionH>
                <wp:positionV relativeFrom="paragraph">
                  <wp:posOffset>14605</wp:posOffset>
                </wp:positionV>
                <wp:extent cx="13159740" cy="0"/>
                <wp:effectExtent l="0" t="0" r="0" b="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2883"/>
                          <a:chExt cx="20724" cy="0"/>
                        </a:xfrm>
                      </wpg:grpSpPr>
                      <wps:wsp>
                        <wps:cNvPr id="35" name="Freeform 310"/>
                        <wps:cNvSpPr>
                          <a:spLocks/>
                        </wps:cNvSpPr>
                        <wps:spPr bwMode="auto">
                          <a:xfrm>
                            <a:off x="2359" y="2883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6D9EFA" id="Group 34" o:spid="_x0000_s1026" style="position:absolute;margin-left:0;margin-top:1.15pt;width:1036.2pt;height:0;z-index:-251400192;mso-position-horizontal:center;mso-position-horizontal-relative:margin" coordorigin="2359,2883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">
                <v:shape id="Freeform 310" o:spid="_x0000_s1027" style="position:absolute;left:2359;top:2883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0DCA1B88" w14:textId="5628486B" w:rsidR="003F7ABA" w:rsidRDefault="003F7ABA" w:rsidP="003F7ABA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918336" behindDoc="1" locked="0" layoutInCell="1" allowOverlap="1" wp14:anchorId="042E1D14" wp14:editId="5995F2CE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13159740" cy="0"/>
                <wp:effectExtent l="0" t="0" r="0" b="0"/>
                <wp:wrapNone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1911"/>
                          <a:chExt cx="20724" cy="0"/>
                        </a:xfrm>
                      </wpg:grpSpPr>
                      <wps:wsp>
                        <wps:cNvPr id="37" name="Freeform 306"/>
                        <wps:cNvSpPr>
                          <a:spLocks/>
                        </wps:cNvSpPr>
                        <wps:spPr bwMode="auto">
                          <a:xfrm>
                            <a:off x="2359" y="1911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676253" id="Group 36" o:spid="_x0000_s1026" style="position:absolute;margin-left:0;margin-top:.55pt;width:1036.2pt;height:0;z-index:-251398144;mso-position-horizontal:center;mso-position-horizontal-relative:margin" coordorigin="2359,1911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">
                <v:shape id="Freeform 306" o:spid="_x0000_s1027" style="position:absolute;left:2359;top:1911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1D8ED98C" w14:textId="4161C137" w:rsidR="003F7ABA" w:rsidRDefault="003F7ABA" w:rsidP="003F7ABA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919360" behindDoc="1" locked="0" layoutInCell="1" allowOverlap="1" wp14:anchorId="3973EA61" wp14:editId="13F028CA">
                <wp:simplePos x="0" y="0"/>
                <wp:positionH relativeFrom="margin">
                  <wp:align>center</wp:align>
                </wp:positionH>
                <wp:positionV relativeFrom="paragraph">
                  <wp:posOffset>10795</wp:posOffset>
                </wp:positionV>
                <wp:extent cx="13159740" cy="0"/>
                <wp:effectExtent l="0" t="0" r="0" b="0"/>
                <wp:wrapNone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2397"/>
                          <a:chExt cx="20724" cy="0"/>
                        </a:xfrm>
                      </wpg:grpSpPr>
                      <wps:wsp>
                        <wps:cNvPr id="39" name="Freeform 308"/>
                        <wps:cNvSpPr>
                          <a:spLocks/>
                        </wps:cNvSpPr>
                        <wps:spPr bwMode="auto">
                          <a:xfrm>
                            <a:off x="2359" y="2397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DD0EB1" id="Group 38" o:spid="_x0000_s1026" style="position:absolute;margin-left:0;margin-top:.85pt;width:1036.2pt;height:0;z-index:-251397120;mso-position-horizontal:center;mso-position-horizontal-relative:margin" coordorigin="2359,2397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">
                <v:shape id="Freeform 308" o:spid="_x0000_s1027" style="position:absolute;left:2359;top:2397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0C3C8420" w14:textId="5D6368FA" w:rsidR="003F7ABA" w:rsidRDefault="003F7ABA" w:rsidP="003F7ABA">
      <w:pPr>
        <w:spacing w:line="200" w:lineRule="exact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920384" behindDoc="1" locked="0" layoutInCell="1" allowOverlap="1" wp14:anchorId="49994C06" wp14:editId="49BF344F">
                <wp:simplePos x="0" y="0"/>
                <wp:positionH relativeFrom="margin">
                  <wp:align>center</wp:align>
                </wp:positionH>
                <wp:positionV relativeFrom="paragraph">
                  <wp:posOffset>14605</wp:posOffset>
                </wp:positionV>
                <wp:extent cx="13159740" cy="0"/>
                <wp:effectExtent l="0" t="0" r="0" b="0"/>
                <wp:wrapNone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59740" cy="0"/>
                          <a:chOff x="2359" y="2883"/>
                          <a:chExt cx="20724" cy="0"/>
                        </a:xfrm>
                      </wpg:grpSpPr>
                      <wps:wsp>
                        <wps:cNvPr id="41" name="Freeform 310"/>
                        <wps:cNvSpPr>
                          <a:spLocks/>
                        </wps:cNvSpPr>
                        <wps:spPr bwMode="auto">
                          <a:xfrm>
                            <a:off x="2359" y="2883"/>
                            <a:ext cx="20724" cy="0"/>
                          </a:xfrm>
                          <a:custGeom>
                            <a:avLst/>
                            <a:gdLst>
                              <a:gd name="T0" fmla="+- 0 2359 2359"/>
                              <a:gd name="T1" fmla="*/ T0 w 20724"/>
                              <a:gd name="T2" fmla="+- 0 23083 2359"/>
                              <a:gd name="T3" fmla="*/ T2 w 207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724">
                                <a:moveTo>
                                  <a:pt x="0" y="0"/>
                                </a:moveTo>
                                <a:lnTo>
                                  <a:pt x="20724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7D2DAC" id="Group 40" o:spid="_x0000_s1026" style="position:absolute;margin-left:0;margin-top:1.15pt;width:1036.2pt;height:0;z-index:-251396096;mso-position-horizontal:center;mso-position-horizontal-relative:margin" coordorigin="2359,2883" coordsize="207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">
                <v:shape id="Freeform 310" o:spid="_x0000_s1027" style="position:absolute;left:2359;top:2883;width:20724;height:0;visibility:visible;mso-wrap-style:square;v-text-anchor:top" coordsize="20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" path="m,l20724,e" filled="f" strokeweight=".357mm">
                  <v:stroke dashstyle="dash"/>
                  <v:path arrowok="t" o:connecttype="custom" o:connectlocs="0,0;20724,0" o:connectangles="0,0"/>
                </v:shape>
                <w10:wrap anchorx="margin"/>
              </v:group>
            </w:pict>
          </mc:Fallback>
        </mc:AlternateContent>
      </w:r>
    </w:p>
    <w:p w14:paraId="794F7820" w14:textId="60B8C23B" w:rsidR="00A26219" w:rsidRDefault="003F7ABA" w:rsidP="003F7ABA">
      <w:pPr>
        <w:tabs>
          <w:tab w:val="left" w:pos="1240"/>
        </w:tabs>
        <w:spacing w:before="43" w:line="258" w:lineRule="auto"/>
        <w:ind w:left="1252" w:right="385" w:hanging="991"/>
      </w:pPr>
      <w:r>
        <w:rPr>
          <w:rFonts w:ascii="Times New Roman" w:eastAsia="Times New Roman" w:hAnsi="Times New Roman" w:cs="Times New Roman"/>
          <w:noProof/>
          <w:szCs w:val="20"/>
        </w:rPr>
        <mc:AlternateContent>
          <mc:Choice Requires="wpg">
            <w:drawing>
              <wp:anchor distT="0" distB="0" distL="114300" distR="114300" simplePos="0" relativeHeight="251922432" behindDoc="1" locked="0" layoutInCell="1" allowOverlap="1" wp14:anchorId="5AF6DC85" wp14:editId="41B9A065">
                <wp:simplePos x="0" y="0"/>
                <wp:positionH relativeFrom="page">
                  <wp:posOffset>14097000</wp:posOffset>
                </wp:positionH>
                <wp:positionV relativeFrom="paragraph">
                  <wp:posOffset>281940</wp:posOffset>
                </wp:positionV>
                <wp:extent cx="205740" cy="205740"/>
                <wp:effectExtent l="0" t="0" r="22860" b="22860"/>
                <wp:wrapNone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05740"/>
                          <a:chOff x="2370" y="-12"/>
                          <a:chExt cx="324" cy="324"/>
                        </a:xfrm>
                      </wpg:grpSpPr>
                      <wps:wsp>
                        <wps:cNvPr id="69" name="Freeform 314"/>
                        <wps:cNvSpPr>
                          <a:spLocks/>
                        </wps:cNvSpPr>
                        <wps:spPr bwMode="auto">
                          <a:xfrm>
                            <a:off x="2370" y="-12"/>
                            <a:ext cx="324" cy="324"/>
                          </a:xfrm>
                          <a:custGeom>
                            <a:avLst/>
                            <a:gdLst>
                              <a:gd name="T0" fmla="+- 0 2370 2370"/>
                              <a:gd name="T1" fmla="*/ T0 w 324"/>
                              <a:gd name="T2" fmla="+- 0 312 -12"/>
                              <a:gd name="T3" fmla="*/ 312 h 324"/>
                              <a:gd name="T4" fmla="+- 0 2694 2370"/>
                              <a:gd name="T5" fmla="*/ T4 w 324"/>
                              <a:gd name="T6" fmla="+- 0 312 -12"/>
                              <a:gd name="T7" fmla="*/ 312 h 324"/>
                              <a:gd name="T8" fmla="+- 0 2694 2370"/>
                              <a:gd name="T9" fmla="*/ T8 w 324"/>
                              <a:gd name="T10" fmla="+- 0 -12 -12"/>
                              <a:gd name="T11" fmla="*/ -12 h 324"/>
                              <a:gd name="T12" fmla="+- 0 2370 2370"/>
                              <a:gd name="T13" fmla="*/ T12 w 324"/>
                              <a:gd name="T14" fmla="+- 0 -12 -12"/>
                              <a:gd name="T15" fmla="*/ -12 h 324"/>
                              <a:gd name="T16" fmla="+- 0 2370 2370"/>
                              <a:gd name="T17" fmla="*/ T16 w 324"/>
                              <a:gd name="T18" fmla="+- 0 312 -12"/>
                              <a:gd name="T19" fmla="*/ 312 h 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324">
                                <a:moveTo>
                                  <a:pt x="0" y="324"/>
                                </a:moveTo>
                                <a:lnTo>
                                  <a:pt x="324" y="324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47B6BC" id="Group 48" o:spid="_x0000_s1026" style="position:absolute;margin-left:1110pt;margin-top:22.2pt;width:16.2pt;height:16.2pt;z-index:-251394048;mso-position-horizontal-relative:page" coordorigin="2370,-12" coordsize="324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">
                <v:shape id="Freeform 314" o:spid="_x0000_s1027" style="position:absolute;left:2370;top:-12;width:324;height:324;visibility:visible;mso-wrap-style:square;v-text-anchor:top" coordsize="324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" path="m,324r324,l324,,,,,324xe" filled="f" strokeweight=".357mm">
                  <v:path arrowok="t" o:connecttype="custom" o:connectlocs="0,312;324,312;324,-12;0,-12;0,312" o:connectangles="0,0,0,0,0"/>
                </v:shape>
                <w10:wrap anchorx="page"/>
              </v:group>
            </w:pict>
          </mc:Fallback>
        </mc:AlternateContent>
      </w:r>
      <w:r w:rsidR="00A26219">
        <w:rPr>
          <w:rFonts w:ascii="Arial" w:eastAsia="Arial" w:hAnsi="Arial" w:cs="Arial"/>
          <w:b/>
          <w:sz w:val="36"/>
          <w:szCs w:val="36"/>
        </w:rPr>
        <w:t>25</w:t>
      </w:r>
      <w:r w:rsidR="00A26219">
        <w:rPr>
          <w:rFonts w:ascii="Arial" w:eastAsia="Arial" w:hAnsi="Arial" w:cs="Arial"/>
          <w:b/>
          <w:spacing w:val="-96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ab/>
        <w:t>By</w:t>
      </w:r>
      <w:r w:rsidR="00A26219">
        <w:rPr>
          <w:rFonts w:ascii="Arial" w:eastAsia="Arial" w:hAnsi="Arial" w:cs="Arial"/>
          <w:b/>
          <w:spacing w:val="16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checking</w:t>
      </w:r>
      <w:r w:rsidR="00A26219">
        <w:rPr>
          <w:rFonts w:ascii="Arial" w:eastAsia="Arial" w:hAnsi="Arial" w:cs="Arial"/>
          <w:b/>
          <w:spacing w:val="50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this</w:t>
      </w:r>
      <w:r w:rsidR="00A26219">
        <w:rPr>
          <w:rFonts w:ascii="Arial" w:eastAsia="Arial" w:hAnsi="Arial" w:cs="Arial"/>
          <w:b/>
          <w:spacing w:val="28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box</w:t>
      </w:r>
      <w:r w:rsidR="00A26219">
        <w:rPr>
          <w:rFonts w:ascii="Arial" w:eastAsia="Arial" w:hAnsi="Arial" w:cs="Arial"/>
          <w:b/>
          <w:spacing w:val="34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and</w:t>
      </w:r>
      <w:r w:rsidR="00A26219">
        <w:rPr>
          <w:rFonts w:ascii="Arial" w:eastAsia="Arial" w:hAnsi="Arial" w:cs="Arial"/>
          <w:b/>
          <w:spacing w:val="40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signing</w:t>
      </w:r>
      <w:r w:rsidR="00A26219">
        <w:rPr>
          <w:rFonts w:ascii="Arial" w:eastAsia="Arial" w:hAnsi="Arial" w:cs="Arial"/>
          <w:b/>
          <w:spacing w:val="8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this</w:t>
      </w:r>
      <w:r w:rsidR="00A26219">
        <w:rPr>
          <w:rFonts w:ascii="Arial" w:eastAsia="Arial" w:hAnsi="Arial" w:cs="Arial"/>
          <w:b/>
          <w:spacing w:val="28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form,</w:t>
      </w:r>
      <w:r w:rsidR="00A26219">
        <w:rPr>
          <w:rFonts w:ascii="Arial" w:eastAsia="Arial" w:hAnsi="Arial" w:cs="Arial"/>
          <w:b/>
          <w:spacing w:val="52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you</w:t>
      </w:r>
      <w:r w:rsidR="00A26219">
        <w:rPr>
          <w:rFonts w:ascii="Arial" w:eastAsia="Arial" w:hAnsi="Arial" w:cs="Arial"/>
          <w:b/>
          <w:spacing w:val="21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are</w:t>
      </w:r>
      <w:r w:rsidR="00A26219">
        <w:rPr>
          <w:rFonts w:ascii="Arial" w:eastAsia="Arial" w:hAnsi="Arial" w:cs="Arial"/>
          <w:b/>
          <w:spacing w:val="50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indicating</w:t>
      </w:r>
      <w:r w:rsidR="00A26219">
        <w:rPr>
          <w:rFonts w:ascii="Arial" w:eastAsia="Arial" w:hAnsi="Arial" w:cs="Arial"/>
          <w:b/>
          <w:spacing w:val="34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that</w:t>
      </w:r>
      <w:r w:rsidR="00A26219">
        <w:rPr>
          <w:rFonts w:ascii="Arial" w:eastAsia="Arial" w:hAnsi="Arial" w:cs="Arial"/>
          <w:b/>
          <w:spacing w:val="54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you</w:t>
      </w:r>
      <w:r w:rsidR="00A26219">
        <w:rPr>
          <w:rFonts w:ascii="Arial" w:eastAsia="Arial" w:hAnsi="Arial" w:cs="Arial"/>
          <w:b/>
          <w:spacing w:val="21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would</w:t>
      </w:r>
      <w:r w:rsidR="00A26219">
        <w:rPr>
          <w:rFonts w:ascii="Arial" w:eastAsia="Arial" w:hAnsi="Arial" w:cs="Arial"/>
          <w:b/>
          <w:spacing w:val="44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like</w:t>
      </w:r>
      <w:r w:rsidR="00A26219">
        <w:rPr>
          <w:rFonts w:ascii="Arial" w:eastAsia="Arial" w:hAnsi="Arial" w:cs="Arial"/>
          <w:b/>
          <w:spacing w:val="40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a</w:t>
      </w:r>
      <w:r w:rsidR="00A26219">
        <w:rPr>
          <w:rFonts w:ascii="Arial" w:eastAsia="Arial" w:hAnsi="Arial" w:cs="Arial"/>
          <w:b/>
          <w:spacing w:val="42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refund</w:t>
      </w:r>
      <w:r w:rsidR="00A26219">
        <w:rPr>
          <w:rFonts w:ascii="Arial" w:eastAsia="Arial" w:hAnsi="Arial" w:cs="Arial"/>
          <w:b/>
          <w:spacing w:val="34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if</w:t>
      </w:r>
      <w:r w:rsidR="00A26219">
        <w:rPr>
          <w:rFonts w:ascii="Arial" w:eastAsia="Arial" w:hAnsi="Arial" w:cs="Arial"/>
          <w:b/>
          <w:spacing w:val="30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you</w:t>
      </w:r>
      <w:r w:rsidR="00A26219">
        <w:rPr>
          <w:rFonts w:ascii="Arial" w:eastAsia="Arial" w:hAnsi="Arial" w:cs="Arial"/>
          <w:b/>
          <w:spacing w:val="21"/>
          <w:sz w:val="36"/>
          <w:szCs w:val="36"/>
        </w:rPr>
        <w:t xml:space="preserve"> </w:t>
      </w:r>
      <w:proofErr w:type="gramStart"/>
      <w:r w:rsidR="00A26219">
        <w:rPr>
          <w:rFonts w:ascii="Arial" w:eastAsia="Arial" w:hAnsi="Arial" w:cs="Arial"/>
          <w:b/>
          <w:sz w:val="36"/>
          <w:szCs w:val="36"/>
        </w:rPr>
        <w:t>qualify</w:t>
      </w:r>
      <w:proofErr w:type="gramEnd"/>
      <w:r w:rsidR="00A26219">
        <w:rPr>
          <w:rFonts w:ascii="Arial" w:eastAsia="Arial" w:hAnsi="Arial" w:cs="Arial"/>
          <w:b/>
          <w:spacing w:val="11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for</w:t>
      </w:r>
      <w:r w:rsidR="00A26219">
        <w:rPr>
          <w:rFonts w:ascii="Arial" w:eastAsia="Arial" w:hAnsi="Arial" w:cs="Arial"/>
          <w:b/>
          <w:spacing w:val="39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w w:val="101"/>
          <w:sz w:val="36"/>
          <w:szCs w:val="36"/>
        </w:rPr>
        <w:t xml:space="preserve">relief </w:t>
      </w:r>
      <w:r w:rsidR="00A26219">
        <w:rPr>
          <w:rFonts w:ascii="Arial" w:eastAsia="Arial" w:hAnsi="Arial" w:cs="Arial"/>
          <w:b/>
          <w:sz w:val="36"/>
          <w:szCs w:val="36"/>
        </w:rPr>
        <w:t>and</w:t>
      </w:r>
      <w:r w:rsidR="00A26219">
        <w:rPr>
          <w:rFonts w:ascii="Arial" w:eastAsia="Arial" w:hAnsi="Arial" w:cs="Arial"/>
          <w:b/>
          <w:spacing w:val="8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if</w:t>
      </w:r>
      <w:r w:rsidR="00A26219">
        <w:rPr>
          <w:rFonts w:ascii="Arial" w:eastAsia="Arial" w:hAnsi="Arial" w:cs="Arial"/>
          <w:b/>
          <w:spacing w:val="-2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you</w:t>
      </w:r>
      <w:r w:rsidR="00A26219">
        <w:rPr>
          <w:rFonts w:ascii="Arial" w:eastAsia="Arial" w:hAnsi="Arial" w:cs="Arial"/>
          <w:b/>
          <w:spacing w:val="-11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already</w:t>
      </w:r>
      <w:r w:rsidR="00A26219">
        <w:rPr>
          <w:rFonts w:ascii="Arial" w:eastAsia="Arial" w:hAnsi="Arial" w:cs="Arial"/>
          <w:b/>
          <w:spacing w:val="15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paid</w:t>
      </w:r>
      <w:r w:rsidR="00A26219">
        <w:rPr>
          <w:rFonts w:ascii="Arial" w:eastAsia="Arial" w:hAnsi="Arial" w:cs="Arial"/>
          <w:b/>
          <w:spacing w:val="9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the</w:t>
      </w:r>
      <w:r w:rsidR="00A26219">
        <w:rPr>
          <w:rFonts w:ascii="Arial" w:eastAsia="Arial" w:hAnsi="Arial" w:cs="Arial"/>
          <w:b/>
          <w:spacing w:val="13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tax.</w:t>
      </w:r>
      <w:r w:rsidR="00A26219">
        <w:rPr>
          <w:rFonts w:ascii="Arial" w:eastAsia="Arial" w:hAnsi="Arial" w:cs="Arial"/>
          <w:b/>
          <w:spacing w:val="14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>See</w:t>
      </w:r>
      <w:r w:rsidR="00A26219">
        <w:rPr>
          <w:rFonts w:ascii="Arial" w:eastAsia="Arial" w:hAnsi="Arial" w:cs="Arial"/>
          <w:b/>
          <w:spacing w:val="15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z w:val="36"/>
          <w:szCs w:val="36"/>
        </w:rPr>
        <w:t xml:space="preserve">instructions </w:t>
      </w:r>
      <w:proofErr w:type="gramStart"/>
      <w:r w:rsidR="00A26219">
        <w:rPr>
          <w:rFonts w:ascii="Arial" w:eastAsia="Arial" w:hAnsi="Arial" w:cs="Arial"/>
          <w:b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b/>
          <w:spacing w:val="27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>.</w:t>
      </w:r>
      <w:proofErr w:type="gramEnd"/>
      <w:r w:rsidR="00A26219">
        <w:rPr>
          <w:rFonts w:ascii="Arial" w:eastAsia="Arial" w:hAnsi="Arial" w:cs="Arial"/>
          <w:sz w:val="36"/>
          <w:szCs w:val="36"/>
        </w:rPr>
        <w:t xml:space="preserve">  </w:t>
      </w:r>
      <w:r w:rsidR="00A26219"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 xml:space="preserve">.  </w:t>
      </w:r>
      <w:r w:rsidR="00A26219"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 xml:space="preserve">.  </w:t>
      </w:r>
      <w:r w:rsidR="00A26219"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 xml:space="preserve">.  </w:t>
      </w:r>
      <w:r w:rsidR="00A26219"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 xml:space="preserve">.  </w:t>
      </w:r>
      <w:r w:rsidR="00A26219"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 xml:space="preserve">.  </w:t>
      </w:r>
      <w:r w:rsidR="00A26219"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 xml:space="preserve">.  </w:t>
      </w:r>
      <w:r w:rsidR="00A26219"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 xml:space="preserve">.  </w:t>
      </w:r>
      <w:r w:rsidR="00A26219"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 xml:space="preserve">.  </w:t>
      </w:r>
      <w:r w:rsidR="00A26219"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 xml:space="preserve">.  </w:t>
      </w:r>
      <w:r w:rsidR="00A26219"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 xml:space="preserve">. </w:t>
      </w:r>
      <w:r w:rsidR="00A26219"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 xml:space="preserve">.  </w:t>
      </w:r>
      <w:r w:rsidR="00A26219"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 xml:space="preserve">.  </w:t>
      </w:r>
      <w:r w:rsidR="00A26219"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 xml:space="preserve">.  </w:t>
      </w:r>
      <w:r w:rsidR="00A26219"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 xml:space="preserve">.  </w:t>
      </w:r>
      <w:r w:rsidR="00A26219"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 xml:space="preserve">.  </w:t>
      </w:r>
      <w:r w:rsidR="00A26219"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 xml:space="preserve">.  </w:t>
      </w:r>
      <w:r w:rsidR="00A26219"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 xml:space="preserve">.  </w:t>
      </w:r>
      <w:r w:rsidR="00A26219"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 xml:space="preserve">.  </w:t>
      </w:r>
      <w:r w:rsidR="00A26219"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 xml:space="preserve">.  </w:t>
      </w:r>
      <w:r w:rsidR="00A26219">
        <w:rPr>
          <w:rFonts w:ascii="Arial" w:eastAsia="Arial" w:hAnsi="Arial" w:cs="Arial"/>
          <w:spacing w:val="87"/>
          <w:sz w:val="36"/>
          <w:szCs w:val="36"/>
        </w:rPr>
        <w:t xml:space="preserve"> </w:t>
      </w:r>
      <w:r w:rsidR="00A26219">
        <w:rPr>
          <w:rFonts w:ascii="Arial" w:eastAsia="Arial" w:hAnsi="Arial" w:cs="Arial"/>
          <w:sz w:val="36"/>
          <w:szCs w:val="36"/>
        </w:rPr>
        <w:t xml:space="preserve">.   </w:t>
      </w:r>
    </w:p>
    <w:p w14:paraId="55761F1C" w14:textId="7E1D0016" w:rsidR="003F7ABA" w:rsidRDefault="00A26219" w:rsidP="003F7ABA">
      <w:pPr>
        <w:spacing w:before="1" w:line="440" w:lineRule="exact"/>
        <w:ind w:left="1290" w:right="1225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Reminder:</w:t>
      </w:r>
      <w:r>
        <w:rPr>
          <w:rFonts w:ascii="Arial" w:eastAsia="Arial" w:hAnsi="Arial" w:cs="Arial"/>
          <w:b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Please</w:t>
      </w:r>
      <w:r>
        <w:rPr>
          <w:rFonts w:ascii="Arial" w:eastAsia="Arial" w:hAnsi="Arial" w:cs="Arial"/>
          <w:spacing w:val="-2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attach</w:t>
      </w:r>
      <w:r>
        <w:rPr>
          <w:rFonts w:ascii="Arial" w:eastAsia="Arial" w:hAnsi="Arial" w:cs="Arial"/>
          <w:spacing w:val="4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the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i/>
          <w:sz w:val="36"/>
          <w:szCs w:val="36"/>
        </w:rPr>
        <w:t>complete</w:t>
      </w:r>
      <w:r>
        <w:rPr>
          <w:rFonts w:ascii="Arial" w:eastAsia="Arial" w:hAnsi="Arial" w:cs="Arial"/>
          <w:b/>
          <w:i/>
          <w:spacing w:val="3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i/>
          <w:sz w:val="36"/>
          <w:szCs w:val="36"/>
        </w:rPr>
        <w:t>copy</w:t>
      </w:r>
      <w:r>
        <w:rPr>
          <w:rFonts w:ascii="Arial" w:eastAsia="Arial" w:hAnsi="Arial" w:cs="Arial"/>
          <w:b/>
          <w:i/>
          <w:spacing w:val="-1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of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any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document</w:t>
      </w:r>
      <w:r>
        <w:rPr>
          <w:rFonts w:ascii="Arial" w:eastAsia="Arial" w:hAnsi="Arial" w:cs="Arial"/>
          <w:spacing w:val="6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requested</w:t>
      </w:r>
      <w:r>
        <w:rPr>
          <w:rFonts w:ascii="Arial" w:eastAsia="Arial" w:hAnsi="Arial" w:cs="Arial"/>
          <w:spacing w:val="3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or</w:t>
      </w:r>
      <w:r>
        <w:rPr>
          <w:rFonts w:ascii="Arial" w:eastAsia="Arial" w:hAnsi="Arial" w:cs="Arial"/>
          <w:spacing w:val="1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that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14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otherwise</w:t>
      </w:r>
      <w:r>
        <w:rPr>
          <w:rFonts w:ascii="Arial" w:eastAsia="Arial" w:hAnsi="Arial" w:cs="Arial"/>
          <w:spacing w:val="3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believe</w:t>
      </w:r>
      <w:r>
        <w:rPr>
          <w:rFonts w:ascii="Arial" w:eastAsia="Arial" w:hAnsi="Arial" w:cs="Arial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will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support</w:t>
      </w:r>
      <w:r>
        <w:rPr>
          <w:rFonts w:ascii="Arial" w:eastAsia="Arial" w:hAnsi="Arial" w:cs="Arial"/>
          <w:spacing w:val="62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sz w:val="36"/>
          <w:szCs w:val="36"/>
        </w:rPr>
        <w:t xml:space="preserve">your </w:t>
      </w:r>
      <w:r>
        <w:rPr>
          <w:rFonts w:ascii="Arial" w:eastAsia="Arial" w:hAnsi="Arial" w:cs="Arial"/>
          <w:sz w:val="36"/>
          <w:szCs w:val="36"/>
        </w:rPr>
        <w:t>request</w:t>
      </w:r>
      <w:r>
        <w:rPr>
          <w:rFonts w:ascii="Arial" w:eastAsia="Arial" w:hAnsi="Arial" w:cs="Arial"/>
          <w:spacing w:val="26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for</w:t>
      </w:r>
      <w:r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innocent</w:t>
      </w:r>
      <w:r>
        <w:rPr>
          <w:rFonts w:ascii="Arial" w:eastAsia="Arial" w:hAnsi="Arial" w:cs="Arial"/>
          <w:spacing w:val="43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spouse</w:t>
      </w:r>
      <w:r>
        <w:rPr>
          <w:rFonts w:ascii="Arial" w:eastAsia="Arial" w:hAnsi="Arial" w:cs="Arial"/>
          <w:spacing w:val="25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relief.</w:t>
      </w:r>
    </w:p>
    <w:p w14:paraId="65060CCD" w14:textId="29648225" w:rsidR="003F7ABA" w:rsidRDefault="003F7ABA" w:rsidP="003F7ABA">
      <w:pPr>
        <w:pStyle w:val="Body"/>
      </w:pPr>
      <w:r>
        <w:br w:type="page"/>
      </w:r>
    </w:p>
    <w:p w14:paraId="75ABB68B" w14:textId="7E6A16EA" w:rsidR="00A26219" w:rsidRPr="003F7ABA" w:rsidRDefault="003F7ABA" w:rsidP="003F7ABA">
      <w:pPr>
        <w:spacing w:before="1" w:line="440" w:lineRule="exact"/>
        <w:ind w:left="1290" w:right="1225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Times New Roman" w:eastAsia="Times New Roman" w:hAnsi="Times New Roman" w:cs="Times New Roman"/>
          <w:noProof/>
          <w:szCs w:val="20"/>
        </w:rPr>
        <w:lastRenderedPageBreak/>
        <mc:AlternateContent>
          <mc:Choice Requires="wpg">
            <w:drawing>
              <wp:anchor distT="0" distB="0" distL="114300" distR="114300" simplePos="0" relativeHeight="251788288" behindDoc="1" locked="0" layoutInCell="1" allowOverlap="1" wp14:anchorId="698B9F92" wp14:editId="3892A004">
                <wp:simplePos x="0" y="0"/>
                <wp:positionH relativeFrom="margin">
                  <wp:align>left</wp:align>
                </wp:positionH>
                <wp:positionV relativeFrom="margin">
                  <wp:posOffset>-86995</wp:posOffset>
                </wp:positionV>
                <wp:extent cx="13900150" cy="825500"/>
                <wp:effectExtent l="0" t="0" r="6350" b="1270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0" cy="825500"/>
                          <a:chOff x="1193" y="5354"/>
                          <a:chExt cx="21890" cy="992"/>
                        </a:xfrm>
                      </wpg:grpSpPr>
                      <wps:wsp>
                        <wps:cNvPr id="6" name="Freeform 354"/>
                        <wps:cNvSpPr>
                          <a:spLocks/>
                        </wps:cNvSpPr>
                        <wps:spPr bwMode="auto">
                          <a:xfrm>
                            <a:off x="1649" y="5364"/>
                            <a:ext cx="20979" cy="0"/>
                          </a:xfrm>
                          <a:custGeom>
                            <a:avLst/>
                            <a:gdLst>
                              <a:gd name="T0" fmla="+- 0 1649 1649"/>
                              <a:gd name="T1" fmla="*/ T0 w 20979"/>
                              <a:gd name="T2" fmla="+- 0 22628 1649"/>
                              <a:gd name="T3" fmla="*/ T2 w 209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979">
                                <a:moveTo>
                                  <a:pt x="0" y="0"/>
                                </a:moveTo>
                                <a:lnTo>
                                  <a:pt x="20979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55"/>
                        <wps:cNvSpPr>
                          <a:spLocks/>
                        </wps:cNvSpPr>
                        <wps:spPr bwMode="auto">
                          <a:xfrm>
                            <a:off x="1649" y="6336"/>
                            <a:ext cx="20979" cy="0"/>
                          </a:xfrm>
                          <a:custGeom>
                            <a:avLst/>
                            <a:gdLst>
                              <a:gd name="T0" fmla="+- 0 1649 1649"/>
                              <a:gd name="T1" fmla="*/ T0 w 20979"/>
                              <a:gd name="T2" fmla="+- 0 22628 1649"/>
                              <a:gd name="T3" fmla="*/ T2 w 209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979">
                                <a:moveTo>
                                  <a:pt x="0" y="0"/>
                                </a:moveTo>
                                <a:lnTo>
                                  <a:pt x="20979" y="0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356"/>
                        <wps:cNvSpPr>
                          <a:spLocks/>
                        </wps:cNvSpPr>
                        <wps:spPr bwMode="auto">
                          <a:xfrm>
                            <a:off x="1203" y="5810"/>
                            <a:ext cx="0" cy="81"/>
                          </a:xfrm>
                          <a:custGeom>
                            <a:avLst/>
                            <a:gdLst>
                              <a:gd name="T0" fmla="+- 0 5810 5810"/>
                              <a:gd name="T1" fmla="*/ 5810 h 81"/>
                              <a:gd name="T2" fmla="+- 0 5891 5810"/>
                              <a:gd name="T3" fmla="*/ 5891 h 8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81">
                                <a:moveTo>
                                  <a:pt x="0" y="0"/>
                                </a:moveTo>
                                <a:lnTo>
                                  <a:pt x="0" y="81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357"/>
                        <wps:cNvSpPr>
                          <a:spLocks/>
                        </wps:cNvSpPr>
                        <wps:spPr bwMode="auto">
                          <a:xfrm>
                            <a:off x="1203" y="5891"/>
                            <a:ext cx="445" cy="445"/>
                          </a:xfrm>
                          <a:custGeom>
                            <a:avLst/>
                            <a:gdLst>
                              <a:gd name="T0" fmla="+- 0 1203 1203"/>
                              <a:gd name="T1" fmla="*/ T0 w 445"/>
                              <a:gd name="T2" fmla="+- 0 5891 5891"/>
                              <a:gd name="T3" fmla="*/ 5891 h 445"/>
                              <a:gd name="T4" fmla="+- 0 1205 1203"/>
                              <a:gd name="T5" fmla="*/ T4 w 445"/>
                              <a:gd name="T6" fmla="+- 0 5927 5891"/>
                              <a:gd name="T7" fmla="*/ 5927 h 445"/>
                              <a:gd name="T8" fmla="+- 0 1209 1203"/>
                              <a:gd name="T9" fmla="*/ T8 w 445"/>
                              <a:gd name="T10" fmla="+- 0 5963 5891"/>
                              <a:gd name="T11" fmla="*/ 5963 h 445"/>
                              <a:gd name="T12" fmla="+- 0 1216 1203"/>
                              <a:gd name="T13" fmla="*/ T12 w 445"/>
                              <a:gd name="T14" fmla="+- 0 5998 5891"/>
                              <a:gd name="T15" fmla="*/ 5998 h 445"/>
                              <a:gd name="T16" fmla="+- 0 1226 1203"/>
                              <a:gd name="T17" fmla="*/ T16 w 445"/>
                              <a:gd name="T18" fmla="+- 0 6032 5891"/>
                              <a:gd name="T19" fmla="*/ 6032 h 445"/>
                              <a:gd name="T20" fmla="+- 0 1238 1203"/>
                              <a:gd name="T21" fmla="*/ T20 w 445"/>
                              <a:gd name="T22" fmla="+- 0 6064 5891"/>
                              <a:gd name="T23" fmla="*/ 6064 h 445"/>
                              <a:gd name="T24" fmla="+- 0 1253 1203"/>
                              <a:gd name="T25" fmla="*/ T24 w 445"/>
                              <a:gd name="T26" fmla="+- 0 6096 5891"/>
                              <a:gd name="T27" fmla="*/ 6096 h 445"/>
                              <a:gd name="T28" fmla="+- 0 1270 1203"/>
                              <a:gd name="T29" fmla="*/ T28 w 445"/>
                              <a:gd name="T30" fmla="+- 0 6126 5891"/>
                              <a:gd name="T31" fmla="*/ 6126 h 445"/>
                              <a:gd name="T32" fmla="+- 0 1289 1203"/>
                              <a:gd name="T33" fmla="*/ T32 w 445"/>
                              <a:gd name="T34" fmla="+- 0 6154 5891"/>
                              <a:gd name="T35" fmla="*/ 6154 h 445"/>
                              <a:gd name="T36" fmla="+- 0 1310 1203"/>
                              <a:gd name="T37" fmla="*/ T36 w 445"/>
                              <a:gd name="T38" fmla="+- 0 6181 5891"/>
                              <a:gd name="T39" fmla="*/ 6181 h 445"/>
                              <a:gd name="T40" fmla="+- 0 1334 1203"/>
                              <a:gd name="T41" fmla="*/ T40 w 445"/>
                              <a:gd name="T42" fmla="+- 0 6206 5891"/>
                              <a:gd name="T43" fmla="*/ 6206 h 445"/>
                              <a:gd name="T44" fmla="+- 0 1359 1203"/>
                              <a:gd name="T45" fmla="*/ T44 w 445"/>
                              <a:gd name="T46" fmla="+- 0 6229 5891"/>
                              <a:gd name="T47" fmla="*/ 6229 h 445"/>
                              <a:gd name="T48" fmla="+- 0 1386 1203"/>
                              <a:gd name="T49" fmla="*/ T48 w 445"/>
                              <a:gd name="T50" fmla="+- 0 6250 5891"/>
                              <a:gd name="T51" fmla="*/ 6250 h 445"/>
                              <a:gd name="T52" fmla="+- 0 1414 1203"/>
                              <a:gd name="T53" fmla="*/ T52 w 445"/>
                              <a:gd name="T54" fmla="+- 0 6270 5891"/>
                              <a:gd name="T55" fmla="*/ 6270 h 445"/>
                              <a:gd name="T56" fmla="+- 0 1444 1203"/>
                              <a:gd name="T57" fmla="*/ T56 w 445"/>
                              <a:gd name="T58" fmla="+- 0 6287 5891"/>
                              <a:gd name="T59" fmla="*/ 6287 h 445"/>
                              <a:gd name="T60" fmla="+- 0 1475 1203"/>
                              <a:gd name="T61" fmla="*/ T60 w 445"/>
                              <a:gd name="T62" fmla="+- 0 6301 5891"/>
                              <a:gd name="T63" fmla="*/ 6301 h 445"/>
                              <a:gd name="T64" fmla="+- 0 1508 1203"/>
                              <a:gd name="T65" fmla="*/ T64 w 445"/>
                              <a:gd name="T66" fmla="+- 0 6314 5891"/>
                              <a:gd name="T67" fmla="*/ 6314 h 445"/>
                              <a:gd name="T68" fmla="+- 0 1542 1203"/>
                              <a:gd name="T69" fmla="*/ T68 w 445"/>
                              <a:gd name="T70" fmla="+- 0 6323 5891"/>
                              <a:gd name="T71" fmla="*/ 6323 h 445"/>
                              <a:gd name="T72" fmla="+- 0 1576 1203"/>
                              <a:gd name="T73" fmla="*/ T72 w 445"/>
                              <a:gd name="T74" fmla="+- 0 6331 5891"/>
                              <a:gd name="T75" fmla="*/ 6331 h 445"/>
                              <a:gd name="T76" fmla="+- 0 1612 1203"/>
                              <a:gd name="T77" fmla="*/ T76 w 445"/>
                              <a:gd name="T78" fmla="+- 0 6335 5891"/>
                              <a:gd name="T79" fmla="*/ 6335 h 445"/>
                              <a:gd name="T80" fmla="+- 0 1649 1203"/>
                              <a:gd name="T81" fmla="*/ T80 w 445"/>
                              <a:gd name="T82" fmla="+- 0 6336 5891"/>
                              <a:gd name="T83" fmla="*/ 6336 h 4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45" h="445">
                                <a:moveTo>
                                  <a:pt x="0" y="0"/>
                                </a:moveTo>
                                <a:lnTo>
                                  <a:pt x="2" y="36"/>
                                </a:lnTo>
                                <a:lnTo>
                                  <a:pt x="6" y="72"/>
                                </a:lnTo>
                                <a:lnTo>
                                  <a:pt x="13" y="107"/>
                                </a:lnTo>
                                <a:lnTo>
                                  <a:pt x="23" y="141"/>
                                </a:lnTo>
                                <a:lnTo>
                                  <a:pt x="35" y="173"/>
                                </a:lnTo>
                                <a:lnTo>
                                  <a:pt x="50" y="205"/>
                                </a:lnTo>
                                <a:lnTo>
                                  <a:pt x="67" y="235"/>
                                </a:lnTo>
                                <a:lnTo>
                                  <a:pt x="86" y="263"/>
                                </a:lnTo>
                                <a:lnTo>
                                  <a:pt x="107" y="290"/>
                                </a:lnTo>
                                <a:lnTo>
                                  <a:pt x="131" y="315"/>
                                </a:lnTo>
                                <a:lnTo>
                                  <a:pt x="156" y="338"/>
                                </a:lnTo>
                                <a:lnTo>
                                  <a:pt x="183" y="359"/>
                                </a:lnTo>
                                <a:lnTo>
                                  <a:pt x="211" y="379"/>
                                </a:lnTo>
                                <a:lnTo>
                                  <a:pt x="241" y="396"/>
                                </a:lnTo>
                                <a:lnTo>
                                  <a:pt x="272" y="410"/>
                                </a:lnTo>
                                <a:lnTo>
                                  <a:pt x="305" y="423"/>
                                </a:lnTo>
                                <a:lnTo>
                                  <a:pt x="339" y="432"/>
                                </a:lnTo>
                                <a:lnTo>
                                  <a:pt x="373" y="440"/>
                                </a:lnTo>
                                <a:lnTo>
                                  <a:pt x="409" y="444"/>
                                </a:lnTo>
                                <a:lnTo>
                                  <a:pt x="446" y="445"/>
                                </a:lnTo>
                              </a:path>
                            </a:pathLst>
                          </a:custGeom>
                          <a:noFill/>
                          <a:ln w="12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358"/>
                        <wps:cNvSpPr>
                          <a:spLocks/>
                        </wps:cNvSpPr>
                        <wps:spPr bwMode="auto">
                          <a:xfrm>
                            <a:off x="23073" y="5810"/>
                            <a:ext cx="0" cy="81"/>
                          </a:xfrm>
                          <a:custGeom>
                            <a:avLst/>
                            <a:gdLst>
                              <a:gd name="T0" fmla="+- 0 5810 5810"/>
                              <a:gd name="T1" fmla="*/ 5810 h 81"/>
                              <a:gd name="T2" fmla="+- 0 5891 5810"/>
                              <a:gd name="T3" fmla="*/ 5891 h 8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81">
                                <a:moveTo>
                                  <a:pt x="0" y="0"/>
                                </a:moveTo>
                                <a:lnTo>
                                  <a:pt x="0" y="81"/>
                                </a:lnTo>
                              </a:path>
                            </a:pathLst>
                          </a:custGeom>
                          <a:noFill/>
                          <a:ln w="1285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359"/>
                        <wps:cNvSpPr>
                          <a:spLocks/>
                        </wps:cNvSpPr>
                        <wps:spPr bwMode="auto">
                          <a:xfrm>
                            <a:off x="22628" y="5891"/>
                            <a:ext cx="445" cy="445"/>
                          </a:xfrm>
                          <a:custGeom>
                            <a:avLst/>
                            <a:gdLst>
                              <a:gd name="T0" fmla="+- 0 22628 22628"/>
                              <a:gd name="T1" fmla="*/ T0 w 445"/>
                              <a:gd name="T2" fmla="+- 0 6336 5891"/>
                              <a:gd name="T3" fmla="*/ 6336 h 445"/>
                              <a:gd name="T4" fmla="+- 0 22664 22628"/>
                              <a:gd name="T5" fmla="*/ T4 w 445"/>
                              <a:gd name="T6" fmla="+- 0 6335 5891"/>
                              <a:gd name="T7" fmla="*/ 6335 h 445"/>
                              <a:gd name="T8" fmla="+- 0 22700 22628"/>
                              <a:gd name="T9" fmla="*/ T8 w 445"/>
                              <a:gd name="T10" fmla="+- 0 6331 5891"/>
                              <a:gd name="T11" fmla="*/ 6331 h 445"/>
                              <a:gd name="T12" fmla="+- 0 22735 22628"/>
                              <a:gd name="T13" fmla="*/ T12 w 445"/>
                              <a:gd name="T14" fmla="+- 0 6323 5891"/>
                              <a:gd name="T15" fmla="*/ 6323 h 445"/>
                              <a:gd name="T16" fmla="+- 0 22768 22628"/>
                              <a:gd name="T17" fmla="*/ T16 w 445"/>
                              <a:gd name="T18" fmla="+- 0 6314 5891"/>
                              <a:gd name="T19" fmla="*/ 6314 h 445"/>
                              <a:gd name="T20" fmla="+- 0 22801 22628"/>
                              <a:gd name="T21" fmla="*/ T20 w 445"/>
                              <a:gd name="T22" fmla="+- 0 6301 5891"/>
                              <a:gd name="T23" fmla="*/ 6301 h 445"/>
                              <a:gd name="T24" fmla="+- 0 22832 22628"/>
                              <a:gd name="T25" fmla="*/ T24 w 445"/>
                              <a:gd name="T26" fmla="+- 0 6287 5891"/>
                              <a:gd name="T27" fmla="*/ 6287 h 445"/>
                              <a:gd name="T28" fmla="+- 0 22862 22628"/>
                              <a:gd name="T29" fmla="*/ T28 w 445"/>
                              <a:gd name="T30" fmla="+- 0 6270 5891"/>
                              <a:gd name="T31" fmla="*/ 6270 h 445"/>
                              <a:gd name="T32" fmla="+- 0 22891 22628"/>
                              <a:gd name="T33" fmla="*/ T32 w 445"/>
                              <a:gd name="T34" fmla="+- 0 6250 5891"/>
                              <a:gd name="T35" fmla="*/ 6250 h 445"/>
                              <a:gd name="T36" fmla="+- 0 22918 22628"/>
                              <a:gd name="T37" fmla="*/ T36 w 445"/>
                              <a:gd name="T38" fmla="+- 0 6229 5891"/>
                              <a:gd name="T39" fmla="*/ 6229 h 445"/>
                              <a:gd name="T40" fmla="+- 0 22943 22628"/>
                              <a:gd name="T41" fmla="*/ T40 w 445"/>
                              <a:gd name="T42" fmla="+- 0 6206 5891"/>
                              <a:gd name="T43" fmla="*/ 6206 h 445"/>
                              <a:gd name="T44" fmla="+- 0 22966 22628"/>
                              <a:gd name="T45" fmla="*/ T44 w 445"/>
                              <a:gd name="T46" fmla="+- 0 6181 5891"/>
                              <a:gd name="T47" fmla="*/ 6181 h 445"/>
                              <a:gd name="T48" fmla="+- 0 22987 22628"/>
                              <a:gd name="T49" fmla="*/ T48 w 445"/>
                              <a:gd name="T50" fmla="+- 0 6154 5891"/>
                              <a:gd name="T51" fmla="*/ 6154 h 445"/>
                              <a:gd name="T52" fmla="+- 0 23006 22628"/>
                              <a:gd name="T53" fmla="*/ T52 w 445"/>
                              <a:gd name="T54" fmla="+- 0 6126 5891"/>
                              <a:gd name="T55" fmla="*/ 6126 h 445"/>
                              <a:gd name="T56" fmla="+- 0 23023 22628"/>
                              <a:gd name="T57" fmla="*/ T56 w 445"/>
                              <a:gd name="T58" fmla="+- 0 6096 5891"/>
                              <a:gd name="T59" fmla="*/ 6096 h 445"/>
                              <a:gd name="T60" fmla="+- 0 23038 22628"/>
                              <a:gd name="T61" fmla="*/ T60 w 445"/>
                              <a:gd name="T62" fmla="+- 0 6064 5891"/>
                              <a:gd name="T63" fmla="*/ 6064 h 445"/>
                              <a:gd name="T64" fmla="+- 0 23050 22628"/>
                              <a:gd name="T65" fmla="*/ T64 w 445"/>
                              <a:gd name="T66" fmla="+- 0 6032 5891"/>
                              <a:gd name="T67" fmla="*/ 6032 h 445"/>
                              <a:gd name="T68" fmla="+- 0 23060 22628"/>
                              <a:gd name="T69" fmla="*/ T68 w 445"/>
                              <a:gd name="T70" fmla="+- 0 5998 5891"/>
                              <a:gd name="T71" fmla="*/ 5998 h 445"/>
                              <a:gd name="T72" fmla="+- 0 23067 22628"/>
                              <a:gd name="T73" fmla="*/ T72 w 445"/>
                              <a:gd name="T74" fmla="+- 0 5963 5891"/>
                              <a:gd name="T75" fmla="*/ 5963 h 445"/>
                              <a:gd name="T76" fmla="+- 0 23072 22628"/>
                              <a:gd name="T77" fmla="*/ T76 w 445"/>
                              <a:gd name="T78" fmla="+- 0 5927 5891"/>
                              <a:gd name="T79" fmla="*/ 5927 h 445"/>
                              <a:gd name="T80" fmla="+- 0 23073 22628"/>
                              <a:gd name="T81" fmla="*/ T80 w 445"/>
                              <a:gd name="T82" fmla="+- 0 5891 5891"/>
                              <a:gd name="T83" fmla="*/ 5891 h 4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45" h="445">
                                <a:moveTo>
                                  <a:pt x="0" y="445"/>
                                </a:moveTo>
                                <a:lnTo>
                                  <a:pt x="36" y="444"/>
                                </a:lnTo>
                                <a:lnTo>
                                  <a:pt x="72" y="440"/>
                                </a:lnTo>
                                <a:lnTo>
                                  <a:pt x="107" y="432"/>
                                </a:lnTo>
                                <a:lnTo>
                                  <a:pt x="140" y="423"/>
                                </a:lnTo>
                                <a:lnTo>
                                  <a:pt x="173" y="410"/>
                                </a:lnTo>
                                <a:lnTo>
                                  <a:pt x="204" y="396"/>
                                </a:lnTo>
                                <a:lnTo>
                                  <a:pt x="234" y="379"/>
                                </a:lnTo>
                                <a:lnTo>
                                  <a:pt x="263" y="359"/>
                                </a:lnTo>
                                <a:lnTo>
                                  <a:pt x="290" y="338"/>
                                </a:lnTo>
                                <a:lnTo>
                                  <a:pt x="315" y="315"/>
                                </a:lnTo>
                                <a:lnTo>
                                  <a:pt x="338" y="290"/>
                                </a:lnTo>
                                <a:lnTo>
                                  <a:pt x="359" y="263"/>
                                </a:lnTo>
                                <a:lnTo>
                                  <a:pt x="378" y="235"/>
                                </a:lnTo>
                                <a:lnTo>
                                  <a:pt x="395" y="205"/>
                                </a:lnTo>
                                <a:lnTo>
                                  <a:pt x="410" y="173"/>
                                </a:lnTo>
                                <a:lnTo>
                                  <a:pt x="422" y="141"/>
                                </a:lnTo>
                                <a:lnTo>
                                  <a:pt x="432" y="107"/>
                                </a:lnTo>
                                <a:lnTo>
                                  <a:pt x="439" y="72"/>
                                </a:lnTo>
                                <a:lnTo>
                                  <a:pt x="444" y="36"/>
                                </a:lnTo>
                                <a:lnTo>
                                  <a:pt x="445" y="0"/>
                                </a:lnTo>
                              </a:path>
                            </a:pathLst>
                          </a:custGeom>
                          <a:noFill/>
                          <a:ln w="12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360"/>
                        <wps:cNvSpPr>
                          <a:spLocks/>
                        </wps:cNvSpPr>
                        <wps:spPr bwMode="auto">
                          <a:xfrm>
                            <a:off x="22628" y="5364"/>
                            <a:ext cx="445" cy="445"/>
                          </a:xfrm>
                          <a:custGeom>
                            <a:avLst/>
                            <a:gdLst>
                              <a:gd name="T0" fmla="+- 0 23073 22628"/>
                              <a:gd name="T1" fmla="*/ T0 w 445"/>
                              <a:gd name="T2" fmla="+- 0 5810 5364"/>
                              <a:gd name="T3" fmla="*/ 5810 h 445"/>
                              <a:gd name="T4" fmla="+- 0 23072 22628"/>
                              <a:gd name="T5" fmla="*/ T4 w 445"/>
                              <a:gd name="T6" fmla="+- 0 5773 5364"/>
                              <a:gd name="T7" fmla="*/ 5773 h 445"/>
                              <a:gd name="T8" fmla="+- 0 23067 22628"/>
                              <a:gd name="T9" fmla="*/ T8 w 445"/>
                              <a:gd name="T10" fmla="+- 0 5738 5364"/>
                              <a:gd name="T11" fmla="*/ 5738 h 445"/>
                              <a:gd name="T12" fmla="+- 0 23060 22628"/>
                              <a:gd name="T13" fmla="*/ T12 w 445"/>
                              <a:gd name="T14" fmla="+- 0 5703 5364"/>
                              <a:gd name="T15" fmla="*/ 5703 h 445"/>
                              <a:gd name="T16" fmla="+- 0 23050 22628"/>
                              <a:gd name="T17" fmla="*/ T16 w 445"/>
                              <a:gd name="T18" fmla="+- 0 5669 5364"/>
                              <a:gd name="T19" fmla="*/ 5669 h 445"/>
                              <a:gd name="T20" fmla="+- 0 23038 22628"/>
                              <a:gd name="T21" fmla="*/ T20 w 445"/>
                              <a:gd name="T22" fmla="+- 0 5636 5364"/>
                              <a:gd name="T23" fmla="*/ 5636 h 445"/>
                              <a:gd name="T24" fmla="+- 0 23023 22628"/>
                              <a:gd name="T25" fmla="*/ T24 w 445"/>
                              <a:gd name="T26" fmla="+- 0 5605 5364"/>
                              <a:gd name="T27" fmla="*/ 5605 h 445"/>
                              <a:gd name="T28" fmla="+- 0 23006 22628"/>
                              <a:gd name="T29" fmla="*/ T28 w 445"/>
                              <a:gd name="T30" fmla="+- 0 5575 5364"/>
                              <a:gd name="T31" fmla="*/ 5575 h 445"/>
                              <a:gd name="T32" fmla="+- 0 22987 22628"/>
                              <a:gd name="T33" fmla="*/ T32 w 445"/>
                              <a:gd name="T34" fmla="+- 0 5547 5364"/>
                              <a:gd name="T35" fmla="*/ 5547 h 445"/>
                              <a:gd name="T36" fmla="+- 0 22966 22628"/>
                              <a:gd name="T37" fmla="*/ T36 w 445"/>
                              <a:gd name="T38" fmla="+- 0 5520 5364"/>
                              <a:gd name="T39" fmla="*/ 5520 h 445"/>
                              <a:gd name="T40" fmla="+- 0 22943 22628"/>
                              <a:gd name="T41" fmla="*/ T40 w 445"/>
                              <a:gd name="T42" fmla="+- 0 5495 5364"/>
                              <a:gd name="T43" fmla="*/ 5495 h 445"/>
                              <a:gd name="T44" fmla="+- 0 22918 22628"/>
                              <a:gd name="T45" fmla="*/ T44 w 445"/>
                              <a:gd name="T46" fmla="+- 0 5472 5364"/>
                              <a:gd name="T47" fmla="*/ 5472 h 445"/>
                              <a:gd name="T48" fmla="+- 0 22891 22628"/>
                              <a:gd name="T49" fmla="*/ T48 w 445"/>
                              <a:gd name="T50" fmla="+- 0 5450 5364"/>
                              <a:gd name="T51" fmla="*/ 5450 h 445"/>
                              <a:gd name="T52" fmla="+- 0 22862 22628"/>
                              <a:gd name="T53" fmla="*/ T52 w 445"/>
                              <a:gd name="T54" fmla="+- 0 5431 5364"/>
                              <a:gd name="T55" fmla="*/ 5431 h 445"/>
                              <a:gd name="T56" fmla="+- 0 22832 22628"/>
                              <a:gd name="T57" fmla="*/ T56 w 445"/>
                              <a:gd name="T58" fmla="+- 0 5414 5364"/>
                              <a:gd name="T59" fmla="*/ 5414 h 445"/>
                              <a:gd name="T60" fmla="+- 0 22801 22628"/>
                              <a:gd name="T61" fmla="*/ T60 w 445"/>
                              <a:gd name="T62" fmla="+- 0 5399 5364"/>
                              <a:gd name="T63" fmla="*/ 5399 h 445"/>
                              <a:gd name="T64" fmla="+- 0 22768 22628"/>
                              <a:gd name="T65" fmla="*/ T64 w 445"/>
                              <a:gd name="T66" fmla="+- 0 5387 5364"/>
                              <a:gd name="T67" fmla="*/ 5387 h 445"/>
                              <a:gd name="T68" fmla="+- 0 22735 22628"/>
                              <a:gd name="T69" fmla="*/ T68 w 445"/>
                              <a:gd name="T70" fmla="+- 0 5377 5364"/>
                              <a:gd name="T71" fmla="*/ 5377 h 445"/>
                              <a:gd name="T72" fmla="+- 0 22700 22628"/>
                              <a:gd name="T73" fmla="*/ T72 w 445"/>
                              <a:gd name="T74" fmla="+- 0 5370 5364"/>
                              <a:gd name="T75" fmla="*/ 5370 h 445"/>
                              <a:gd name="T76" fmla="+- 0 22664 22628"/>
                              <a:gd name="T77" fmla="*/ T76 w 445"/>
                              <a:gd name="T78" fmla="+- 0 5366 5364"/>
                              <a:gd name="T79" fmla="*/ 5366 h 445"/>
                              <a:gd name="T80" fmla="+- 0 22628 22628"/>
                              <a:gd name="T81" fmla="*/ T80 w 445"/>
                              <a:gd name="T82" fmla="+- 0 5364 5364"/>
                              <a:gd name="T83" fmla="*/ 5364 h 4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45" h="445">
                                <a:moveTo>
                                  <a:pt x="445" y="446"/>
                                </a:moveTo>
                                <a:lnTo>
                                  <a:pt x="444" y="409"/>
                                </a:lnTo>
                                <a:lnTo>
                                  <a:pt x="439" y="374"/>
                                </a:lnTo>
                                <a:lnTo>
                                  <a:pt x="432" y="339"/>
                                </a:lnTo>
                                <a:lnTo>
                                  <a:pt x="422" y="305"/>
                                </a:lnTo>
                                <a:lnTo>
                                  <a:pt x="410" y="272"/>
                                </a:lnTo>
                                <a:lnTo>
                                  <a:pt x="395" y="241"/>
                                </a:lnTo>
                                <a:lnTo>
                                  <a:pt x="378" y="211"/>
                                </a:lnTo>
                                <a:lnTo>
                                  <a:pt x="359" y="183"/>
                                </a:lnTo>
                                <a:lnTo>
                                  <a:pt x="338" y="156"/>
                                </a:lnTo>
                                <a:lnTo>
                                  <a:pt x="315" y="131"/>
                                </a:lnTo>
                                <a:lnTo>
                                  <a:pt x="290" y="108"/>
                                </a:lnTo>
                                <a:lnTo>
                                  <a:pt x="263" y="86"/>
                                </a:lnTo>
                                <a:lnTo>
                                  <a:pt x="234" y="67"/>
                                </a:lnTo>
                                <a:lnTo>
                                  <a:pt x="204" y="50"/>
                                </a:lnTo>
                                <a:lnTo>
                                  <a:pt x="173" y="35"/>
                                </a:lnTo>
                                <a:lnTo>
                                  <a:pt x="140" y="23"/>
                                </a:lnTo>
                                <a:lnTo>
                                  <a:pt x="107" y="13"/>
                                </a:lnTo>
                                <a:lnTo>
                                  <a:pt x="72" y="6"/>
                                </a:lnTo>
                                <a:lnTo>
                                  <a:pt x="36" y="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361"/>
                        <wps:cNvSpPr>
                          <a:spLocks/>
                        </wps:cNvSpPr>
                        <wps:spPr bwMode="auto">
                          <a:xfrm>
                            <a:off x="1203" y="5364"/>
                            <a:ext cx="445" cy="445"/>
                          </a:xfrm>
                          <a:custGeom>
                            <a:avLst/>
                            <a:gdLst>
                              <a:gd name="T0" fmla="+- 0 1649 1203"/>
                              <a:gd name="T1" fmla="*/ T0 w 445"/>
                              <a:gd name="T2" fmla="+- 0 5364 5364"/>
                              <a:gd name="T3" fmla="*/ 5364 h 445"/>
                              <a:gd name="T4" fmla="+- 0 1612 1203"/>
                              <a:gd name="T5" fmla="*/ T4 w 445"/>
                              <a:gd name="T6" fmla="+- 0 5366 5364"/>
                              <a:gd name="T7" fmla="*/ 5366 h 445"/>
                              <a:gd name="T8" fmla="+- 0 1576 1203"/>
                              <a:gd name="T9" fmla="*/ T8 w 445"/>
                              <a:gd name="T10" fmla="+- 0 5370 5364"/>
                              <a:gd name="T11" fmla="*/ 5370 h 445"/>
                              <a:gd name="T12" fmla="+- 0 1542 1203"/>
                              <a:gd name="T13" fmla="*/ T12 w 445"/>
                              <a:gd name="T14" fmla="+- 0 5377 5364"/>
                              <a:gd name="T15" fmla="*/ 5377 h 445"/>
                              <a:gd name="T16" fmla="+- 0 1508 1203"/>
                              <a:gd name="T17" fmla="*/ T16 w 445"/>
                              <a:gd name="T18" fmla="+- 0 5387 5364"/>
                              <a:gd name="T19" fmla="*/ 5387 h 445"/>
                              <a:gd name="T20" fmla="+- 0 1475 1203"/>
                              <a:gd name="T21" fmla="*/ T20 w 445"/>
                              <a:gd name="T22" fmla="+- 0 5399 5364"/>
                              <a:gd name="T23" fmla="*/ 5399 h 445"/>
                              <a:gd name="T24" fmla="+- 0 1444 1203"/>
                              <a:gd name="T25" fmla="*/ T24 w 445"/>
                              <a:gd name="T26" fmla="+- 0 5414 5364"/>
                              <a:gd name="T27" fmla="*/ 5414 h 445"/>
                              <a:gd name="T28" fmla="+- 0 1414 1203"/>
                              <a:gd name="T29" fmla="*/ T28 w 445"/>
                              <a:gd name="T30" fmla="+- 0 5431 5364"/>
                              <a:gd name="T31" fmla="*/ 5431 h 445"/>
                              <a:gd name="T32" fmla="+- 0 1386 1203"/>
                              <a:gd name="T33" fmla="*/ T32 w 445"/>
                              <a:gd name="T34" fmla="+- 0 5450 5364"/>
                              <a:gd name="T35" fmla="*/ 5450 h 445"/>
                              <a:gd name="T36" fmla="+- 0 1359 1203"/>
                              <a:gd name="T37" fmla="*/ T36 w 445"/>
                              <a:gd name="T38" fmla="+- 0 5472 5364"/>
                              <a:gd name="T39" fmla="*/ 5472 h 445"/>
                              <a:gd name="T40" fmla="+- 0 1334 1203"/>
                              <a:gd name="T41" fmla="*/ T40 w 445"/>
                              <a:gd name="T42" fmla="+- 0 5495 5364"/>
                              <a:gd name="T43" fmla="*/ 5495 h 445"/>
                              <a:gd name="T44" fmla="+- 0 1310 1203"/>
                              <a:gd name="T45" fmla="*/ T44 w 445"/>
                              <a:gd name="T46" fmla="+- 0 5520 5364"/>
                              <a:gd name="T47" fmla="*/ 5520 h 445"/>
                              <a:gd name="T48" fmla="+- 0 1289 1203"/>
                              <a:gd name="T49" fmla="*/ T48 w 445"/>
                              <a:gd name="T50" fmla="+- 0 5547 5364"/>
                              <a:gd name="T51" fmla="*/ 5547 h 445"/>
                              <a:gd name="T52" fmla="+- 0 1270 1203"/>
                              <a:gd name="T53" fmla="*/ T52 w 445"/>
                              <a:gd name="T54" fmla="+- 0 5575 5364"/>
                              <a:gd name="T55" fmla="*/ 5575 h 445"/>
                              <a:gd name="T56" fmla="+- 0 1253 1203"/>
                              <a:gd name="T57" fmla="*/ T56 w 445"/>
                              <a:gd name="T58" fmla="+- 0 5605 5364"/>
                              <a:gd name="T59" fmla="*/ 5605 h 445"/>
                              <a:gd name="T60" fmla="+- 0 1238 1203"/>
                              <a:gd name="T61" fmla="*/ T60 w 445"/>
                              <a:gd name="T62" fmla="+- 0 5636 5364"/>
                              <a:gd name="T63" fmla="*/ 5636 h 445"/>
                              <a:gd name="T64" fmla="+- 0 1226 1203"/>
                              <a:gd name="T65" fmla="*/ T64 w 445"/>
                              <a:gd name="T66" fmla="+- 0 5669 5364"/>
                              <a:gd name="T67" fmla="*/ 5669 h 445"/>
                              <a:gd name="T68" fmla="+- 0 1216 1203"/>
                              <a:gd name="T69" fmla="*/ T68 w 445"/>
                              <a:gd name="T70" fmla="+- 0 5703 5364"/>
                              <a:gd name="T71" fmla="*/ 5703 h 445"/>
                              <a:gd name="T72" fmla="+- 0 1209 1203"/>
                              <a:gd name="T73" fmla="*/ T72 w 445"/>
                              <a:gd name="T74" fmla="+- 0 5738 5364"/>
                              <a:gd name="T75" fmla="*/ 5738 h 445"/>
                              <a:gd name="T76" fmla="+- 0 1205 1203"/>
                              <a:gd name="T77" fmla="*/ T76 w 445"/>
                              <a:gd name="T78" fmla="+- 0 5773 5364"/>
                              <a:gd name="T79" fmla="*/ 5773 h 445"/>
                              <a:gd name="T80" fmla="+- 0 1203 1203"/>
                              <a:gd name="T81" fmla="*/ T80 w 445"/>
                              <a:gd name="T82" fmla="+- 0 5810 5364"/>
                              <a:gd name="T83" fmla="*/ 5810 h 4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45" h="445">
                                <a:moveTo>
                                  <a:pt x="446" y="0"/>
                                </a:moveTo>
                                <a:lnTo>
                                  <a:pt x="409" y="2"/>
                                </a:lnTo>
                                <a:lnTo>
                                  <a:pt x="373" y="6"/>
                                </a:lnTo>
                                <a:lnTo>
                                  <a:pt x="339" y="13"/>
                                </a:lnTo>
                                <a:lnTo>
                                  <a:pt x="305" y="23"/>
                                </a:lnTo>
                                <a:lnTo>
                                  <a:pt x="272" y="35"/>
                                </a:lnTo>
                                <a:lnTo>
                                  <a:pt x="241" y="50"/>
                                </a:lnTo>
                                <a:lnTo>
                                  <a:pt x="211" y="67"/>
                                </a:lnTo>
                                <a:lnTo>
                                  <a:pt x="183" y="86"/>
                                </a:lnTo>
                                <a:lnTo>
                                  <a:pt x="156" y="108"/>
                                </a:lnTo>
                                <a:lnTo>
                                  <a:pt x="131" y="131"/>
                                </a:lnTo>
                                <a:lnTo>
                                  <a:pt x="107" y="156"/>
                                </a:lnTo>
                                <a:lnTo>
                                  <a:pt x="86" y="183"/>
                                </a:lnTo>
                                <a:lnTo>
                                  <a:pt x="67" y="211"/>
                                </a:lnTo>
                                <a:lnTo>
                                  <a:pt x="50" y="241"/>
                                </a:lnTo>
                                <a:lnTo>
                                  <a:pt x="35" y="272"/>
                                </a:lnTo>
                                <a:lnTo>
                                  <a:pt x="23" y="305"/>
                                </a:lnTo>
                                <a:lnTo>
                                  <a:pt x="13" y="339"/>
                                </a:lnTo>
                                <a:lnTo>
                                  <a:pt x="6" y="374"/>
                                </a:lnTo>
                                <a:lnTo>
                                  <a:pt x="2" y="409"/>
                                </a:lnTo>
                                <a:lnTo>
                                  <a:pt x="0" y="446"/>
                                </a:lnTo>
                              </a:path>
                            </a:pathLst>
                          </a:custGeom>
                          <a:noFill/>
                          <a:ln w="12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4100BC" id="Group 4" o:spid="_x0000_s1026" style="position:absolute;margin-left:0;margin-top:-6.85pt;width:1094.5pt;height:65pt;z-index:-251528192;mso-position-horizontal:left;mso-position-horizontal-relative:margin;mso-position-vertical-relative:margin" coordorigin="1193,5354" coordsize="21890,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">
                <v:shape id="Freeform 354" o:spid="_x0000_s1027" style="position:absolute;left:1649;top:5364;width:20979;height:0;visibility:visible;mso-wrap-style:square;v-text-anchor:top" coordsize="2097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" path="m,l20979,e" filled="f" strokeweight=".357mm">
                  <v:path arrowok="t" o:connecttype="custom" o:connectlocs="0,0;20979,0" o:connectangles="0,0"/>
                </v:shape>
                <v:shape id="Freeform 355" o:spid="_x0000_s1028" style="position:absolute;left:1649;top:6336;width:20979;height:0;visibility:visible;mso-wrap-style:square;v-text-anchor:top" coordsize="2097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" path="m,l20979,e" filled="f" strokeweight=".357mm">
                  <v:path arrowok="t" o:connecttype="custom" o:connectlocs="0,0;20979,0" o:connectangles="0,0"/>
                </v:shape>
                <v:shape id="Freeform 356" o:spid="_x0000_s1029" style="position:absolute;left:1203;top:5810;width:0;height:81;visibility:visible;mso-wrap-style:square;v-text-anchor:top" coordsize="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" path="m,l,81e" filled="f" strokeweight=".357mm">
                  <v:path arrowok="t" o:connecttype="custom" o:connectlocs="0,5810;0,5891" o:connectangles="0,0"/>
                </v:shape>
                <v:shape id="Freeform 357" o:spid="_x0000_s1030" style="position:absolute;left:1203;top:5891;width:445;height:445;visibility:visible;mso-wrap-style:square;v-text-anchor:top" coordsize="445,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" path="m,l2,36,6,72r7,35l23,141r12,32l50,205r17,30l86,263r21,27l131,315r25,23l183,359r28,20l241,396r31,14l305,423r34,9l373,440r36,4l446,445e" filled="f" strokeweight="1.01pt">
                  <v:path arrowok="t" o:connecttype="custom" o:connectlocs="0,5891;2,5927;6,5963;13,5998;23,6032;35,6064;50,6096;67,6126;86,6154;107,6181;131,6206;156,6229;183,6250;211,6270;241,6287;272,6301;305,6314;339,6323;373,6331;409,6335;446,6336" o:connectangles="0,0,0,0,0,0,0,0,0,0,0,0,0,0,0,0,0,0,0,0,0"/>
                </v:shape>
                <v:shape id="Freeform 358" o:spid="_x0000_s1031" style="position:absolute;left:23073;top:5810;width:0;height:81;visibility:visible;mso-wrap-style:square;v-text-anchor:top" coordsize="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" path="m,l,81e" filled="f" strokeweight=".357mm">
                  <v:path arrowok="t" o:connecttype="custom" o:connectlocs="0,5810;0,5891" o:connectangles="0,0"/>
                </v:shape>
                <v:shape id="Freeform 359" o:spid="_x0000_s1032" style="position:absolute;left:22628;top:5891;width:445;height:445;visibility:visible;mso-wrap-style:square;v-text-anchor:top" coordsize="445,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" path="m,445r36,-1l72,440r35,-8l140,423r33,-13l204,396r30,-17l263,359r27,-21l315,315r23,-25l359,263r19,-28l395,205r15,-32l422,141r10,-34l439,72r5,-36l445,e" filled="f" strokeweight="1.01pt">
                  <v:path arrowok="t" o:connecttype="custom" o:connectlocs="0,6336;36,6335;72,6331;107,6323;140,6314;173,6301;204,6287;234,6270;263,6250;290,6229;315,6206;338,6181;359,6154;378,6126;395,6096;410,6064;422,6032;432,5998;439,5963;444,5927;445,5891" o:connectangles="0,0,0,0,0,0,0,0,0,0,0,0,0,0,0,0,0,0,0,0,0"/>
                </v:shape>
                <v:shape id="Freeform 360" o:spid="_x0000_s1033" style="position:absolute;left:22628;top:5364;width:445;height:445;visibility:visible;mso-wrap-style:square;v-text-anchor:top" coordsize="445,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" path="m445,446r-1,-37l439,374r-7,-35l422,305,410,272,395,241,378,211,359,183,338,156,315,131,290,108,263,86,234,67,204,50,173,35,140,23,107,13,72,6,36,2,,e" filled="f" strokeweight="1.01pt">
                  <v:path arrowok="t" o:connecttype="custom" o:connectlocs="445,5810;444,5773;439,5738;432,5703;422,5669;410,5636;395,5605;378,5575;359,5547;338,5520;315,5495;290,5472;263,5450;234,5431;204,5414;173,5399;140,5387;107,5377;72,5370;36,5366;0,5364" o:connectangles="0,0,0,0,0,0,0,0,0,0,0,0,0,0,0,0,0,0,0,0,0"/>
                </v:shape>
                <v:shape id="Freeform 361" o:spid="_x0000_s1034" style="position:absolute;left:1203;top:5364;width:445;height:445;visibility:visible;mso-wrap-style:square;v-text-anchor:top" coordsize="445,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" path="m446,l409,2,373,6r-34,7l305,23,272,35,241,50,211,67,183,86r-27,22l131,131r-24,25l86,183,67,211,50,241,35,272,23,305,13,339,6,374,2,409,,446e" filled="f" strokeweight="1.01pt">
                  <v:path arrowok="t" o:connecttype="custom" o:connectlocs="446,5364;409,5366;373,5370;339,5377;305,5387;272,5399;241,5414;211,5431;183,5450;156,5472;131,5495;107,5520;86,5547;67,5575;50,5605;35,5636;23,5669;13,5703;6,5738;2,5773;0,5810" o:connectangles="0,0,0,0,0,0,0,0,0,0,0,0,0,0,0,0,0,0,0,0,0"/>
                </v:shape>
                <w10:wrap anchorx="margin" anchory="margin"/>
              </v:group>
            </w:pict>
          </mc:Fallback>
        </mc:AlternateContent>
      </w:r>
      <w:r w:rsidR="00A26219">
        <w:rPr>
          <w:rFonts w:ascii="Arial" w:eastAsia="Arial" w:hAnsi="Arial" w:cs="Arial"/>
          <w:b/>
          <w:w w:val="99"/>
          <w:position w:val="-1"/>
          <w:sz w:val="40"/>
        </w:rPr>
        <w:t>Caution:</w:t>
      </w:r>
    </w:p>
    <w:p w14:paraId="5786F4F2" w14:textId="3FAD091A" w:rsidR="00A26219" w:rsidRDefault="00A26219" w:rsidP="003F7ABA">
      <w:pPr>
        <w:spacing w:line="340" w:lineRule="exact"/>
        <w:ind w:right="2121"/>
        <w:jc w:val="center"/>
        <w:rPr>
          <w:rFonts w:ascii="Arial" w:eastAsia="Arial" w:hAnsi="Arial" w:cs="Arial"/>
          <w:w w:val="102"/>
          <w:position w:val="-1"/>
          <w:sz w:val="34"/>
          <w:szCs w:val="34"/>
        </w:rPr>
      </w:pPr>
      <w:r>
        <w:rPr>
          <w:rFonts w:ascii="Arial" w:eastAsia="Arial" w:hAnsi="Arial" w:cs="Arial"/>
          <w:position w:val="-1"/>
          <w:sz w:val="34"/>
          <w:szCs w:val="34"/>
        </w:rPr>
        <w:t>By</w:t>
      </w:r>
      <w:r>
        <w:rPr>
          <w:rFonts w:ascii="Arial" w:eastAsia="Arial" w:hAnsi="Arial" w:cs="Arial"/>
          <w:spacing w:val="10"/>
          <w:position w:val="-1"/>
          <w:sz w:val="34"/>
          <w:szCs w:val="34"/>
        </w:rPr>
        <w:t xml:space="preserve"> </w:t>
      </w:r>
      <w:r>
        <w:rPr>
          <w:rFonts w:ascii="Arial" w:eastAsia="Arial" w:hAnsi="Arial" w:cs="Arial"/>
          <w:position w:val="-1"/>
          <w:sz w:val="34"/>
          <w:szCs w:val="34"/>
        </w:rPr>
        <w:t>signing</w:t>
      </w:r>
      <w:r>
        <w:rPr>
          <w:rFonts w:ascii="Arial" w:eastAsia="Arial" w:hAnsi="Arial" w:cs="Arial"/>
          <w:spacing w:val="24"/>
          <w:position w:val="-1"/>
          <w:sz w:val="34"/>
          <w:szCs w:val="34"/>
        </w:rPr>
        <w:t xml:space="preserve"> </w:t>
      </w:r>
      <w:r>
        <w:rPr>
          <w:rFonts w:ascii="Arial" w:eastAsia="Arial" w:hAnsi="Arial" w:cs="Arial"/>
          <w:position w:val="-1"/>
          <w:sz w:val="34"/>
          <w:szCs w:val="34"/>
        </w:rPr>
        <w:t>this</w:t>
      </w:r>
      <w:r>
        <w:rPr>
          <w:rFonts w:ascii="Arial" w:eastAsia="Arial" w:hAnsi="Arial" w:cs="Arial"/>
          <w:spacing w:val="18"/>
          <w:position w:val="-1"/>
          <w:sz w:val="34"/>
          <w:szCs w:val="34"/>
        </w:rPr>
        <w:t xml:space="preserve"> </w:t>
      </w:r>
      <w:r>
        <w:rPr>
          <w:rFonts w:ascii="Arial" w:eastAsia="Arial" w:hAnsi="Arial" w:cs="Arial"/>
          <w:position w:val="-1"/>
          <w:sz w:val="34"/>
          <w:szCs w:val="34"/>
        </w:rPr>
        <w:t>form,</w:t>
      </w:r>
      <w:r>
        <w:rPr>
          <w:rFonts w:ascii="Arial" w:eastAsia="Arial" w:hAnsi="Arial" w:cs="Arial"/>
          <w:spacing w:val="25"/>
          <w:position w:val="-1"/>
          <w:sz w:val="34"/>
          <w:szCs w:val="34"/>
        </w:rPr>
        <w:t xml:space="preserve"> </w:t>
      </w:r>
      <w:r>
        <w:rPr>
          <w:rFonts w:ascii="Arial" w:eastAsia="Arial" w:hAnsi="Arial" w:cs="Arial"/>
          <w:position w:val="-1"/>
          <w:sz w:val="34"/>
          <w:szCs w:val="34"/>
        </w:rPr>
        <w:t>you</w:t>
      </w:r>
      <w:r>
        <w:rPr>
          <w:rFonts w:ascii="Arial" w:eastAsia="Arial" w:hAnsi="Arial" w:cs="Arial"/>
          <w:spacing w:val="13"/>
          <w:position w:val="-1"/>
          <w:sz w:val="34"/>
          <w:szCs w:val="34"/>
        </w:rPr>
        <w:t xml:space="preserve"> </w:t>
      </w:r>
      <w:r>
        <w:rPr>
          <w:rFonts w:ascii="Arial" w:eastAsia="Arial" w:hAnsi="Arial" w:cs="Arial"/>
          <w:position w:val="-1"/>
          <w:sz w:val="34"/>
          <w:szCs w:val="34"/>
        </w:rPr>
        <w:t>understand</w:t>
      </w:r>
      <w:r>
        <w:rPr>
          <w:rFonts w:ascii="Arial" w:eastAsia="Arial" w:hAnsi="Arial" w:cs="Arial"/>
          <w:spacing w:val="36"/>
          <w:position w:val="-1"/>
          <w:sz w:val="34"/>
          <w:szCs w:val="34"/>
        </w:rPr>
        <w:t xml:space="preserve"> </w:t>
      </w:r>
      <w:r>
        <w:rPr>
          <w:rFonts w:ascii="Arial" w:eastAsia="Arial" w:hAnsi="Arial" w:cs="Arial"/>
          <w:position w:val="-1"/>
          <w:sz w:val="34"/>
          <w:szCs w:val="34"/>
        </w:rPr>
        <w:t>that,</w:t>
      </w:r>
      <w:r>
        <w:rPr>
          <w:rFonts w:ascii="Arial" w:eastAsia="Arial" w:hAnsi="Arial" w:cs="Arial"/>
          <w:spacing w:val="28"/>
          <w:position w:val="-1"/>
          <w:sz w:val="34"/>
          <w:szCs w:val="34"/>
        </w:rPr>
        <w:t xml:space="preserve"> </w:t>
      </w:r>
      <w:r>
        <w:rPr>
          <w:rFonts w:ascii="Arial" w:eastAsia="Arial" w:hAnsi="Arial" w:cs="Arial"/>
          <w:position w:val="-1"/>
          <w:sz w:val="34"/>
          <w:szCs w:val="34"/>
        </w:rPr>
        <w:t>by</w:t>
      </w:r>
      <w:r>
        <w:rPr>
          <w:rFonts w:ascii="Arial" w:eastAsia="Arial" w:hAnsi="Arial" w:cs="Arial"/>
          <w:spacing w:val="16"/>
          <w:position w:val="-1"/>
          <w:sz w:val="34"/>
          <w:szCs w:val="34"/>
        </w:rPr>
        <w:t xml:space="preserve"> </w:t>
      </w:r>
      <w:r>
        <w:rPr>
          <w:rFonts w:ascii="Arial" w:eastAsia="Arial" w:hAnsi="Arial" w:cs="Arial"/>
          <w:position w:val="-1"/>
          <w:sz w:val="34"/>
          <w:szCs w:val="34"/>
        </w:rPr>
        <w:t>law,</w:t>
      </w:r>
      <w:r>
        <w:rPr>
          <w:rFonts w:ascii="Arial" w:eastAsia="Arial" w:hAnsi="Arial" w:cs="Arial"/>
          <w:spacing w:val="14"/>
          <w:position w:val="-1"/>
          <w:sz w:val="34"/>
          <w:szCs w:val="34"/>
        </w:rPr>
        <w:t xml:space="preserve"> </w:t>
      </w:r>
      <w:r>
        <w:rPr>
          <w:rFonts w:ascii="Arial" w:eastAsia="Arial" w:hAnsi="Arial" w:cs="Arial"/>
          <w:position w:val="-1"/>
          <w:sz w:val="34"/>
          <w:szCs w:val="34"/>
        </w:rPr>
        <w:t>we</w:t>
      </w:r>
      <w:r>
        <w:rPr>
          <w:rFonts w:ascii="Arial" w:eastAsia="Arial" w:hAnsi="Arial" w:cs="Arial"/>
          <w:spacing w:val="11"/>
          <w:position w:val="-1"/>
          <w:sz w:val="34"/>
          <w:szCs w:val="34"/>
        </w:rPr>
        <w:t xml:space="preserve"> </w:t>
      </w:r>
      <w:r>
        <w:rPr>
          <w:rFonts w:ascii="Arial" w:eastAsia="Arial" w:hAnsi="Arial" w:cs="Arial"/>
          <w:position w:val="-1"/>
          <w:sz w:val="34"/>
          <w:szCs w:val="34"/>
        </w:rPr>
        <w:t>must</w:t>
      </w:r>
      <w:r>
        <w:rPr>
          <w:rFonts w:ascii="Arial" w:eastAsia="Arial" w:hAnsi="Arial" w:cs="Arial"/>
          <w:spacing w:val="24"/>
          <w:position w:val="-1"/>
          <w:sz w:val="34"/>
          <w:szCs w:val="34"/>
        </w:rPr>
        <w:t xml:space="preserve"> </w:t>
      </w:r>
      <w:r>
        <w:rPr>
          <w:rFonts w:ascii="Arial" w:eastAsia="Arial" w:hAnsi="Arial" w:cs="Arial"/>
          <w:position w:val="-1"/>
          <w:sz w:val="34"/>
          <w:szCs w:val="34"/>
        </w:rPr>
        <w:t>contact</w:t>
      </w:r>
      <w:r>
        <w:rPr>
          <w:rFonts w:ascii="Arial" w:eastAsia="Arial" w:hAnsi="Arial" w:cs="Arial"/>
          <w:spacing w:val="57"/>
          <w:position w:val="-1"/>
          <w:sz w:val="34"/>
          <w:szCs w:val="34"/>
        </w:rPr>
        <w:t xml:space="preserve"> </w:t>
      </w:r>
      <w:r>
        <w:rPr>
          <w:rFonts w:ascii="Arial" w:eastAsia="Arial" w:hAnsi="Arial" w:cs="Arial"/>
          <w:position w:val="-1"/>
          <w:sz w:val="34"/>
          <w:szCs w:val="34"/>
        </w:rPr>
        <w:t>the</w:t>
      </w:r>
      <w:r>
        <w:rPr>
          <w:rFonts w:ascii="Arial" w:eastAsia="Arial" w:hAnsi="Arial" w:cs="Arial"/>
          <w:spacing w:val="11"/>
          <w:position w:val="-1"/>
          <w:sz w:val="34"/>
          <w:szCs w:val="34"/>
        </w:rPr>
        <w:t xml:space="preserve"> </w:t>
      </w:r>
      <w:r>
        <w:rPr>
          <w:rFonts w:ascii="Arial" w:eastAsia="Arial" w:hAnsi="Arial" w:cs="Arial"/>
          <w:position w:val="-1"/>
          <w:sz w:val="34"/>
          <w:szCs w:val="34"/>
        </w:rPr>
        <w:t>person</w:t>
      </w:r>
      <w:r>
        <w:rPr>
          <w:rFonts w:ascii="Arial" w:eastAsia="Arial" w:hAnsi="Arial" w:cs="Arial"/>
          <w:spacing w:val="23"/>
          <w:position w:val="-1"/>
          <w:sz w:val="34"/>
          <w:szCs w:val="34"/>
        </w:rPr>
        <w:t xml:space="preserve"> </w:t>
      </w:r>
      <w:r>
        <w:rPr>
          <w:rFonts w:ascii="Arial" w:eastAsia="Arial" w:hAnsi="Arial" w:cs="Arial"/>
          <w:position w:val="-1"/>
          <w:sz w:val="34"/>
          <w:szCs w:val="34"/>
        </w:rPr>
        <w:t>on</w:t>
      </w:r>
      <w:r>
        <w:rPr>
          <w:rFonts w:ascii="Arial" w:eastAsia="Arial" w:hAnsi="Arial" w:cs="Arial"/>
          <w:spacing w:val="10"/>
          <w:position w:val="-1"/>
          <w:sz w:val="34"/>
          <w:szCs w:val="34"/>
        </w:rPr>
        <w:t xml:space="preserve"> </w:t>
      </w:r>
      <w:r>
        <w:rPr>
          <w:rFonts w:ascii="Arial" w:eastAsia="Arial" w:hAnsi="Arial" w:cs="Arial"/>
          <w:position w:val="-1"/>
          <w:sz w:val="34"/>
          <w:szCs w:val="34"/>
        </w:rPr>
        <w:t>line</w:t>
      </w:r>
      <w:r>
        <w:rPr>
          <w:rFonts w:ascii="Arial" w:eastAsia="Arial" w:hAnsi="Arial" w:cs="Arial"/>
          <w:spacing w:val="2"/>
          <w:position w:val="-1"/>
          <w:sz w:val="34"/>
          <w:szCs w:val="34"/>
        </w:rPr>
        <w:t xml:space="preserve"> </w:t>
      </w:r>
      <w:r>
        <w:rPr>
          <w:rFonts w:ascii="Arial" w:eastAsia="Arial" w:hAnsi="Arial" w:cs="Arial"/>
          <w:position w:val="-1"/>
          <w:sz w:val="34"/>
          <w:szCs w:val="34"/>
        </w:rPr>
        <w:t>6.</w:t>
      </w:r>
      <w:r>
        <w:rPr>
          <w:rFonts w:ascii="Arial" w:eastAsia="Arial" w:hAnsi="Arial" w:cs="Arial"/>
          <w:spacing w:val="5"/>
          <w:position w:val="-1"/>
          <w:sz w:val="34"/>
          <w:szCs w:val="34"/>
        </w:rPr>
        <w:t xml:space="preserve"> </w:t>
      </w:r>
      <w:r>
        <w:rPr>
          <w:rFonts w:ascii="Arial" w:eastAsia="Arial" w:hAnsi="Arial" w:cs="Arial"/>
          <w:position w:val="-1"/>
          <w:sz w:val="34"/>
          <w:szCs w:val="34"/>
        </w:rPr>
        <w:t>See</w:t>
      </w:r>
      <w:r>
        <w:rPr>
          <w:rFonts w:ascii="Arial" w:eastAsia="Arial" w:hAnsi="Arial" w:cs="Arial"/>
          <w:spacing w:val="-10"/>
          <w:position w:val="-1"/>
          <w:sz w:val="34"/>
          <w:szCs w:val="34"/>
        </w:rPr>
        <w:t xml:space="preserve"> </w:t>
      </w:r>
      <w:r>
        <w:rPr>
          <w:rFonts w:ascii="Arial" w:eastAsia="Arial" w:hAnsi="Arial" w:cs="Arial"/>
          <w:position w:val="-1"/>
          <w:sz w:val="34"/>
          <w:szCs w:val="34"/>
        </w:rPr>
        <w:t>instructions</w:t>
      </w:r>
      <w:r>
        <w:rPr>
          <w:rFonts w:ascii="Arial" w:eastAsia="Arial" w:hAnsi="Arial" w:cs="Arial"/>
          <w:spacing w:val="54"/>
          <w:position w:val="-1"/>
          <w:sz w:val="34"/>
          <w:szCs w:val="34"/>
        </w:rPr>
        <w:t xml:space="preserve"> </w:t>
      </w:r>
      <w:r>
        <w:rPr>
          <w:rFonts w:ascii="Arial" w:eastAsia="Arial" w:hAnsi="Arial" w:cs="Arial"/>
          <w:position w:val="-1"/>
          <w:sz w:val="34"/>
          <w:szCs w:val="34"/>
        </w:rPr>
        <w:t>for</w:t>
      </w:r>
      <w:r>
        <w:rPr>
          <w:rFonts w:ascii="Arial" w:eastAsia="Arial" w:hAnsi="Arial" w:cs="Arial"/>
          <w:spacing w:val="18"/>
          <w:position w:val="-1"/>
          <w:sz w:val="34"/>
          <w:szCs w:val="34"/>
        </w:rPr>
        <w:t xml:space="preserve"> </w:t>
      </w:r>
      <w:r>
        <w:rPr>
          <w:rFonts w:ascii="Arial" w:eastAsia="Arial" w:hAnsi="Arial" w:cs="Arial"/>
          <w:w w:val="102"/>
          <w:position w:val="-1"/>
          <w:sz w:val="34"/>
          <w:szCs w:val="34"/>
        </w:rPr>
        <w:t>details.</w:t>
      </w:r>
    </w:p>
    <w:p w14:paraId="35CF1688" w14:textId="1BA1E0B4" w:rsidR="003F7ABA" w:rsidRPr="003F7ABA" w:rsidRDefault="00C7348E" w:rsidP="003F7ABA">
      <w:pPr>
        <w:pStyle w:val="Body"/>
      </w:pPr>
      <w:r w:rsidRPr="003F7ABA">
        <w:rPr>
          <w:rFonts w:ascii="Arial" w:eastAsia="Arial" w:hAnsi="Arial" w:cs="Arial"/>
          <w:b/>
          <w:noProof/>
          <w:position w:val="-1"/>
          <w:sz w:val="56"/>
          <w:szCs w:val="56"/>
        </w:rPr>
        <mc:AlternateContent>
          <mc:Choice Requires="wps">
            <w:drawing>
              <wp:anchor distT="45720" distB="45720" distL="114300" distR="114300" simplePos="0" relativeHeight="251924480" behindDoc="0" locked="0" layoutInCell="1" allowOverlap="1" wp14:anchorId="5BAEF20D" wp14:editId="35277DD1">
                <wp:simplePos x="0" y="0"/>
                <wp:positionH relativeFrom="margin">
                  <wp:posOffset>0</wp:posOffset>
                </wp:positionH>
                <wp:positionV relativeFrom="paragraph">
                  <wp:posOffset>673100</wp:posOffset>
                </wp:positionV>
                <wp:extent cx="1079500" cy="1104900"/>
                <wp:effectExtent l="0" t="0" r="0" b="0"/>
                <wp:wrapSquare wrapText="bothSides"/>
                <wp:docPr id="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0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1D46CE" w14:textId="77777777" w:rsidR="003F7ABA" w:rsidRPr="003F7ABA" w:rsidRDefault="003F7ABA" w:rsidP="00C7348E">
                            <w:pPr>
                              <w:spacing w:before="0" w:after="0" w:line="640" w:lineRule="exact"/>
                              <w:ind w:right="-22"/>
                              <w:rPr>
                                <w:rFonts w:ascii="Arial" w:eastAsia="Arial" w:hAnsi="Arial" w:cs="Arial"/>
                                <w:b/>
                                <w:position w:val="-1"/>
                                <w:sz w:val="56"/>
                                <w:szCs w:val="56"/>
                              </w:rPr>
                            </w:pPr>
                            <w:r w:rsidRPr="003F7ABA">
                              <w:rPr>
                                <w:rFonts w:ascii="Arial" w:eastAsia="Arial" w:hAnsi="Arial" w:cs="Arial"/>
                                <w:b/>
                                <w:position w:val="-1"/>
                                <w:sz w:val="56"/>
                                <w:szCs w:val="56"/>
                              </w:rPr>
                              <w:t>Sign</w:t>
                            </w:r>
                          </w:p>
                          <w:p w14:paraId="2CC943D5" w14:textId="64320C73" w:rsidR="003F7ABA" w:rsidRDefault="003F7ABA" w:rsidP="00C7348E">
                            <w:pPr>
                              <w:spacing w:before="0"/>
                            </w:pPr>
                            <w:r w:rsidRPr="003F7ABA"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  <w:szCs w:val="56"/>
                              </w:rPr>
                              <w:t>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EF20D" id="_x0000_s1039" type="#_x0000_t202" style="position:absolute;margin-left:0;margin-top:53pt;width:85pt;height:87pt;z-index:251924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" filled="f" stroked="f">
                <v:textbox>
                  <w:txbxContent>
                    <w:p w14:paraId="1E1D46CE" w14:textId="77777777" w:rsidR="003F7ABA" w:rsidRPr="003F7ABA" w:rsidRDefault="003F7ABA" w:rsidP="00C7348E">
                      <w:pPr>
                        <w:spacing w:before="0" w:after="0" w:line="640" w:lineRule="exact"/>
                        <w:ind w:right="-22"/>
                        <w:rPr>
                          <w:rFonts w:ascii="Arial" w:eastAsia="Arial" w:hAnsi="Arial" w:cs="Arial"/>
                          <w:b/>
                          <w:position w:val="-1"/>
                          <w:sz w:val="56"/>
                          <w:szCs w:val="56"/>
                        </w:rPr>
                      </w:pPr>
                      <w:r w:rsidRPr="003F7ABA">
                        <w:rPr>
                          <w:rFonts w:ascii="Arial" w:eastAsia="Arial" w:hAnsi="Arial" w:cs="Arial"/>
                          <w:b/>
                          <w:position w:val="-1"/>
                          <w:sz w:val="56"/>
                          <w:szCs w:val="56"/>
                        </w:rPr>
                        <w:t>Sign</w:t>
                      </w:r>
                    </w:p>
                    <w:p w14:paraId="2CC943D5" w14:textId="64320C73" w:rsidR="003F7ABA" w:rsidRDefault="003F7ABA" w:rsidP="00C7348E">
                      <w:pPr>
                        <w:spacing w:before="0"/>
                      </w:pPr>
                      <w:r w:rsidRPr="003F7ABA">
                        <w:rPr>
                          <w:rFonts w:ascii="Arial" w:hAnsi="Arial" w:cs="Arial"/>
                          <w:b/>
                          <w:bCs/>
                          <w:sz w:val="56"/>
                          <w:szCs w:val="56"/>
                        </w:rPr>
                        <w:t>Here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A487F2D" w14:textId="77777777" w:rsidR="003F7ABA" w:rsidRDefault="003F7ABA" w:rsidP="00A26219">
      <w:pPr>
        <w:spacing w:line="200" w:lineRule="exact"/>
        <w:sectPr w:rsidR="003F7ABA" w:rsidSect="003F7ABA">
          <w:type w:val="continuous"/>
          <w:pgSz w:w="24480" w:h="15840" w:orient="landscape"/>
          <w:pgMar w:top="1440" w:right="1440" w:bottom="1440" w:left="1440" w:header="720" w:footer="720" w:gutter="0"/>
          <w:cols w:space="720"/>
        </w:sectPr>
      </w:pPr>
    </w:p>
    <w:p w14:paraId="1C2E6BF0" w14:textId="7B424085" w:rsidR="00C7348E" w:rsidRDefault="00C7348E" w:rsidP="00C7348E">
      <w:pPr>
        <w:spacing w:before="0" w:after="0"/>
        <w:ind w:left="130" w:right="-29"/>
        <w:rPr>
          <w:rFonts w:ascii="Arial" w:eastAsia="Arial" w:hAnsi="Arial" w:cs="Arial"/>
          <w:sz w:val="36"/>
          <w:szCs w:val="36"/>
        </w:rPr>
      </w:pPr>
    </w:p>
    <w:p w14:paraId="092C6AFB" w14:textId="77777777" w:rsidR="00C7348E" w:rsidRDefault="00C7348E" w:rsidP="00C7348E">
      <w:pPr>
        <w:spacing w:before="0" w:after="0"/>
        <w:ind w:left="130" w:right="-29"/>
        <w:rPr>
          <w:rFonts w:ascii="Arial" w:eastAsia="Arial" w:hAnsi="Arial" w:cs="Arial"/>
          <w:sz w:val="36"/>
          <w:szCs w:val="36"/>
        </w:rPr>
      </w:pPr>
    </w:p>
    <w:p w14:paraId="0750A57F" w14:textId="17219AEF" w:rsidR="003F7ABA" w:rsidRDefault="00C7348E" w:rsidP="00C7348E">
      <w:pPr>
        <w:spacing w:before="0" w:after="0"/>
        <w:ind w:left="130" w:right="-29"/>
        <w:rPr>
          <w:rFonts w:ascii="Arial" w:eastAsia="Arial" w:hAnsi="Arial" w:cs="Arial"/>
          <w:b/>
          <w:position w:val="-1"/>
          <w:sz w:val="56"/>
          <w:szCs w:val="56"/>
        </w:rPr>
      </w:pPr>
      <w:r>
        <w:rPr>
          <w:rFonts w:ascii="Arial" w:eastAsia="Arial" w:hAnsi="Arial" w:cs="Arial"/>
          <w:sz w:val="36"/>
          <w:szCs w:val="36"/>
        </w:rPr>
        <w:t>U</w:t>
      </w:r>
      <w:r w:rsidRPr="003F7ABA">
        <w:rPr>
          <w:rFonts w:ascii="Arial" w:eastAsia="Arial" w:hAnsi="Arial" w:cs="Arial"/>
          <w:sz w:val="36"/>
          <w:szCs w:val="36"/>
        </w:rPr>
        <w:t>nder</w:t>
      </w:r>
      <w:r w:rsidRPr="003F7ABA">
        <w:rPr>
          <w:rFonts w:ascii="Arial" w:eastAsia="Arial" w:hAnsi="Arial" w:cs="Arial"/>
          <w:spacing w:val="-7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penalties</w:t>
      </w:r>
      <w:r w:rsidRPr="003F7ABA">
        <w:rPr>
          <w:rFonts w:ascii="Arial" w:eastAsia="Arial" w:hAnsi="Arial" w:cs="Arial"/>
          <w:spacing w:val="-21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of</w:t>
      </w:r>
      <w:r w:rsidRPr="003F7ABA">
        <w:rPr>
          <w:rFonts w:ascii="Arial" w:eastAsia="Arial" w:hAnsi="Arial" w:cs="Arial"/>
          <w:spacing w:val="6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perjury,</w:t>
      </w:r>
      <w:r w:rsidRPr="003F7ABA">
        <w:rPr>
          <w:rFonts w:ascii="Arial" w:eastAsia="Arial" w:hAnsi="Arial" w:cs="Arial"/>
          <w:spacing w:val="-8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I</w:t>
      </w:r>
      <w:r w:rsidRPr="003F7ABA">
        <w:rPr>
          <w:rFonts w:ascii="Arial" w:eastAsia="Arial" w:hAnsi="Arial" w:cs="Arial"/>
          <w:spacing w:val="-5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declare</w:t>
      </w:r>
      <w:r w:rsidRPr="003F7ABA">
        <w:rPr>
          <w:rFonts w:ascii="Arial" w:eastAsia="Arial" w:hAnsi="Arial" w:cs="Arial"/>
          <w:spacing w:val="-17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that</w:t>
      </w:r>
      <w:r w:rsidRPr="003F7ABA">
        <w:rPr>
          <w:rFonts w:ascii="Arial" w:eastAsia="Arial" w:hAnsi="Arial" w:cs="Arial"/>
          <w:spacing w:val="6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I</w:t>
      </w:r>
      <w:r w:rsidRPr="003F7ABA">
        <w:rPr>
          <w:rFonts w:ascii="Arial" w:eastAsia="Arial" w:hAnsi="Arial" w:cs="Arial"/>
          <w:spacing w:val="-5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have</w:t>
      </w:r>
      <w:r w:rsidRPr="003F7ABA">
        <w:rPr>
          <w:rFonts w:ascii="Arial" w:eastAsia="Arial" w:hAnsi="Arial" w:cs="Arial"/>
          <w:spacing w:val="-23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examined</w:t>
      </w:r>
      <w:r w:rsidRPr="003F7ABA">
        <w:rPr>
          <w:rFonts w:ascii="Arial" w:eastAsia="Arial" w:hAnsi="Arial" w:cs="Arial"/>
          <w:spacing w:val="-23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this</w:t>
      </w:r>
      <w:r w:rsidRPr="003F7ABA">
        <w:rPr>
          <w:rFonts w:ascii="Arial" w:eastAsia="Arial" w:hAnsi="Arial" w:cs="Arial"/>
          <w:spacing w:val="1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form</w:t>
      </w:r>
      <w:r w:rsidRPr="003F7ABA">
        <w:rPr>
          <w:rFonts w:ascii="Arial" w:eastAsia="Arial" w:hAnsi="Arial" w:cs="Arial"/>
          <w:spacing w:val="7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and</w:t>
      </w:r>
      <w:r w:rsidRPr="003F7ABA">
        <w:rPr>
          <w:rFonts w:ascii="Arial" w:eastAsia="Arial" w:hAnsi="Arial" w:cs="Arial"/>
          <w:spacing w:val="-4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any</w:t>
      </w:r>
      <w:r w:rsidRPr="003F7ABA">
        <w:rPr>
          <w:rFonts w:ascii="Arial" w:eastAsia="Arial" w:hAnsi="Arial" w:cs="Arial"/>
          <w:spacing w:val="-13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accompanying</w:t>
      </w:r>
      <w:r w:rsidRPr="003F7ABA">
        <w:rPr>
          <w:rFonts w:ascii="Arial" w:eastAsia="Arial" w:hAnsi="Arial" w:cs="Arial"/>
          <w:spacing w:val="1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schedules</w:t>
      </w:r>
      <w:r w:rsidRPr="003F7ABA">
        <w:rPr>
          <w:rFonts w:ascii="Arial" w:eastAsia="Arial" w:hAnsi="Arial" w:cs="Arial"/>
          <w:spacing w:val="-12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and</w:t>
      </w:r>
      <w:r w:rsidRPr="003F7ABA">
        <w:rPr>
          <w:rFonts w:ascii="Arial" w:eastAsia="Arial" w:hAnsi="Arial" w:cs="Arial"/>
          <w:spacing w:val="-4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statements,</w:t>
      </w:r>
      <w:r w:rsidRPr="003F7ABA">
        <w:rPr>
          <w:rFonts w:ascii="Arial" w:eastAsia="Arial" w:hAnsi="Arial" w:cs="Arial"/>
          <w:spacing w:val="-13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and</w:t>
      </w:r>
      <w:r w:rsidRPr="003F7ABA">
        <w:rPr>
          <w:rFonts w:ascii="Arial" w:eastAsia="Arial" w:hAnsi="Arial" w:cs="Arial"/>
          <w:spacing w:val="-4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to</w:t>
      </w:r>
      <w:r w:rsidRPr="003F7ABA"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the</w:t>
      </w:r>
      <w:r w:rsidRPr="003F7ABA">
        <w:rPr>
          <w:rFonts w:ascii="Arial" w:eastAsia="Arial" w:hAnsi="Arial" w:cs="Arial"/>
          <w:spacing w:val="-3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best</w:t>
      </w:r>
      <w:r w:rsidRPr="003F7ABA">
        <w:rPr>
          <w:rFonts w:ascii="Arial" w:eastAsia="Arial" w:hAnsi="Arial" w:cs="Arial"/>
          <w:spacing w:val="6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of</w:t>
      </w:r>
      <w:r w:rsidRPr="003F7ABA">
        <w:rPr>
          <w:rFonts w:ascii="Arial" w:eastAsia="Arial" w:hAnsi="Arial" w:cs="Arial"/>
          <w:spacing w:val="6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my</w:t>
      </w:r>
      <w:r w:rsidRPr="003F7ABA">
        <w:rPr>
          <w:rFonts w:ascii="Arial" w:eastAsia="Arial" w:hAnsi="Arial" w:cs="Arial"/>
          <w:spacing w:val="-3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knowledge</w:t>
      </w:r>
      <w:r w:rsidRPr="003F7ABA">
        <w:rPr>
          <w:rFonts w:ascii="Arial" w:eastAsia="Arial" w:hAnsi="Arial" w:cs="Arial"/>
          <w:spacing w:val="1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and belief,</w:t>
      </w:r>
      <w:r w:rsidRPr="003F7ABA">
        <w:rPr>
          <w:rFonts w:ascii="Arial" w:eastAsia="Arial" w:hAnsi="Arial" w:cs="Arial"/>
          <w:spacing w:val="-8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they</w:t>
      </w:r>
      <w:r w:rsidRPr="003F7ABA">
        <w:rPr>
          <w:rFonts w:ascii="Arial" w:eastAsia="Arial" w:hAnsi="Arial" w:cs="Arial"/>
          <w:spacing w:val="-6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are</w:t>
      </w:r>
      <w:r w:rsidRPr="003F7ABA">
        <w:rPr>
          <w:rFonts w:ascii="Arial" w:eastAsia="Arial" w:hAnsi="Arial" w:cs="Arial"/>
          <w:spacing w:val="-21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true,</w:t>
      </w:r>
      <w:r w:rsidRPr="003F7ABA">
        <w:rPr>
          <w:rFonts w:ascii="Arial" w:eastAsia="Arial" w:hAnsi="Arial" w:cs="Arial"/>
          <w:spacing w:val="-7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correct,</w:t>
      </w:r>
      <w:r w:rsidRPr="003F7ABA">
        <w:rPr>
          <w:rFonts w:ascii="Arial" w:eastAsia="Arial" w:hAnsi="Arial" w:cs="Arial"/>
          <w:spacing w:val="8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and</w:t>
      </w:r>
      <w:r w:rsidRPr="003F7ABA">
        <w:rPr>
          <w:rFonts w:ascii="Arial" w:eastAsia="Arial" w:hAnsi="Arial" w:cs="Arial"/>
          <w:spacing w:val="-6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complete.</w:t>
      </w:r>
      <w:r w:rsidRPr="003F7ABA">
        <w:rPr>
          <w:rFonts w:ascii="Arial" w:eastAsia="Arial" w:hAnsi="Arial" w:cs="Arial"/>
          <w:spacing w:val="11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Declaration</w:t>
      </w:r>
      <w:r w:rsidRPr="003F7ABA">
        <w:rPr>
          <w:rFonts w:ascii="Arial" w:eastAsia="Arial" w:hAnsi="Arial" w:cs="Arial"/>
          <w:spacing w:val="-29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of</w:t>
      </w:r>
      <w:r w:rsidRPr="003F7ABA">
        <w:rPr>
          <w:rFonts w:ascii="Arial" w:eastAsia="Arial" w:hAnsi="Arial" w:cs="Arial"/>
          <w:spacing w:val="4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preparer</w:t>
      </w:r>
      <w:r w:rsidRPr="003F7ABA">
        <w:rPr>
          <w:rFonts w:ascii="Arial" w:eastAsia="Arial" w:hAnsi="Arial" w:cs="Arial"/>
          <w:spacing w:val="-22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(other</w:t>
      </w:r>
      <w:r w:rsidRPr="003F7ABA">
        <w:rPr>
          <w:rFonts w:ascii="Arial" w:eastAsia="Arial" w:hAnsi="Arial" w:cs="Arial"/>
          <w:spacing w:val="-23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than</w:t>
      </w:r>
      <w:r w:rsidRPr="003F7ABA">
        <w:rPr>
          <w:rFonts w:ascii="Arial" w:eastAsia="Arial" w:hAnsi="Arial" w:cs="Arial"/>
          <w:spacing w:val="-6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w w:val="97"/>
          <w:sz w:val="36"/>
          <w:szCs w:val="36"/>
        </w:rPr>
        <w:t>taxpayer)</w:t>
      </w:r>
      <w:r w:rsidRPr="003F7ABA">
        <w:rPr>
          <w:rFonts w:ascii="Arial" w:eastAsia="Arial" w:hAnsi="Arial" w:cs="Arial"/>
          <w:spacing w:val="1"/>
          <w:w w:val="97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is</w:t>
      </w:r>
      <w:r w:rsidRPr="003F7ABA">
        <w:rPr>
          <w:rFonts w:ascii="Arial" w:eastAsia="Arial" w:hAnsi="Arial" w:cs="Arial"/>
          <w:spacing w:val="-5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based</w:t>
      </w:r>
      <w:r w:rsidRPr="003F7ABA">
        <w:rPr>
          <w:rFonts w:ascii="Arial" w:eastAsia="Arial" w:hAnsi="Arial" w:cs="Arial"/>
          <w:spacing w:val="-9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on</w:t>
      </w:r>
      <w:r w:rsidRPr="003F7ABA">
        <w:rPr>
          <w:rFonts w:ascii="Arial" w:eastAsia="Arial" w:hAnsi="Arial" w:cs="Arial"/>
          <w:spacing w:val="-1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all</w:t>
      </w:r>
      <w:r w:rsidRPr="003F7ABA">
        <w:rPr>
          <w:rFonts w:ascii="Arial" w:eastAsia="Arial" w:hAnsi="Arial" w:cs="Arial"/>
          <w:spacing w:val="-12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information</w:t>
      </w:r>
      <w:r w:rsidRPr="003F7ABA">
        <w:rPr>
          <w:rFonts w:ascii="Arial" w:eastAsia="Arial" w:hAnsi="Arial" w:cs="Arial"/>
          <w:spacing w:val="-1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of</w:t>
      </w:r>
      <w:r w:rsidRPr="003F7ABA">
        <w:rPr>
          <w:rFonts w:ascii="Arial" w:eastAsia="Arial" w:hAnsi="Arial" w:cs="Arial"/>
          <w:spacing w:val="4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which</w:t>
      </w:r>
      <w:r w:rsidRPr="003F7ABA">
        <w:rPr>
          <w:rFonts w:ascii="Arial" w:eastAsia="Arial" w:hAnsi="Arial" w:cs="Arial"/>
          <w:spacing w:val="7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preparer</w:t>
      </w:r>
      <w:r w:rsidRPr="003F7ABA">
        <w:rPr>
          <w:rFonts w:ascii="Arial" w:eastAsia="Arial" w:hAnsi="Arial" w:cs="Arial"/>
          <w:spacing w:val="-22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has</w:t>
      </w:r>
      <w:r w:rsidRPr="003F7ABA">
        <w:rPr>
          <w:rFonts w:ascii="Arial" w:eastAsia="Arial" w:hAnsi="Arial" w:cs="Arial"/>
          <w:spacing w:val="-15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any</w:t>
      </w:r>
      <w:r w:rsidRPr="003F7ABA">
        <w:rPr>
          <w:rFonts w:ascii="Arial" w:eastAsia="Arial" w:hAnsi="Arial" w:cs="Arial"/>
          <w:spacing w:val="-15"/>
          <w:sz w:val="36"/>
          <w:szCs w:val="36"/>
        </w:rPr>
        <w:t xml:space="preserve"> </w:t>
      </w:r>
      <w:r w:rsidRPr="003F7ABA">
        <w:rPr>
          <w:rFonts w:ascii="Arial" w:eastAsia="Arial" w:hAnsi="Arial" w:cs="Arial"/>
          <w:sz w:val="36"/>
          <w:szCs w:val="36"/>
        </w:rPr>
        <w:t>knowledge.</w:t>
      </w:r>
    </w:p>
    <w:p w14:paraId="6FC0D9FA" w14:textId="73B6A2A8" w:rsidR="003F7ABA" w:rsidRPr="00C7348E" w:rsidRDefault="00C7348E" w:rsidP="00A26219">
      <w:pPr>
        <w:spacing w:line="640" w:lineRule="exact"/>
        <w:ind w:left="123" w:right="-22"/>
        <w:rPr>
          <w:rFonts w:ascii="Arial" w:eastAsia="Arial" w:hAnsi="Arial" w:cs="Arial"/>
          <w:b/>
          <w:position w:val="-1"/>
          <w:sz w:val="16"/>
          <w:szCs w:val="16"/>
        </w:rPr>
        <w:sectPr w:rsidR="003F7ABA" w:rsidRPr="00C7348E" w:rsidSect="000805DE">
          <w:type w:val="continuous"/>
          <w:pgSz w:w="24480" w:h="15840" w:orient="landscape"/>
          <w:pgMar w:top="1440" w:right="1440" w:bottom="1440" w:left="1440" w:header="720" w:footer="720" w:gutter="0"/>
          <w:cols w:num="2" w:space="720" w:equalWidth="0">
            <w:col w:w="1055" w:space="1332"/>
            <w:col w:w="19213"/>
          </w:cols>
        </w:sectPr>
      </w:pPr>
      <w:r>
        <w:rPr>
          <w:rFonts w:ascii="Arial" w:eastAsia="Arial" w:hAnsi="Arial" w:cs="Arial"/>
          <w:b/>
          <w:position w:val="-1"/>
          <w:sz w:val="16"/>
          <w:szCs w:val="16"/>
        </w:rPr>
        <w:t xml:space="preserve"> </w:t>
      </w:r>
    </w:p>
    <w:tbl>
      <w:tblPr>
        <w:tblW w:w="22129" w:type="dxa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3"/>
        <w:gridCol w:w="6191"/>
        <w:gridCol w:w="6191"/>
        <w:gridCol w:w="1768"/>
        <w:gridCol w:w="885"/>
        <w:gridCol w:w="2063"/>
        <w:gridCol w:w="2958"/>
      </w:tblGrid>
      <w:tr w:rsidR="00A26219" w14:paraId="558FEB15" w14:textId="77777777" w:rsidTr="00C7348E">
        <w:trPr>
          <w:trHeight w:hRule="exact" w:val="2551"/>
        </w:trPr>
        <w:tc>
          <w:tcPr>
            <w:tcW w:w="17108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262CFA4A" w14:textId="1B008F90" w:rsidR="00A26219" w:rsidRPr="00C7348E" w:rsidRDefault="00A26219" w:rsidP="00594854">
            <w:pPr>
              <w:spacing w:before="2" w:line="100" w:lineRule="exact"/>
              <w:rPr>
                <w:rFonts w:ascii="Arial" w:hAnsi="Arial" w:cs="Arial"/>
                <w:sz w:val="36"/>
                <w:szCs w:val="36"/>
              </w:rPr>
            </w:pPr>
          </w:p>
          <w:p w14:paraId="4B108323" w14:textId="281F6395" w:rsidR="00C7348E" w:rsidRPr="00C7348E" w:rsidRDefault="00C7348E" w:rsidP="00C7348E">
            <w:pPr>
              <w:spacing w:line="247" w:lineRule="auto"/>
              <w:ind w:left="10" w:right="12077"/>
              <w:rPr>
                <w:rFonts w:ascii="Arial" w:eastAsia="Arial" w:hAnsi="Arial" w:cs="Arial"/>
                <w:w w:val="103"/>
                <w:sz w:val="36"/>
                <w:szCs w:val="36"/>
              </w:rPr>
            </w:pPr>
            <w:r w:rsidRPr="00C7348E">
              <w:rPr>
                <w:rFonts w:ascii="Arial" w:eastAsia="Times New Roman" w:hAnsi="Arial" w:cs="Arial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0336" behindDoc="1" locked="0" layoutInCell="1" allowOverlap="1" wp14:anchorId="71E09231" wp14:editId="73CB1BFA">
                      <wp:simplePos x="0" y="0"/>
                      <wp:positionH relativeFrom="page">
                        <wp:posOffset>1402080</wp:posOffset>
                      </wp:positionH>
                      <wp:positionV relativeFrom="paragraph">
                        <wp:posOffset>416560</wp:posOffset>
                      </wp:positionV>
                      <wp:extent cx="355600" cy="965200"/>
                      <wp:effectExtent l="0" t="0" r="6350" b="635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5600" cy="965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49F533" w14:textId="77777777" w:rsidR="00A26219" w:rsidRPr="00C7348E" w:rsidRDefault="00A26219" w:rsidP="00A26219">
                                  <w:pPr>
                                    <w:spacing w:before="16"/>
                                    <w:ind w:left="20" w:right="-73"/>
                                    <w:rPr>
                                      <w:rFonts w:ascii="Adobe Pi Std" w:eastAsia="Adobe Pi Std" w:hAnsi="Adobe Pi Std" w:cs="Adobe Pi Std"/>
                                      <w:sz w:val="56"/>
                                      <w:szCs w:val="56"/>
                                    </w:rPr>
                                  </w:pPr>
                                  <w:r w:rsidRPr="00C7348E">
                                    <w:rPr>
                                      <w:rFonts w:ascii="Adobe Pi Std" w:eastAsia="Adobe Pi Std" w:hAnsi="Adobe Pi Std" w:cs="Adobe Pi Std"/>
                                      <w:w w:val="303"/>
                                      <w:sz w:val="56"/>
                                      <w:szCs w:val="56"/>
                                    </w:rPr>
                                    <w:t>▲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E09231" id="Text Box 1" o:spid="_x0000_s1040" type="#_x0000_t202" style="position:absolute;left:0;text-align:left;margin-left:110.4pt;margin-top:32.8pt;width:28pt;height:76pt;z-index:-25152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" filled="f" stroked="f">
                      <v:textbox style="layout-flow:vertical" inset="0,0,0,0">
                        <w:txbxContent>
                          <w:p w14:paraId="1649F533" w14:textId="77777777" w:rsidR="00A26219" w:rsidRPr="00C7348E" w:rsidRDefault="00A26219" w:rsidP="00A26219">
                            <w:pPr>
                              <w:spacing w:before="16"/>
                              <w:ind w:left="20" w:right="-73"/>
                              <w:rPr>
                                <w:rFonts w:ascii="Adobe Pi Std" w:eastAsia="Adobe Pi Std" w:hAnsi="Adobe Pi Std" w:cs="Adobe Pi Std"/>
                                <w:sz w:val="56"/>
                                <w:szCs w:val="56"/>
                              </w:rPr>
                            </w:pPr>
                            <w:r w:rsidRPr="00C7348E">
                              <w:rPr>
                                <w:rFonts w:ascii="Adobe Pi Std" w:eastAsia="Adobe Pi Std" w:hAnsi="Adobe Pi Std" w:cs="Adobe Pi Std"/>
                                <w:w w:val="303"/>
                                <w:sz w:val="56"/>
                                <w:szCs w:val="56"/>
                              </w:rPr>
                              <w:t>▲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7348E">
              <w:rPr>
                <w:rFonts w:ascii="Arial" w:eastAsia="Arial" w:hAnsi="Arial" w:cs="Arial"/>
                <w:noProof/>
                <w:w w:val="103"/>
                <w:sz w:val="36"/>
                <w:szCs w:val="36"/>
              </w:rPr>
              <mc:AlternateContent>
                <mc:Choice Requires="wps">
                  <w:drawing>
                    <wp:anchor distT="45720" distB="45720" distL="114300" distR="114300" simplePos="0" relativeHeight="251926528" behindDoc="0" locked="0" layoutInCell="1" allowOverlap="1" wp14:anchorId="34A25E7D" wp14:editId="4193E3B9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289560</wp:posOffset>
                      </wp:positionV>
                      <wp:extent cx="1143000" cy="1168400"/>
                      <wp:effectExtent l="0" t="0" r="0" b="0"/>
                      <wp:wrapSquare wrapText="bothSides"/>
                      <wp:docPr id="8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68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D590FA" w14:textId="77777777" w:rsidR="00C7348E" w:rsidRDefault="00C7348E" w:rsidP="00C7348E">
                                  <w:pPr>
                                    <w:spacing w:before="0" w:after="0"/>
                                    <w:rPr>
                                      <w:rFonts w:ascii="Arial" w:hAnsi="Arial" w:cs="Arial"/>
                                      <w:sz w:val="36"/>
                                      <w:szCs w:val="36"/>
                                    </w:rPr>
                                  </w:pPr>
                                  <w:r w:rsidRPr="00C7348E">
                                    <w:rPr>
                                      <w:rFonts w:ascii="Arial" w:hAnsi="Arial" w:cs="Arial"/>
                                      <w:sz w:val="36"/>
                                      <w:szCs w:val="36"/>
                                    </w:rPr>
                                    <w:t xml:space="preserve">Keep a </w:t>
                                  </w:r>
                                </w:p>
                                <w:p w14:paraId="3A24EC63" w14:textId="77777777" w:rsidR="00C7348E" w:rsidRDefault="00C7348E" w:rsidP="00C7348E">
                                  <w:pPr>
                                    <w:spacing w:before="0" w:after="0"/>
                                    <w:rPr>
                                      <w:rFonts w:ascii="Arial" w:hAnsi="Arial" w:cs="Arial"/>
                                      <w:sz w:val="36"/>
                                      <w:szCs w:val="36"/>
                                    </w:rPr>
                                  </w:pPr>
                                  <w:r w:rsidRPr="00C7348E">
                                    <w:rPr>
                                      <w:rFonts w:ascii="Arial" w:hAnsi="Arial" w:cs="Arial"/>
                                      <w:sz w:val="36"/>
                                      <w:szCs w:val="36"/>
                                    </w:rPr>
                                    <w:t>Copy</w:t>
                                  </w:r>
                                  <w:r>
                                    <w:rPr>
                                      <w:rFonts w:ascii="Arial" w:hAnsi="Arial" w:cs="Arial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C7348E">
                                    <w:rPr>
                                      <w:rFonts w:ascii="Arial" w:hAnsi="Arial" w:cs="Arial"/>
                                      <w:sz w:val="36"/>
                                      <w:szCs w:val="36"/>
                                    </w:rPr>
                                    <w:t xml:space="preserve">for your </w:t>
                                  </w:r>
                                </w:p>
                                <w:p w14:paraId="4EF6E3BC" w14:textId="5CB8D735" w:rsidR="00C7348E" w:rsidRPr="00C7348E" w:rsidRDefault="00C7348E" w:rsidP="00C7348E">
                                  <w:pPr>
                                    <w:spacing w:before="0" w:after="0"/>
                                    <w:rPr>
                                      <w:rFonts w:ascii="Arial" w:hAnsi="Arial" w:cs="Arial"/>
                                      <w:sz w:val="36"/>
                                      <w:szCs w:val="36"/>
                                    </w:rPr>
                                  </w:pPr>
                                  <w:r w:rsidRPr="00C7348E">
                                    <w:rPr>
                                      <w:rFonts w:ascii="Arial" w:hAnsi="Arial" w:cs="Arial"/>
                                      <w:sz w:val="36"/>
                                      <w:szCs w:val="36"/>
                                    </w:rPr>
                                    <w:t>records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A25E7D" id="_x0000_s1041" type="#_x0000_t202" style="position:absolute;left:0;text-align:left;margin-left:.4pt;margin-top:22.8pt;width:90pt;height:92pt;z-index:251926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" filled="f" stroked="f">
                      <v:textbox>
                        <w:txbxContent>
                          <w:p w14:paraId="67D590FA" w14:textId="77777777" w:rsidR="00C7348E" w:rsidRDefault="00C7348E" w:rsidP="00C7348E">
                            <w:pPr>
                              <w:spacing w:before="0" w:after="0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C7348E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Keep a </w:t>
                            </w:r>
                          </w:p>
                          <w:p w14:paraId="3A24EC63" w14:textId="77777777" w:rsidR="00C7348E" w:rsidRDefault="00C7348E" w:rsidP="00C7348E">
                            <w:pPr>
                              <w:spacing w:before="0" w:after="0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C7348E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Copy</w:t>
                            </w: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C7348E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for your </w:t>
                            </w:r>
                          </w:p>
                          <w:p w14:paraId="4EF6E3BC" w14:textId="5CB8D735" w:rsidR="00C7348E" w:rsidRPr="00C7348E" w:rsidRDefault="00C7348E" w:rsidP="00C7348E">
                            <w:pPr>
                              <w:spacing w:before="0" w:after="0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C7348E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records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33013487" w14:textId="2EFFD872" w:rsidR="00C7348E" w:rsidRPr="00C7348E" w:rsidRDefault="00C7348E" w:rsidP="00C7348E">
            <w:pPr>
              <w:pStyle w:val="Body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 xml:space="preserve">          </w:t>
            </w:r>
            <w:r w:rsidRPr="00C7348E">
              <w:rPr>
                <w:rFonts w:ascii="Arial" w:hAnsi="Arial" w:cs="Arial"/>
                <w:sz w:val="36"/>
                <w:szCs w:val="36"/>
              </w:rPr>
              <w:t>Your signature</w:t>
            </w:r>
          </w:p>
        </w:tc>
        <w:tc>
          <w:tcPr>
            <w:tcW w:w="502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5048F85B" w14:textId="77777777" w:rsidR="00A26219" w:rsidRPr="00C7348E" w:rsidRDefault="00A26219" w:rsidP="00594854">
            <w:pPr>
              <w:spacing w:before="2" w:line="100" w:lineRule="exact"/>
              <w:rPr>
                <w:rFonts w:ascii="Arial" w:hAnsi="Arial" w:cs="Arial"/>
                <w:sz w:val="36"/>
                <w:szCs w:val="36"/>
              </w:rPr>
            </w:pPr>
          </w:p>
          <w:p w14:paraId="1A6CA8AE" w14:textId="77777777" w:rsidR="00A26219" w:rsidRPr="00C7348E" w:rsidRDefault="00A26219" w:rsidP="00594854">
            <w:pPr>
              <w:ind w:left="152"/>
              <w:rPr>
                <w:rFonts w:ascii="Arial" w:eastAsia="Arial" w:hAnsi="Arial" w:cs="Arial"/>
                <w:sz w:val="36"/>
                <w:szCs w:val="36"/>
              </w:rPr>
            </w:pPr>
            <w:r w:rsidRPr="00C7348E">
              <w:rPr>
                <w:rFonts w:ascii="Arial" w:eastAsia="Arial" w:hAnsi="Arial" w:cs="Arial"/>
                <w:sz w:val="36"/>
                <w:szCs w:val="36"/>
              </w:rPr>
              <w:t>Date</w:t>
            </w:r>
          </w:p>
        </w:tc>
      </w:tr>
      <w:tr w:rsidR="00A26219" w14:paraId="040678CC" w14:textId="77777777" w:rsidTr="00C7348E">
        <w:trPr>
          <w:trHeight w:hRule="exact" w:val="1689"/>
        </w:trPr>
        <w:tc>
          <w:tcPr>
            <w:tcW w:w="20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14:paraId="0D3A7699" w14:textId="3A33FFC7" w:rsidR="00A26219" w:rsidRPr="00C7348E" w:rsidRDefault="00A26219" w:rsidP="00594854">
            <w:pPr>
              <w:spacing w:line="140" w:lineRule="exact"/>
              <w:rPr>
                <w:rFonts w:ascii="Arial" w:hAnsi="Arial" w:cs="Arial"/>
                <w:sz w:val="36"/>
                <w:szCs w:val="36"/>
              </w:rPr>
            </w:pPr>
          </w:p>
          <w:p w14:paraId="18F752F1" w14:textId="77777777" w:rsidR="00C7348E" w:rsidRDefault="00C7348E" w:rsidP="00594854">
            <w:pPr>
              <w:spacing w:line="253" w:lineRule="auto"/>
              <w:ind w:left="10" w:right="49"/>
              <w:rPr>
                <w:rFonts w:ascii="Arial" w:eastAsia="Arial" w:hAnsi="Arial" w:cs="Arial"/>
                <w:b/>
                <w:w w:val="101"/>
                <w:sz w:val="36"/>
                <w:szCs w:val="36"/>
              </w:rPr>
            </w:pPr>
          </w:p>
          <w:p w14:paraId="5C3C1301" w14:textId="77777777" w:rsidR="00C7348E" w:rsidRDefault="00C7348E" w:rsidP="00594854">
            <w:pPr>
              <w:spacing w:line="253" w:lineRule="auto"/>
              <w:ind w:left="10" w:right="49"/>
              <w:rPr>
                <w:rFonts w:ascii="Arial" w:eastAsia="Arial" w:hAnsi="Arial" w:cs="Arial"/>
                <w:b/>
                <w:w w:val="101"/>
                <w:sz w:val="36"/>
                <w:szCs w:val="36"/>
              </w:rPr>
            </w:pPr>
          </w:p>
          <w:p w14:paraId="16E489A0" w14:textId="15E3B8FA" w:rsidR="00A26219" w:rsidRPr="00C7348E" w:rsidRDefault="00A26219" w:rsidP="00594854">
            <w:pPr>
              <w:spacing w:line="253" w:lineRule="auto"/>
              <w:ind w:left="10" w:right="49"/>
              <w:rPr>
                <w:rFonts w:ascii="Arial" w:eastAsia="Arial" w:hAnsi="Arial" w:cs="Arial"/>
                <w:sz w:val="36"/>
                <w:szCs w:val="36"/>
              </w:rPr>
            </w:pPr>
            <w:r w:rsidRPr="00C7348E">
              <w:rPr>
                <w:rFonts w:ascii="Arial" w:eastAsia="Arial" w:hAnsi="Arial" w:cs="Arial"/>
                <w:b/>
                <w:w w:val="101"/>
                <w:sz w:val="36"/>
                <w:szCs w:val="36"/>
              </w:rPr>
              <w:t xml:space="preserve">Paid </w:t>
            </w:r>
            <w:r w:rsidRPr="00C7348E">
              <w:rPr>
                <w:rFonts w:ascii="Arial" w:eastAsia="Arial" w:hAnsi="Arial" w:cs="Arial"/>
                <w:b/>
                <w:w w:val="102"/>
                <w:sz w:val="36"/>
                <w:szCs w:val="36"/>
              </w:rPr>
              <w:t xml:space="preserve">Preparer </w:t>
            </w:r>
            <w:r w:rsidRPr="00C7348E">
              <w:rPr>
                <w:rFonts w:ascii="Arial" w:eastAsia="Arial" w:hAnsi="Arial" w:cs="Arial"/>
                <w:b/>
                <w:sz w:val="36"/>
                <w:szCs w:val="36"/>
              </w:rPr>
              <w:t>Use</w:t>
            </w:r>
            <w:r w:rsidRPr="00C7348E">
              <w:rPr>
                <w:rFonts w:ascii="Arial" w:eastAsia="Arial" w:hAnsi="Arial" w:cs="Arial"/>
                <w:b/>
                <w:spacing w:val="18"/>
                <w:sz w:val="36"/>
                <w:szCs w:val="36"/>
              </w:rPr>
              <w:t xml:space="preserve"> </w:t>
            </w:r>
            <w:r w:rsidRPr="00C7348E">
              <w:rPr>
                <w:rFonts w:ascii="Arial" w:eastAsia="Arial" w:hAnsi="Arial" w:cs="Arial"/>
                <w:b/>
                <w:sz w:val="36"/>
                <w:szCs w:val="36"/>
              </w:rPr>
              <w:t>Only</w:t>
            </w:r>
          </w:p>
        </w:tc>
        <w:tc>
          <w:tcPr>
            <w:tcW w:w="6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8081E3" w14:textId="77777777" w:rsidR="00A26219" w:rsidRPr="00C7348E" w:rsidRDefault="00A26219" w:rsidP="00594854">
            <w:pPr>
              <w:spacing w:before="10"/>
              <w:ind w:left="152"/>
              <w:rPr>
                <w:rFonts w:ascii="Arial" w:eastAsia="Arial" w:hAnsi="Arial" w:cs="Arial"/>
                <w:sz w:val="36"/>
                <w:szCs w:val="36"/>
              </w:rPr>
            </w:pPr>
            <w:r w:rsidRPr="00C7348E">
              <w:rPr>
                <w:rFonts w:ascii="Arial" w:eastAsia="Arial" w:hAnsi="Arial" w:cs="Arial"/>
                <w:sz w:val="36"/>
                <w:szCs w:val="36"/>
              </w:rPr>
              <w:t>Print/Type</w:t>
            </w:r>
            <w:r w:rsidRPr="00C7348E">
              <w:rPr>
                <w:rFonts w:ascii="Arial" w:eastAsia="Arial" w:hAnsi="Arial" w:cs="Arial"/>
                <w:spacing w:val="26"/>
                <w:sz w:val="36"/>
                <w:szCs w:val="36"/>
              </w:rPr>
              <w:t xml:space="preserve"> </w:t>
            </w:r>
            <w:r w:rsidRPr="00C7348E">
              <w:rPr>
                <w:rFonts w:ascii="Arial" w:eastAsia="Arial" w:hAnsi="Arial" w:cs="Arial"/>
                <w:sz w:val="36"/>
                <w:szCs w:val="36"/>
              </w:rPr>
              <w:t>preparer’s</w:t>
            </w:r>
            <w:r w:rsidRPr="00C7348E">
              <w:rPr>
                <w:rFonts w:ascii="Arial" w:eastAsia="Arial" w:hAnsi="Arial" w:cs="Arial"/>
                <w:spacing w:val="26"/>
                <w:sz w:val="36"/>
                <w:szCs w:val="36"/>
              </w:rPr>
              <w:t xml:space="preserve"> </w:t>
            </w:r>
            <w:r w:rsidRPr="00C7348E">
              <w:rPr>
                <w:rFonts w:ascii="Arial" w:eastAsia="Arial" w:hAnsi="Arial" w:cs="Arial"/>
                <w:sz w:val="36"/>
                <w:szCs w:val="36"/>
              </w:rPr>
              <w:t>name</w:t>
            </w:r>
          </w:p>
        </w:tc>
        <w:tc>
          <w:tcPr>
            <w:tcW w:w="6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03B53C" w14:textId="77777777" w:rsidR="00A26219" w:rsidRDefault="00A26219" w:rsidP="00594854">
            <w:pPr>
              <w:spacing w:before="10"/>
              <w:ind w:left="15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Preparer’s</w:t>
            </w:r>
            <w:r>
              <w:rPr>
                <w:rFonts w:ascii="Arial" w:eastAsia="Arial" w:hAnsi="Arial" w:cs="Arial"/>
                <w:spacing w:val="14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28"/>
                <w:szCs w:val="28"/>
              </w:rPr>
              <w:t>signature</w:t>
            </w:r>
          </w:p>
        </w:tc>
        <w:tc>
          <w:tcPr>
            <w:tcW w:w="26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4C9B7D" w14:textId="77777777" w:rsidR="00A26219" w:rsidRDefault="00A26219" w:rsidP="00594854">
            <w:pPr>
              <w:spacing w:before="10"/>
              <w:ind w:left="15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Date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F5B1F9" w14:textId="77777777" w:rsidR="00A26219" w:rsidRPr="00C7348E" w:rsidRDefault="00A26219" w:rsidP="00594854">
            <w:pPr>
              <w:spacing w:before="7" w:line="140" w:lineRule="exact"/>
              <w:rPr>
                <w:rFonts w:ascii="Arial" w:hAnsi="Arial" w:cs="Arial"/>
                <w:sz w:val="36"/>
                <w:szCs w:val="36"/>
              </w:rPr>
            </w:pPr>
          </w:p>
          <w:p w14:paraId="67B973B3" w14:textId="77777777" w:rsidR="00A26219" w:rsidRPr="00C7348E" w:rsidRDefault="00A26219" w:rsidP="00594854">
            <w:pPr>
              <w:spacing w:line="253" w:lineRule="auto"/>
              <w:ind w:left="111" w:right="39"/>
              <w:rPr>
                <w:rFonts w:ascii="Arial" w:eastAsia="Arial" w:hAnsi="Arial" w:cs="Arial"/>
                <w:sz w:val="36"/>
                <w:szCs w:val="36"/>
              </w:rPr>
            </w:pPr>
            <w:r w:rsidRPr="00C7348E">
              <w:rPr>
                <w:rFonts w:ascii="Arial" w:eastAsia="Arial" w:hAnsi="Arial" w:cs="Arial"/>
                <w:sz w:val="36"/>
                <w:szCs w:val="36"/>
              </w:rPr>
              <w:t xml:space="preserve">Check        </w:t>
            </w:r>
            <w:r w:rsidRPr="00C7348E">
              <w:rPr>
                <w:rFonts w:ascii="Arial" w:eastAsia="Arial" w:hAnsi="Arial" w:cs="Arial"/>
                <w:spacing w:val="27"/>
                <w:sz w:val="36"/>
                <w:szCs w:val="36"/>
              </w:rPr>
              <w:t xml:space="preserve"> </w:t>
            </w:r>
            <w:r w:rsidRPr="00C7348E">
              <w:rPr>
                <w:rFonts w:ascii="Arial" w:eastAsia="Arial" w:hAnsi="Arial" w:cs="Arial"/>
                <w:w w:val="105"/>
                <w:sz w:val="36"/>
                <w:szCs w:val="36"/>
              </w:rPr>
              <w:t xml:space="preserve">if </w:t>
            </w:r>
            <w:r w:rsidRPr="00C7348E">
              <w:rPr>
                <w:rFonts w:ascii="Arial" w:eastAsia="Arial" w:hAnsi="Arial" w:cs="Arial"/>
                <w:w w:val="103"/>
                <w:sz w:val="36"/>
                <w:szCs w:val="36"/>
              </w:rPr>
              <w:t>self-employed</w:t>
            </w:r>
          </w:p>
        </w:tc>
        <w:tc>
          <w:tcPr>
            <w:tcW w:w="2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5098767D" w14:textId="77777777" w:rsidR="00A26219" w:rsidRDefault="00A26219" w:rsidP="00594854">
            <w:pPr>
              <w:spacing w:before="10"/>
              <w:ind w:left="15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PTIN</w:t>
            </w:r>
          </w:p>
        </w:tc>
      </w:tr>
      <w:tr w:rsidR="00A26219" w14:paraId="4257D4ED" w14:textId="77777777" w:rsidTr="00C7348E">
        <w:trPr>
          <w:trHeight w:hRule="exact" w:val="844"/>
        </w:trPr>
        <w:tc>
          <w:tcPr>
            <w:tcW w:w="2073" w:type="dxa"/>
            <w:vMerge/>
            <w:tcBorders>
              <w:left w:val="nil"/>
              <w:right w:val="single" w:sz="8" w:space="0" w:color="000000"/>
            </w:tcBorders>
          </w:tcPr>
          <w:p w14:paraId="0754E65B" w14:textId="77777777" w:rsidR="00A26219" w:rsidRPr="00C7348E" w:rsidRDefault="00A26219" w:rsidP="00594854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415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5E608" w14:textId="77777777" w:rsidR="00A26219" w:rsidRPr="00C7348E" w:rsidRDefault="00A26219" w:rsidP="00594854">
            <w:pPr>
              <w:spacing w:before="2" w:line="120" w:lineRule="exact"/>
              <w:rPr>
                <w:rFonts w:ascii="Arial" w:hAnsi="Arial" w:cs="Arial"/>
                <w:sz w:val="36"/>
                <w:szCs w:val="36"/>
              </w:rPr>
            </w:pPr>
          </w:p>
          <w:p w14:paraId="6626AADA" w14:textId="77777777" w:rsidR="00A26219" w:rsidRPr="00C7348E" w:rsidRDefault="00A26219" w:rsidP="00594854">
            <w:pPr>
              <w:ind w:left="152"/>
              <w:rPr>
                <w:rFonts w:ascii="Arial" w:eastAsia="Cambria" w:hAnsi="Arial" w:cs="Arial"/>
                <w:sz w:val="36"/>
                <w:szCs w:val="36"/>
              </w:rPr>
            </w:pPr>
            <w:r w:rsidRPr="00C7348E">
              <w:rPr>
                <w:rFonts w:ascii="Arial" w:eastAsia="Arial" w:hAnsi="Arial" w:cs="Arial"/>
                <w:sz w:val="36"/>
                <w:szCs w:val="36"/>
              </w:rPr>
              <w:t>Firm’s</w:t>
            </w:r>
            <w:r w:rsidRPr="00C7348E">
              <w:rPr>
                <w:rFonts w:ascii="Arial" w:eastAsia="Arial" w:hAnsi="Arial" w:cs="Arial"/>
                <w:spacing w:val="16"/>
                <w:sz w:val="36"/>
                <w:szCs w:val="36"/>
              </w:rPr>
              <w:t xml:space="preserve"> </w:t>
            </w:r>
            <w:r w:rsidRPr="00C7348E">
              <w:rPr>
                <w:rFonts w:ascii="Arial" w:eastAsia="Arial" w:hAnsi="Arial" w:cs="Arial"/>
                <w:sz w:val="36"/>
                <w:szCs w:val="36"/>
              </w:rPr>
              <w:t xml:space="preserve">name     </w:t>
            </w:r>
            <w:r w:rsidRPr="00C7348E">
              <w:rPr>
                <w:rFonts w:ascii="Arial" w:eastAsia="Arial" w:hAnsi="Arial" w:cs="Arial"/>
                <w:spacing w:val="8"/>
                <w:sz w:val="36"/>
                <w:szCs w:val="36"/>
              </w:rPr>
              <w:t xml:space="preserve"> </w:t>
            </w:r>
            <w:r w:rsidRPr="00C7348E">
              <w:rPr>
                <w:rFonts w:ascii="Segoe UI Emoji" w:eastAsia="Cambria" w:hAnsi="Segoe UI Emoji" w:cs="Segoe UI Emoji"/>
                <w:w w:val="121"/>
                <w:position w:val="6"/>
                <w:sz w:val="36"/>
                <w:szCs w:val="36"/>
              </w:rPr>
              <w:t>▶</w:t>
            </w:r>
          </w:p>
        </w:tc>
        <w:tc>
          <w:tcPr>
            <w:tcW w:w="59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74756740" w14:textId="77777777" w:rsidR="00A26219" w:rsidRPr="00C7348E" w:rsidRDefault="00A26219" w:rsidP="00594854">
            <w:pPr>
              <w:spacing w:before="2" w:line="120" w:lineRule="exact"/>
              <w:rPr>
                <w:rFonts w:ascii="Arial" w:hAnsi="Arial" w:cs="Arial"/>
                <w:sz w:val="36"/>
                <w:szCs w:val="36"/>
              </w:rPr>
            </w:pPr>
          </w:p>
          <w:p w14:paraId="5706FE55" w14:textId="77777777" w:rsidR="00A26219" w:rsidRPr="00C7348E" w:rsidRDefault="00A26219" w:rsidP="00594854">
            <w:pPr>
              <w:ind w:left="152"/>
              <w:rPr>
                <w:rFonts w:ascii="Arial" w:eastAsia="Cambria" w:hAnsi="Arial" w:cs="Arial"/>
                <w:sz w:val="36"/>
                <w:szCs w:val="36"/>
              </w:rPr>
            </w:pPr>
            <w:r w:rsidRPr="00C7348E">
              <w:rPr>
                <w:rFonts w:ascii="Arial" w:eastAsia="Arial" w:hAnsi="Arial" w:cs="Arial"/>
                <w:sz w:val="36"/>
                <w:szCs w:val="36"/>
              </w:rPr>
              <w:t>Firm’s</w:t>
            </w:r>
            <w:r w:rsidRPr="00C7348E">
              <w:rPr>
                <w:rFonts w:ascii="Arial" w:eastAsia="Arial" w:hAnsi="Arial" w:cs="Arial"/>
                <w:spacing w:val="16"/>
                <w:sz w:val="36"/>
                <w:szCs w:val="36"/>
              </w:rPr>
              <w:t xml:space="preserve"> </w:t>
            </w:r>
            <w:r w:rsidRPr="00C7348E">
              <w:rPr>
                <w:rFonts w:ascii="Arial" w:eastAsia="Arial" w:hAnsi="Arial" w:cs="Arial"/>
                <w:sz w:val="36"/>
                <w:szCs w:val="36"/>
              </w:rPr>
              <w:t>EIN</w:t>
            </w:r>
            <w:r w:rsidRPr="00C7348E">
              <w:rPr>
                <w:rFonts w:ascii="Arial" w:eastAsia="Arial" w:hAnsi="Arial" w:cs="Arial"/>
                <w:spacing w:val="61"/>
                <w:sz w:val="36"/>
                <w:szCs w:val="36"/>
              </w:rPr>
              <w:t xml:space="preserve"> </w:t>
            </w:r>
            <w:r w:rsidRPr="00C7348E">
              <w:rPr>
                <w:rFonts w:ascii="Segoe UI Emoji" w:eastAsia="Cambria" w:hAnsi="Segoe UI Emoji" w:cs="Segoe UI Emoji"/>
                <w:w w:val="121"/>
                <w:position w:val="6"/>
                <w:sz w:val="36"/>
                <w:szCs w:val="36"/>
              </w:rPr>
              <w:t>▶</w:t>
            </w:r>
          </w:p>
        </w:tc>
      </w:tr>
      <w:tr w:rsidR="00A26219" w14:paraId="54E9E605" w14:textId="77777777" w:rsidTr="00C7348E">
        <w:trPr>
          <w:trHeight w:hRule="exact" w:val="844"/>
        </w:trPr>
        <w:tc>
          <w:tcPr>
            <w:tcW w:w="2073" w:type="dxa"/>
            <w:vMerge/>
            <w:tcBorders>
              <w:left w:val="nil"/>
              <w:bottom w:val="single" w:sz="16" w:space="0" w:color="000000"/>
              <w:right w:val="single" w:sz="8" w:space="0" w:color="000000"/>
            </w:tcBorders>
          </w:tcPr>
          <w:p w14:paraId="3E905DF7" w14:textId="77777777" w:rsidR="00A26219" w:rsidRPr="00C7348E" w:rsidRDefault="00A26219" w:rsidP="00594854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4150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14:paraId="4371ACB7" w14:textId="77777777" w:rsidR="00A26219" w:rsidRPr="00C7348E" w:rsidRDefault="00A26219" w:rsidP="00594854">
            <w:pPr>
              <w:spacing w:before="2" w:line="100" w:lineRule="exact"/>
              <w:rPr>
                <w:rFonts w:ascii="Arial" w:hAnsi="Arial" w:cs="Arial"/>
                <w:sz w:val="36"/>
                <w:szCs w:val="36"/>
              </w:rPr>
            </w:pPr>
          </w:p>
          <w:p w14:paraId="7AFBB61A" w14:textId="77777777" w:rsidR="00A26219" w:rsidRPr="00C7348E" w:rsidRDefault="00A26219" w:rsidP="00594854">
            <w:pPr>
              <w:ind w:left="152"/>
              <w:rPr>
                <w:rFonts w:ascii="Arial" w:eastAsia="Cambria" w:hAnsi="Arial" w:cs="Arial"/>
                <w:sz w:val="36"/>
                <w:szCs w:val="36"/>
              </w:rPr>
            </w:pPr>
            <w:r w:rsidRPr="00C7348E">
              <w:rPr>
                <w:rFonts w:ascii="Arial" w:eastAsia="Arial" w:hAnsi="Arial" w:cs="Arial"/>
                <w:sz w:val="36"/>
                <w:szCs w:val="36"/>
              </w:rPr>
              <w:t>Firm’s</w:t>
            </w:r>
            <w:r w:rsidRPr="00C7348E">
              <w:rPr>
                <w:rFonts w:ascii="Arial" w:eastAsia="Arial" w:hAnsi="Arial" w:cs="Arial"/>
                <w:spacing w:val="16"/>
                <w:sz w:val="36"/>
                <w:szCs w:val="36"/>
              </w:rPr>
              <w:t xml:space="preserve"> </w:t>
            </w:r>
            <w:proofErr w:type="gramStart"/>
            <w:r w:rsidRPr="00C7348E">
              <w:rPr>
                <w:rFonts w:ascii="Arial" w:eastAsia="Arial" w:hAnsi="Arial" w:cs="Arial"/>
                <w:sz w:val="36"/>
                <w:szCs w:val="36"/>
              </w:rPr>
              <w:t xml:space="preserve">address </w:t>
            </w:r>
            <w:r w:rsidRPr="00C7348E">
              <w:rPr>
                <w:rFonts w:ascii="Arial" w:eastAsia="Arial" w:hAnsi="Arial" w:cs="Arial"/>
                <w:spacing w:val="22"/>
                <w:sz w:val="36"/>
                <w:szCs w:val="36"/>
              </w:rPr>
              <w:t xml:space="preserve"> </w:t>
            </w:r>
            <w:r w:rsidRPr="00C7348E">
              <w:rPr>
                <w:rFonts w:ascii="Segoe UI Emoji" w:eastAsia="Cambria" w:hAnsi="Segoe UI Emoji" w:cs="Segoe UI Emoji"/>
                <w:w w:val="121"/>
                <w:position w:val="6"/>
                <w:sz w:val="36"/>
                <w:szCs w:val="36"/>
              </w:rPr>
              <w:t>▶</w:t>
            </w:r>
            <w:proofErr w:type="gramEnd"/>
          </w:p>
        </w:tc>
        <w:tc>
          <w:tcPr>
            <w:tcW w:w="5906" w:type="dxa"/>
            <w:gridSpan w:val="3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nil"/>
            </w:tcBorders>
          </w:tcPr>
          <w:p w14:paraId="25860A8B" w14:textId="77777777" w:rsidR="00A26219" w:rsidRPr="00C7348E" w:rsidRDefault="00A26219" w:rsidP="00594854">
            <w:pPr>
              <w:spacing w:before="2" w:line="100" w:lineRule="exact"/>
              <w:rPr>
                <w:rFonts w:ascii="Arial" w:hAnsi="Arial" w:cs="Arial"/>
                <w:sz w:val="36"/>
                <w:szCs w:val="36"/>
              </w:rPr>
            </w:pPr>
          </w:p>
          <w:p w14:paraId="224F3D28" w14:textId="77777777" w:rsidR="00A26219" w:rsidRPr="00C7348E" w:rsidRDefault="00A26219" w:rsidP="00594854">
            <w:pPr>
              <w:ind w:left="152"/>
              <w:rPr>
                <w:rFonts w:ascii="Arial" w:eastAsia="Arial" w:hAnsi="Arial" w:cs="Arial"/>
                <w:sz w:val="36"/>
                <w:szCs w:val="36"/>
              </w:rPr>
            </w:pPr>
            <w:r w:rsidRPr="00C7348E">
              <w:rPr>
                <w:rFonts w:ascii="Arial" w:eastAsia="Arial" w:hAnsi="Arial" w:cs="Arial"/>
                <w:sz w:val="36"/>
                <w:szCs w:val="36"/>
              </w:rPr>
              <w:t>Phone</w:t>
            </w:r>
            <w:r w:rsidRPr="00C7348E">
              <w:rPr>
                <w:rFonts w:ascii="Arial" w:eastAsia="Arial" w:hAnsi="Arial" w:cs="Arial"/>
                <w:spacing w:val="1"/>
                <w:sz w:val="36"/>
                <w:szCs w:val="36"/>
              </w:rPr>
              <w:t xml:space="preserve"> </w:t>
            </w:r>
            <w:r w:rsidRPr="00C7348E">
              <w:rPr>
                <w:rFonts w:ascii="Arial" w:eastAsia="Arial" w:hAnsi="Arial" w:cs="Arial"/>
                <w:w w:val="102"/>
                <w:sz w:val="36"/>
                <w:szCs w:val="36"/>
              </w:rPr>
              <w:t>no.</w:t>
            </w:r>
          </w:p>
        </w:tc>
      </w:tr>
    </w:tbl>
    <w:p w14:paraId="6B0EC95F" w14:textId="77777777" w:rsidR="00F3062A" w:rsidRDefault="00F3062A" w:rsidP="00B20725">
      <w:pPr>
        <w:pStyle w:val="ChapterNumbers"/>
        <w:spacing w:line="276" w:lineRule="auto"/>
      </w:pPr>
    </w:p>
    <w:sectPr w:rsidR="00F3062A" w:rsidSect="000805DE">
      <w:type w:val="continuous"/>
      <w:pgSz w:w="24480" w:h="158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61261" w14:textId="77777777" w:rsidR="00126A92" w:rsidRDefault="00126A92" w:rsidP="000805DE">
      <w:pPr>
        <w:spacing w:before="0" w:after="0"/>
      </w:pPr>
      <w:r>
        <w:separator/>
      </w:r>
    </w:p>
  </w:endnote>
  <w:endnote w:type="continuationSeparator" w:id="0">
    <w:p w14:paraId="0B6CC487" w14:textId="77777777" w:rsidR="00126A92" w:rsidRDefault="00126A92" w:rsidP="000805D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HelveticaNeueLT Std">
    <w:altName w:val="HelveticaNeueLT Std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Adobe Pi Std">
    <w:panose1 w:val="05020102010706070708"/>
    <w:charset w:val="00"/>
    <w:family w:val="decorative"/>
    <w:notTrueType/>
    <w:pitch w:val="variable"/>
    <w:sig w:usb0="80000003" w:usb1="1000E46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230681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36"/>
        <w:szCs w:val="36"/>
      </w:rPr>
    </w:sdtEndPr>
    <w:sdtContent>
      <w:p w14:paraId="456DC7FA" w14:textId="77777777" w:rsidR="000805DE" w:rsidRPr="000805DE" w:rsidRDefault="000805DE">
        <w:pPr>
          <w:pStyle w:val="Footer"/>
          <w:jc w:val="center"/>
          <w:rPr>
            <w:rFonts w:ascii="Arial" w:hAnsi="Arial" w:cs="Arial"/>
            <w:sz w:val="36"/>
            <w:szCs w:val="36"/>
          </w:rPr>
        </w:pPr>
        <w:r w:rsidRPr="000805DE">
          <w:rPr>
            <w:rFonts w:ascii="Arial" w:hAnsi="Arial" w:cs="Arial"/>
            <w:sz w:val="36"/>
            <w:szCs w:val="36"/>
          </w:rPr>
          <w:fldChar w:fldCharType="begin"/>
        </w:r>
        <w:r w:rsidRPr="000805DE">
          <w:rPr>
            <w:rFonts w:ascii="Arial" w:hAnsi="Arial" w:cs="Arial"/>
            <w:sz w:val="36"/>
            <w:szCs w:val="36"/>
          </w:rPr>
          <w:instrText xml:space="preserve"> PAGE   \* MERGEFORMAT </w:instrText>
        </w:r>
        <w:r w:rsidRPr="000805DE">
          <w:rPr>
            <w:rFonts w:ascii="Arial" w:hAnsi="Arial" w:cs="Arial"/>
            <w:sz w:val="36"/>
            <w:szCs w:val="36"/>
          </w:rPr>
          <w:fldChar w:fldCharType="separate"/>
        </w:r>
        <w:r w:rsidRPr="000805DE">
          <w:rPr>
            <w:rFonts w:ascii="Arial" w:hAnsi="Arial" w:cs="Arial"/>
            <w:noProof/>
            <w:sz w:val="36"/>
            <w:szCs w:val="36"/>
          </w:rPr>
          <w:t>2</w:t>
        </w:r>
        <w:r w:rsidRPr="000805DE">
          <w:rPr>
            <w:rFonts w:ascii="Arial" w:hAnsi="Arial" w:cs="Arial"/>
            <w:noProof/>
            <w:sz w:val="36"/>
            <w:szCs w:val="36"/>
          </w:rPr>
          <w:fldChar w:fldCharType="end"/>
        </w:r>
      </w:p>
    </w:sdtContent>
  </w:sdt>
  <w:p w14:paraId="1F9DAD6B" w14:textId="77777777" w:rsidR="000805DE" w:rsidRDefault="000805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2C5CE" w14:textId="77777777" w:rsidR="00126A92" w:rsidRDefault="00126A92" w:rsidP="000805DE">
      <w:pPr>
        <w:spacing w:before="0" w:after="0"/>
      </w:pPr>
      <w:r>
        <w:separator/>
      </w:r>
    </w:p>
  </w:footnote>
  <w:footnote w:type="continuationSeparator" w:id="0">
    <w:p w14:paraId="7C725A56" w14:textId="77777777" w:rsidR="00126A92" w:rsidRDefault="00126A92" w:rsidP="000805D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60199"/>
    <w:multiLevelType w:val="multilevel"/>
    <w:tmpl w:val="F39C3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7BD328A"/>
    <w:multiLevelType w:val="hybridMultilevel"/>
    <w:tmpl w:val="EA94B334"/>
    <w:lvl w:ilvl="0" w:tplc="6776A5A8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D60"/>
    <w:rsid w:val="000805DE"/>
    <w:rsid w:val="000B5256"/>
    <w:rsid w:val="000B7FA4"/>
    <w:rsid w:val="000E568A"/>
    <w:rsid w:val="000F3ED4"/>
    <w:rsid w:val="00102C4F"/>
    <w:rsid w:val="001032A5"/>
    <w:rsid w:val="0010366B"/>
    <w:rsid w:val="00105061"/>
    <w:rsid w:val="00112FE3"/>
    <w:rsid w:val="0012549D"/>
    <w:rsid w:val="00126A92"/>
    <w:rsid w:val="00133FCA"/>
    <w:rsid w:val="001541AB"/>
    <w:rsid w:val="001617B6"/>
    <w:rsid w:val="0017257D"/>
    <w:rsid w:val="001B002E"/>
    <w:rsid w:val="001C5128"/>
    <w:rsid w:val="001F3A64"/>
    <w:rsid w:val="002005B3"/>
    <w:rsid w:val="00285BDC"/>
    <w:rsid w:val="002A030F"/>
    <w:rsid w:val="003B30F3"/>
    <w:rsid w:val="003D24B9"/>
    <w:rsid w:val="003F2696"/>
    <w:rsid w:val="003F7ABA"/>
    <w:rsid w:val="004009E7"/>
    <w:rsid w:val="004441F1"/>
    <w:rsid w:val="00472095"/>
    <w:rsid w:val="00486E8C"/>
    <w:rsid w:val="00496C8B"/>
    <w:rsid w:val="004A22A4"/>
    <w:rsid w:val="004A5889"/>
    <w:rsid w:val="004B0A50"/>
    <w:rsid w:val="004F06BD"/>
    <w:rsid w:val="005933B6"/>
    <w:rsid w:val="00596E65"/>
    <w:rsid w:val="005B227D"/>
    <w:rsid w:val="005C7405"/>
    <w:rsid w:val="005F2D3C"/>
    <w:rsid w:val="0066351F"/>
    <w:rsid w:val="0066593A"/>
    <w:rsid w:val="006B013E"/>
    <w:rsid w:val="006B0B48"/>
    <w:rsid w:val="006B3DE7"/>
    <w:rsid w:val="006C569E"/>
    <w:rsid w:val="006D2FD4"/>
    <w:rsid w:val="006E06AE"/>
    <w:rsid w:val="006F4693"/>
    <w:rsid w:val="00706626"/>
    <w:rsid w:val="00747A8A"/>
    <w:rsid w:val="00791362"/>
    <w:rsid w:val="007A6B8F"/>
    <w:rsid w:val="007C0FDC"/>
    <w:rsid w:val="00827D0B"/>
    <w:rsid w:val="00870543"/>
    <w:rsid w:val="00892330"/>
    <w:rsid w:val="008A769D"/>
    <w:rsid w:val="008B2EA7"/>
    <w:rsid w:val="0091359F"/>
    <w:rsid w:val="009222CF"/>
    <w:rsid w:val="009553A9"/>
    <w:rsid w:val="009776E6"/>
    <w:rsid w:val="0099047E"/>
    <w:rsid w:val="009A3DD2"/>
    <w:rsid w:val="009F53FB"/>
    <w:rsid w:val="00A15D84"/>
    <w:rsid w:val="00A26219"/>
    <w:rsid w:val="00A54699"/>
    <w:rsid w:val="00A5644A"/>
    <w:rsid w:val="00AA037C"/>
    <w:rsid w:val="00AA1B1F"/>
    <w:rsid w:val="00AB34AE"/>
    <w:rsid w:val="00AC2DD3"/>
    <w:rsid w:val="00B17F03"/>
    <w:rsid w:val="00B20725"/>
    <w:rsid w:val="00B22ED2"/>
    <w:rsid w:val="00B2630C"/>
    <w:rsid w:val="00B46A65"/>
    <w:rsid w:val="00B740DC"/>
    <w:rsid w:val="00B852EB"/>
    <w:rsid w:val="00B94A35"/>
    <w:rsid w:val="00BD1C5E"/>
    <w:rsid w:val="00BD3102"/>
    <w:rsid w:val="00BE7737"/>
    <w:rsid w:val="00C7348E"/>
    <w:rsid w:val="00C82861"/>
    <w:rsid w:val="00C844CD"/>
    <w:rsid w:val="00C96D9B"/>
    <w:rsid w:val="00D81BE0"/>
    <w:rsid w:val="00DF47A6"/>
    <w:rsid w:val="00E03276"/>
    <w:rsid w:val="00E26D60"/>
    <w:rsid w:val="00E67D69"/>
    <w:rsid w:val="00E7301E"/>
    <w:rsid w:val="00E86480"/>
    <w:rsid w:val="00EA4624"/>
    <w:rsid w:val="00EB7D53"/>
    <w:rsid w:val="00EC4DF2"/>
    <w:rsid w:val="00F3062A"/>
    <w:rsid w:val="00F738CB"/>
    <w:rsid w:val="00F9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BAEE3"/>
  <w15:docId w15:val="{091A90FA-DBE8-4436-94BE-D45221D2D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40"/>
        <w:szCs w:val="40"/>
        <w:lang w:val="en-US" w:eastAsia="en-US" w:bidi="ar-SA"/>
      </w:rPr>
    </w:rPrDefault>
    <w:pPrDefault>
      <w:pPr>
        <w:spacing w:before="240"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1"/>
    <w:lsdException w:name="toc 2" w:uiPriority="1"/>
    <w:lsdException w:name="toc 3" w:semiHidden="1" w:uiPriority="1" w:unhideWhenUsed="1"/>
    <w:lsdException w:name="toc 4" w:semiHidden="1" w:uiPriority="1" w:unhideWhenUsed="1"/>
    <w:lsdException w:name="toc 5" w:semiHidden="1" w:uiPriority="1" w:unhideWhenUsed="1"/>
    <w:lsdException w:name="toc 6" w:semiHidden="1" w:uiPriority="1" w:unhideWhenUsed="1"/>
    <w:lsdException w:name="toc 7" w:semiHidden="1" w:uiPriority="1" w:unhideWhenUsed="1"/>
    <w:lsdException w:name="toc 8" w:semiHidden="1" w:uiPriority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Body"/>
    <w:rsid w:val="00AC2DD3"/>
    <w:rPr>
      <w:sz w:val="20"/>
    </w:rPr>
  </w:style>
  <w:style w:type="paragraph" w:styleId="Heading1">
    <w:name w:val="heading 1"/>
    <w:next w:val="Body"/>
    <w:link w:val="Heading1Char"/>
    <w:uiPriority w:val="9"/>
    <w:qFormat/>
    <w:rsid w:val="00892330"/>
    <w:pPr>
      <w:keepNext/>
      <w:keepLines/>
      <w:outlineLvl w:val="0"/>
    </w:pPr>
    <w:rPr>
      <w:rFonts w:eastAsiaTheme="majorEastAsia" w:cstheme="majorBidi"/>
      <w:b/>
      <w:bCs/>
      <w:sz w:val="56"/>
      <w:szCs w:val="28"/>
    </w:rPr>
  </w:style>
  <w:style w:type="paragraph" w:styleId="Heading2">
    <w:name w:val="heading 2"/>
    <w:next w:val="Body"/>
    <w:link w:val="Heading2Char"/>
    <w:uiPriority w:val="9"/>
    <w:qFormat/>
    <w:rsid w:val="00892330"/>
    <w:pPr>
      <w:keepNext/>
      <w:keepLines/>
      <w:outlineLvl w:val="1"/>
    </w:pPr>
    <w:rPr>
      <w:rFonts w:eastAsiaTheme="majorEastAsia" w:cstheme="majorBidi"/>
      <w:b/>
      <w:bCs/>
      <w:sz w:val="48"/>
      <w:szCs w:val="26"/>
    </w:rPr>
  </w:style>
  <w:style w:type="paragraph" w:styleId="Heading3">
    <w:name w:val="heading 3"/>
    <w:next w:val="Body"/>
    <w:link w:val="Heading3Char"/>
    <w:uiPriority w:val="9"/>
    <w:qFormat/>
    <w:rsid w:val="00892330"/>
    <w:pPr>
      <w:keepNext/>
      <w:keepLines/>
      <w:outlineLvl w:val="2"/>
    </w:pPr>
    <w:rPr>
      <w:rFonts w:eastAsiaTheme="majorEastAsia" w:cstheme="majorBidi"/>
      <w:b/>
      <w:bCs/>
      <w:sz w:val="44"/>
    </w:rPr>
  </w:style>
  <w:style w:type="paragraph" w:styleId="Heading4">
    <w:name w:val="heading 4"/>
    <w:next w:val="Body"/>
    <w:link w:val="Heading4Char"/>
    <w:uiPriority w:val="9"/>
    <w:unhideWhenUsed/>
    <w:qFormat/>
    <w:rsid w:val="00B46A65"/>
    <w:pPr>
      <w:keepNext/>
      <w:keepLines/>
      <w:outlineLvl w:val="3"/>
    </w:pPr>
    <w:rPr>
      <w:rFonts w:eastAsiaTheme="majorEastAsia" w:cstheme="majorBidi"/>
      <w:b/>
      <w:bCs/>
      <w:iCs/>
      <w:sz w:val="48"/>
    </w:rPr>
  </w:style>
  <w:style w:type="paragraph" w:styleId="Heading5">
    <w:name w:val="heading 5"/>
    <w:next w:val="Body"/>
    <w:link w:val="Heading5Char"/>
    <w:uiPriority w:val="9"/>
    <w:unhideWhenUsed/>
    <w:qFormat/>
    <w:rsid w:val="00B46A65"/>
    <w:pPr>
      <w:keepNext/>
      <w:keepLines/>
      <w:outlineLvl w:val="4"/>
    </w:pPr>
    <w:rPr>
      <w:rFonts w:eastAsiaTheme="majorEastAsia" w:cstheme="majorBidi"/>
      <w:b/>
      <w:sz w:val="48"/>
    </w:rPr>
  </w:style>
  <w:style w:type="paragraph" w:styleId="Heading6">
    <w:name w:val="heading 6"/>
    <w:basedOn w:val="Normal"/>
    <w:next w:val="Normal"/>
    <w:link w:val="Heading6Char"/>
    <w:unhideWhenUsed/>
    <w:qFormat/>
    <w:rsid w:val="00B46A6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link w:val="Heading7Char"/>
    <w:uiPriority w:val="9"/>
    <w:unhideWhenUsed/>
    <w:qFormat/>
    <w:rsid w:val="00B46A65"/>
    <w:pPr>
      <w:widowControl w:val="0"/>
      <w:autoSpaceDE w:val="0"/>
      <w:autoSpaceDN w:val="0"/>
      <w:spacing w:before="107" w:after="0"/>
      <w:ind w:left="119"/>
      <w:outlineLvl w:val="6"/>
    </w:pPr>
    <w:rPr>
      <w:rFonts w:ascii="Arial" w:eastAsia="Arial" w:hAnsi="Arial" w:cs="Arial"/>
      <w:b/>
      <w:bCs/>
      <w:i/>
      <w:sz w:val="17"/>
      <w:szCs w:val="17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366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6219"/>
    <w:pPr>
      <w:tabs>
        <w:tab w:val="num" w:pos="6480"/>
      </w:tabs>
      <w:spacing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Numbers">
    <w:name w:val="Chapter Numbers"/>
    <w:next w:val="Heading6"/>
    <w:unhideWhenUsed/>
    <w:rsid w:val="00B46A65"/>
    <w:rPr>
      <w:b/>
      <w:sz w:val="56"/>
    </w:rPr>
  </w:style>
  <w:style w:type="character" w:customStyle="1" w:styleId="Heading6Char">
    <w:name w:val="Heading 6 Char"/>
    <w:basedOn w:val="DefaultParagraphFont"/>
    <w:link w:val="Heading6"/>
    <w:rsid w:val="00B46A65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36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OC3">
    <w:name w:val="toc 3"/>
    <w:next w:val="Body"/>
    <w:uiPriority w:val="1"/>
    <w:unhideWhenUsed/>
    <w:rsid w:val="00B46A65"/>
    <w:pPr>
      <w:ind w:left="440"/>
    </w:pPr>
    <w:rPr>
      <w:b/>
    </w:rPr>
  </w:style>
  <w:style w:type="paragraph" w:customStyle="1" w:styleId="Body">
    <w:name w:val="Body"/>
    <w:qFormat/>
    <w:rsid w:val="00B46A65"/>
  </w:style>
  <w:style w:type="paragraph" w:customStyle="1" w:styleId="Bullets">
    <w:name w:val="Bullets"/>
    <w:next w:val="Body"/>
    <w:qFormat/>
    <w:rsid w:val="00AB34AE"/>
    <w:pPr>
      <w:numPr>
        <w:numId w:val="16"/>
      </w:numPr>
    </w:pPr>
  </w:style>
  <w:style w:type="paragraph" w:styleId="ListParagraph">
    <w:name w:val="List Paragraph"/>
    <w:basedOn w:val="Normal"/>
    <w:uiPriority w:val="1"/>
    <w:unhideWhenUsed/>
    <w:rsid w:val="00B46A6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92330"/>
    <w:rPr>
      <w:rFonts w:eastAsiaTheme="majorEastAsia" w:cstheme="majorBidi"/>
      <w:b/>
      <w:bCs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92330"/>
    <w:rPr>
      <w:rFonts w:eastAsiaTheme="majorEastAsia" w:cstheme="majorBidi"/>
      <w:b/>
      <w:bCs/>
      <w:sz w:val="4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92330"/>
    <w:rPr>
      <w:rFonts w:eastAsiaTheme="majorEastAsia" w:cstheme="majorBidi"/>
      <w:b/>
      <w:bCs/>
      <w:sz w:val="44"/>
    </w:rPr>
  </w:style>
  <w:style w:type="character" w:customStyle="1" w:styleId="Heading4Char">
    <w:name w:val="Heading 4 Char"/>
    <w:basedOn w:val="DefaultParagraphFont"/>
    <w:link w:val="Heading4"/>
    <w:uiPriority w:val="9"/>
    <w:rsid w:val="00B46A65"/>
    <w:rPr>
      <w:rFonts w:eastAsiaTheme="majorEastAsia" w:cstheme="majorBidi"/>
      <w:b/>
      <w:bCs/>
      <w:iCs/>
      <w:sz w:val="48"/>
    </w:rPr>
  </w:style>
  <w:style w:type="character" w:customStyle="1" w:styleId="Heading5Char">
    <w:name w:val="Heading 5 Char"/>
    <w:basedOn w:val="DefaultParagraphFont"/>
    <w:link w:val="Heading5"/>
    <w:uiPriority w:val="9"/>
    <w:rsid w:val="00B46A65"/>
    <w:rPr>
      <w:rFonts w:eastAsiaTheme="majorEastAsia" w:cstheme="majorBidi"/>
      <w:b/>
      <w:sz w:val="48"/>
    </w:rPr>
  </w:style>
  <w:style w:type="paragraph" w:styleId="TOC1">
    <w:name w:val="toc 1"/>
    <w:next w:val="Body"/>
    <w:uiPriority w:val="1"/>
    <w:unhideWhenUsed/>
    <w:rsid w:val="00B46A65"/>
    <w:rPr>
      <w:b/>
    </w:rPr>
  </w:style>
  <w:style w:type="paragraph" w:styleId="TOC2">
    <w:name w:val="toc 2"/>
    <w:next w:val="Body"/>
    <w:uiPriority w:val="1"/>
    <w:unhideWhenUsed/>
    <w:rsid w:val="00B46A65"/>
    <w:pPr>
      <w:ind w:left="200"/>
    </w:pPr>
    <w:rPr>
      <w:b/>
    </w:rPr>
  </w:style>
  <w:style w:type="numbering" w:customStyle="1" w:styleId="NoList1">
    <w:name w:val="No List1"/>
    <w:next w:val="NoList"/>
    <w:uiPriority w:val="99"/>
    <w:semiHidden/>
    <w:unhideWhenUsed/>
    <w:rsid w:val="0010366B"/>
  </w:style>
  <w:style w:type="paragraph" w:customStyle="1" w:styleId="TableParagraph">
    <w:name w:val="Table Paragraph"/>
    <w:basedOn w:val="Normal"/>
    <w:uiPriority w:val="1"/>
    <w:unhideWhenUsed/>
    <w:rsid w:val="00B46A65"/>
    <w:pPr>
      <w:widowControl w:val="0"/>
      <w:autoSpaceDE w:val="0"/>
      <w:autoSpaceDN w:val="0"/>
      <w:spacing w:before="38" w:after="0" w:line="185" w:lineRule="exact"/>
      <w:ind w:right="305"/>
      <w:jc w:val="right"/>
    </w:pPr>
    <w:rPr>
      <w:rFonts w:ascii="Microsoft Sans Serif" w:eastAsia="Microsoft Sans Serif" w:hAnsi="Microsoft Sans Serif" w:cs="Microsoft Sans Serif"/>
      <w:sz w:val="22"/>
      <w:szCs w:val="22"/>
      <w:lang w:bidi="en-US"/>
    </w:rPr>
  </w:style>
  <w:style w:type="paragraph" w:styleId="TOC4">
    <w:name w:val="toc 4"/>
    <w:basedOn w:val="Normal"/>
    <w:uiPriority w:val="1"/>
    <w:unhideWhenUsed/>
    <w:rsid w:val="00B46A65"/>
    <w:pPr>
      <w:widowControl w:val="0"/>
      <w:autoSpaceDE w:val="0"/>
      <w:autoSpaceDN w:val="0"/>
      <w:spacing w:before="0" w:after="0" w:line="225" w:lineRule="exact"/>
      <w:ind w:left="720"/>
    </w:pPr>
    <w:rPr>
      <w:rFonts w:ascii="Microsoft Sans Serif" w:eastAsia="Microsoft Sans Serif" w:hAnsi="Microsoft Sans Serif" w:cs="Microsoft Sans Serif"/>
      <w:szCs w:val="20"/>
      <w:lang w:bidi="en-US"/>
    </w:rPr>
  </w:style>
  <w:style w:type="paragraph" w:styleId="TOC5">
    <w:name w:val="toc 5"/>
    <w:basedOn w:val="Normal"/>
    <w:uiPriority w:val="1"/>
    <w:unhideWhenUsed/>
    <w:rsid w:val="00B46A65"/>
    <w:pPr>
      <w:widowControl w:val="0"/>
      <w:autoSpaceDE w:val="0"/>
      <w:autoSpaceDN w:val="0"/>
      <w:spacing w:before="0" w:after="0" w:line="225" w:lineRule="exact"/>
      <w:ind w:left="720"/>
    </w:pPr>
    <w:rPr>
      <w:rFonts w:ascii="Microsoft Sans Serif" w:eastAsia="Microsoft Sans Serif" w:hAnsi="Microsoft Sans Serif" w:cs="Microsoft Sans Serif"/>
      <w:b/>
      <w:bCs/>
      <w:i/>
      <w:sz w:val="22"/>
      <w:szCs w:val="22"/>
      <w:lang w:bidi="en-US"/>
    </w:rPr>
  </w:style>
  <w:style w:type="paragraph" w:styleId="TOC6">
    <w:name w:val="toc 6"/>
    <w:basedOn w:val="Normal"/>
    <w:uiPriority w:val="1"/>
    <w:unhideWhenUsed/>
    <w:rsid w:val="00B46A65"/>
    <w:pPr>
      <w:widowControl w:val="0"/>
      <w:autoSpaceDE w:val="0"/>
      <w:autoSpaceDN w:val="0"/>
      <w:spacing w:before="33" w:after="0"/>
      <w:ind w:left="840" w:hanging="240"/>
    </w:pPr>
    <w:rPr>
      <w:rFonts w:ascii="Microsoft Sans Serif" w:eastAsia="Microsoft Sans Serif" w:hAnsi="Microsoft Sans Serif" w:cs="Microsoft Sans Serif"/>
      <w:szCs w:val="20"/>
      <w:lang w:bidi="en-US"/>
    </w:rPr>
  </w:style>
  <w:style w:type="paragraph" w:styleId="TOC7">
    <w:name w:val="toc 7"/>
    <w:basedOn w:val="Normal"/>
    <w:uiPriority w:val="1"/>
    <w:unhideWhenUsed/>
    <w:rsid w:val="00B46A65"/>
    <w:pPr>
      <w:widowControl w:val="0"/>
      <w:autoSpaceDE w:val="0"/>
      <w:autoSpaceDN w:val="0"/>
      <w:spacing w:before="0" w:after="0" w:line="225" w:lineRule="exact"/>
      <w:ind w:left="1080"/>
    </w:pPr>
    <w:rPr>
      <w:rFonts w:ascii="Microsoft Sans Serif" w:eastAsia="Microsoft Sans Serif" w:hAnsi="Microsoft Sans Serif" w:cs="Microsoft Sans Serif"/>
      <w:szCs w:val="20"/>
      <w:lang w:bidi="en-US"/>
    </w:rPr>
  </w:style>
  <w:style w:type="paragraph" w:styleId="TOC8">
    <w:name w:val="toc 8"/>
    <w:basedOn w:val="Normal"/>
    <w:uiPriority w:val="1"/>
    <w:unhideWhenUsed/>
    <w:rsid w:val="00B46A65"/>
    <w:pPr>
      <w:widowControl w:val="0"/>
      <w:autoSpaceDE w:val="0"/>
      <w:autoSpaceDN w:val="0"/>
      <w:spacing w:before="0" w:after="0" w:line="222" w:lineRule="exact"/>
      <w:ind w:left="1080"/>
    </w:pPr>
    <w:rPr>
      <w:rFonts w:ascii="Microsoft Sans Serif" w:eastAsia="Microsoft Sans Serif" w:hAnsi="Microsoft Sans Serif" w:cs="Microsoft Sans Serif"/>
      <w:b/>
      <w:bCs/>
      <w:i/>
      <w:sz w:val="22"/>
      <w:szCs w:val="22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B46A65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46A65"/>
    <w:rPr>
      <w:sz w:val="20"/>
    </w:rPr>
  </w:style>
  <w:style w:type="paragraph" w:styleId="Footer">
    <w:name w:val="footer"/>
    <w:basedOn w:val="Normal"/>
    <w:link w:val="FooterChar"/>
    <w:uiPriority w:val="99"/>
    <w:rsid w:val="00B46A65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46A65"/>
    <w:rPr>
      <w:sz w:val="20"/>
    </w:rPr>
  </w:style>
  <w:style w:type="paragraph" w:styleId="BodyText">
    <w:name w:val="Body Text"/>
    <w:basedOn w:val="Normal"/>
    <w:link w:val="BodyTextChar"/>
    <w:uiPriority w:val="1"/>
    <w:rsid w:val="00B46A65"/>
    <w:pPr>
      <w:widowControl w:val="0"/>
      <w:autoSpaceDE w:val="0"/>
      <w:autoSpaceDN w:val="0"/>
      <w:spacing w:before="0" w:after="0"/>
    </w:pPr>
    <w:rPr>
      <w:rFonts w:ascii="Microsoft Sans Serif" w:eastAsia="Microsoft Sans Serif" w:hAnsi="Microsoft Sans Serif" w:cs="Microsoft Sans Serif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B46A65"/>
    <w:rPr>
      <w:rFonts w:ascii="Microsoft Sans Serif" w:eastAsia="Microsoft Sans Serif" w:hAnsi="Microsoft Sans Serif" w:cs="Microsoft Sans Serif"/>
      <w:sz w:val="20"/>
      <w:szCs w:val="20"/>
      <w:lang w:bidi="en-US"/>
    </w:rPr>
  </w:style>
  <w:style w:type="table" w:styleId="TableGrid">
    <w:name w:val="Table Grid"/>
    <w:basedOn w:val="TableNormal"/>
    <w:uiPriority w:val="59"/>
    <w:unhideWhenUsed/>
    <w:rsid w:val="00B46A65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10366B"/>
  </w:style>
  <w:style w:type="numbering" w:customStyle="1" w:styleId="NoList3">
    <w:name w:val="No List3"/>
    <w:next w:val="NoList"/>
    <w:uiPriority w:val="99"/>
    <w:semiHidden/>
    <w:unhideWhenUsed/>
    <w:rsid w:val="0010366B"/>
  </w:style>
  <w:style w:type="character" w:customStyle="1" w:styleId="Heading7Char">
    <w:name w:val="Heading 7 Char"/>
    <w:basedOn w:val="DefaultParagraphFont"/>
    <w:link w:val="Heading7"/>
    <w:uiPriority w:val="9"/>
    <w:rsid w:val="00B46A65"/>
    <w:rPr>
      <w:rFonts w:ascii="Arial" w:eastAsia="Arial" w:hAnsi="Arial" w:cs="Arial"/>
      <w:b/>
      <w:bCs/>
      <w:i/>
      <w:sz w:val="17"/>
      <w:szCs w:val="17"/>
      <w:lang w:bidi="en-US"/>
    </w:rPr>
  </w:style>
  <w:style w:type="paragraph" w:customStyle="1" w:styleId="Style1">
    <w:name w:val="Style1"/>
    <w:basedOn w:val="ChapterNumbers"/>
    <w:rsid w:val="00B46A65"/>
    <w:rPr>
      <w:sz w:val="3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6219"/>
    <w:rPr>
      <w:rFonts w:asciiTheme="majorHAnsi" w:eastAsiaTheme="majorEastAsia" w:hAnsiTheme="majorHAnsi" w:cstheme="majorBidi"/>
      <w:sz w:val="22"/>
      <w:szCs w:val="22"/>
    </w:rPr>
  </w:style>
  <w:style w:type="paragraph" w:customStyle="1" w:styleId="Default">
    <w:name w:val="Default"/>
    <w:rsid w:val="00B2630C"/>
    <w:pPr>
      <w:autoSpaceDE w:val="0"/>
      <w:autoSpaceDN w:val="0"/>
      <w:adjustRightInd w:val="0"/>
      <w:spacing w:before="0" w:after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rs.go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irs.gov/Form8857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cal%20User\Documents\106S%20POs\10001\3%20-%20Work%20File\Form%20885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7FE0C-BF0C-4A84-9178-EA0B3CEBB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 8857</Template>
  <TotalTime>3</TotalTime>
  <Pages>20</Pages>
  <Words>3220</Words>
  <Characters>18359</Characters>
  <Application>Microsoft Office Word</Application>
  <DocSecurity>0</DocSecurity>
  <Lines>152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Whitney</cp:lastModifiedBy>
  <cp:revision>2</cp:revision>
  <cp:lastPrinted>2021-08-16T13:59:00Z</cp:lastPrinted>
  <dcterms:created xsi:type="dcterms:W3CDTF">2021-08-16T14:04:00Z</dcterms:created>
  <dcterms:modified xsi:type="dcterms:W3CDTF">2021-08-16T14:04:00Z</dcterms:modified>
</cp:coreProperties>
</file>